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附件2</w:t>
      </w:r>
    </w:p>
    <w:p>
      <w:pPr>
        <w:spacing w:line="540" w:lineRule="exact"/>
        <w:rPr>
          <w:rFonts w:hint="default" w:ascii="Times New Roman" w:hAnsi="Times New Roman" w:cs="Times New Roman"/>
          <w:color w:val="auto"/>
          <w:highlight w:val="none"/>
        </w:rPr>
      </w:pPr>
    </w:p>
    <w:p>
      <w:pPr>
        <w:spacing w:line="54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发榜方</w:t>
      </w:r>
      <w:r>
        <w:rPr>
          <w:rFonts w:hint="default" w:ascii="Times New Roman" w:hAnsi="Times New Roman" w:eastAsia="方正小标宋简体" w:cs="Times New Roman"/>
          <w:color w:val="auto"/>
          <w:sz w:val="44"/>
          <w:szCs w:val="44"/>
          <w:highlight w:val="none"/>
        </w:rPr>
        <w:t>真实性声明与承诺书</w:t>
      </w:r>
    </w:p>
    <w:p>
      <w:pPr>
        <w:spacing w:line="540" w:lineRule="exact"/>
        <w:rPr>
          <w:rFonts w:hint="default" w:ascii="Times New Roman" w:hAnsi="Times New Roman" w:cs="Times New Roman"/>
          <w:color w:val="auto"/>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eastAsia="仿宋_GB2312" w:cs="Times New Roman"/>
          <w:color w:val="auto"/>
          <w:highlight w:val="none"/>
          <w:lang w:eastAsia="zh-CN"/>
        </w:rPr>
      </w:pPr>
      <w:r>
        <w:rPr>
          <w:rFonts w:hint="default" w:ascii="Times New Roman" w:hAnsi="Times New Roman" w:cs="Times New Roman"/>
          <w:color w:val="auto"/>
          <w:highlight w:val="none"/>
        </w:rPr>
        <w:t>本单位已了解</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年营口市“揭榜挂帅”关键技术攻关项目申报的相关政策、规定及项目申报的相关要求，现申报</w:t>
      </w:r>
      <w:r>
        <w:rPr>
          <w:rFonts w:hint="default" w:ascii="Times New Roman" w:hAnsi="Times New Roman" w:cs="Times New Roman"/>
          <w:color w:val="auto"/>
          <w:highlight w:val="none"/>
          <w:lang w:val="en-US" w:eastAsia="zh-CN"/>
        </w:rPr>
        <w:t>该</w:t>
      </w:r>
      <w:r>
        <w:rPr>
          <w:rFonts w:hint="default" w:ascii="Times New Roman" w:hAnsi="Times New Roman" w:cs="Times New Roman"/>
          <w:color w:val="auto"/>
          <w:highlight w:val="none"/>
        </w:rPr>
        <w:t>项目。我们已如实填写项目申报有关材料，并对本次申报声明承诺如下</w:t>
      </w:r>
      <w:r>
        <w:rPr>
          <w:rFonts w:hint="default" w:ascii="Times New Roman" w:hAnsi="Times New Roman" w:cs="Times New Roman"/>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1．申报材料所涉及的内容和财务数据真实准确、完整，无欺瞒和作假行为，相关附件真实、有效。</w:t>
      </w: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2．对本项目的相关技术系合法使用，有关知识产权权属清晰，无知识产权纠纷，更无侵占他人技术成果等不端行为。</w:t>
      </w: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3．本项目如获立项，将严格按照要求执行，本单位保证项目在合同执行期内，设立专账、按计划落实项目自筹资金XX万元，不挪用项目资金，做到专款专用。</w:t>
      </w: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4．在项目申报和实施过程中，遵纪守法，并保证接受相关部门的监督检查。</w:t>
      </w: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本单位若违反上述承诺，愿意承担由此带来的一切后果及相关法律责任。</w:t>
      </w: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711" w:firstLineChars="22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                             法定代表人（签字）</w:t>
      </w:r>
    </w:p>
    <w:p>
      <w:pPr>
        <w:keepNext w:val="0"/>
        <w:keepLines w:val="0"/>
        <w:pageBreakBefore w:val="0"/>
        <w:widowControl w:val="0"/>
        <w:kinsoku/>
        <w:wordWrap/>
        <w:overflowPunct/>
        <w:topLinePunct w:val="0"/>
        <w:autoSpaceDE/>
        <w:autoSpaceDN/>
        <w:bidi w:val="0"/>
        <w:adjustRightInd/>
        <w:snapToGrid/>
        <w:spacing w:line="540" w:lineRule="exact"/>
        <w:ind w:firstLine="3081" w:firstLineChars="975"/>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           企业（盖章）</w:t>
      </w:r>
    </w:p>
    <w:p>
      <w:pPr>
        <w:keepNext w:val="0"/>
        <w:keepLines w:val="0"/>
        <w:pageBreakBefore w:val="0"/>
        <w:widowControl w:val="0"/>
        <w:kinsoku/>
        <w:wordWrap/>
        <w:overflowPunct/>
        <w:topLinePunct w:val="0"/>
        <w:autoSpaceDE/>
        <w:autoSpaceDN/>
        <w:bidi w:val="0"/>
        <w:adjustRightInd/>
        <w:snapToGrid/>
        <w:spacing w:line="540" w:lineRule="exact"/>
        <w:ind w:firstLine="2743" w:firstLineChars="868"/>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 </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年XX月XX日 </w:t>
      </w:r>
    </w:p>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附件3</w:t>
      </w:r>
    </w:p>
    <w:p>
      <w:pPr>
        <w:spacing w:line="540" w:lineRule="exact"/>
        <w:rPr>
          <w:rFonts w:hint="default" w:ascii="Times New Roman" w:hAnsi="Times New Roman" w:cs="Times New Roman"/>
          <w:color w:val="auto"/>
          <w:highlight w:val="none"/>
        </w:rPr>
      </w:pPr>
    </w:p>
    <w:p>
      <w:pPr>
        <w:spacing w:line="54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发榜方</w:t>
      </w:r>
      <w:r>
        <w:rPr>
          <w:rFonts w:hint="default" w:ascii="Times New Roman" w:hAnsi="Times New Roman" w:eastAsia="方正小标宋简体" w:cs="Times New Roman"/>
          <w:color w:val="auto"/>
          <w:sz w:val="44"/>
          <w:szCs w:val="44"/>
          <w:highlight w:val="none"/>
        </w:rPr>
        <w:t>项目申报公示</w:t>
      </w:r>
    </w:p>
    <w:p>
      <w:pPr>
        <w:spacing w:line="540" w:lineRule="exact"/>
        <w:rPr>
          <w:rFonts w:hint="default" w:ascii="Times New Roman" w:hAnsi="Times New Roman" w:cs="Times New Roman"/>
          <w:color w:val="auto"/>
          <w:highlight w:val="none"/>
        </w:rPr>
      </w:pPr>
    </w:p>
    <w:p>
      <w:pPr>
        <w:ind w:firstLine="711" w:firstLineChars="225"/>
        <w:rPr>
          <w:rFonts w:hint="default" w:ascii="Times New Roman" w:hAnsi="Times New Roman" w:cs="Times New Roman"/>
          <w:color w:val="auto"/>
          <w:highlight w:val="none"/>
        </w:rPr>
      </w:pPr>
      <w:r>
        <w:rPr>
          <w:rFonts w:hint="default" w:ascii="Times New Roman" w:hAnsi="Times New Roman" w:cs="Times New Roman"/>
          <w:color w:val="auto"/>
          <w:highlight w:val="none"/>
        </w:rPr>
        <w:t>根据《关于发布</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年营口市“揭榜挂帅”关键技术攻关项目榜单及启动项目申报工作的通知》要求，我单位“XXXXXX”项目拟申报</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营口市“揭榜挂帅”关键技术攻关项目，现予以公示，公示期为202X年XX月XX日至XX月XX日（5个工作日）。有关单位和个人如对公示持有异议，请在公示期内以信函方式向单位XX部门反映。反映问题要实事求是，具有事实依据，信函应署真实姓名与联系方式。信访的有效时间以发信时的当地邮戳为准。</w:t>
      </w:r>
    </w:p>
    <w:p>
      <w:pPr>
        <w:ind w:firstLine="711" w:firstLineChars="225"/>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联 系 人： </w:t>
      </w:r>
    </w:p>
    <w:p>
      <w:pPr>
        <w:ind w:firstLine="711" w:firstLineChars="225"/>
        <w:rPr>
          <w:rFonts w:hint="default" w:ascii="Times New Roman" w:hAnsi="Times New Roman" w:cs="Times New Roman"/>
          <w:color w:val="auto"/>
          <w:highlight w:val="none"/>
        </w:rPr>
      </w:pPr>
      <w:r>
        <w:rPr>
          <w:rFonts w:hint="default" w:ascii="Times New Roman" w:hAnsi="Times New Roman" w:cs="Times New Roman"/>
          <w:color w:val="auto"/>
          <w:highlight w:val="none"/>
        </w:rPr>
        <w:t>联系电话：</w:t>
      </w:r>
    </w:p>
    <w:p>
      <w:pPr>
        <w:ind w:firstLine="711" w:firstLineChars="225"/>
        <w:rPr>
          <w:rFonts w:hint="default" w:ascii="Times New Roman" w:hAnsi="Times New Roman" w:cs="Times New Roman"/>
          <w:color w:val="auto"/>
          <w:highlight w:val="none"/>
        </w:rPr>
      </w:pPr>
      <w:r>
        <w:rPr>
          <w:rFonts w:hint="default" w:ascii="Times New Roman" w:hAnsi="Times New Roman" w:cs="Times New Roman"/>
          <w:color w:val="auto"/>
          <w:highlight w:val="none"/>
        </w:rPr>
        <w:t>通信地址：</w:t>
      </w:r>
    </w:p>
    <w:p>
      <w:pPr>
        <w:ind w:firstLine="711" w:firstLineChars="225"/>
        <w:rPr>
          <w:rFonts w:hint="default" w:ascii="Times New Roman" w:hAnsi="Times New Roman" w:cs="Times New Roman"/>
          <w:color w:val="auto"/>
          <w:highlight w:val="none"/>
        </w:rPr>
      </w:pPr>
    </w:p>
    <w:p>
      <w:pPr>
        <w:ind w:firstLine="711" w:firstLineChars="225"/>
        <w:rPr>
          <w:rFonts w:hint="default" w:ascii="Times New Roman" w:hAnsi="Times New Roman" w:cs="Times New Roman"/>
          <w:color w:val="auto"/>
          <w:highlight w:val="none"/>
        </w:rPr>
      </w:pPr>
    </w:p>
    <w:p>
      <w:pPr>
        <w:ind w:firstLine="5558" w:firstLineChars="1759"/>
        <w:rPr>
          <w:rFonts w:hint="default" w:ascii="Times New Roman" w:hAnsi="Times New Roman" w:cs="Times New Roman"/>
          <w:color w:val="auto"/>
          <w:highlight w:val="none"/>
        </w:rPr>
      </w:pPr>
      <w:r>
        <w:rPr>
          <w:rFonts w:hint="default" w:ascii="Times New Roman" w:hAnsi="Times New Roman" w:cs="Times New Roman"/>
          <w:color w:val="auto"/>
          <w:highlight w:val="none"/>
        </w:rPr>
        <w:t>企业（盖章）</w:t>
      </w:r>
    </w:p>
    <w:p>
      <w:pPr>
        <w:ind w:firstLine="4389" w:firstLineChars="1389"/>
        <w:rPr>
          <w:rFonts w:hint="default" w:ascii="Times New Roman" w:hAnsi="Times New Roman" w:cs="Times New Roman"/>
          <w:color w:val="auto"/>
          <w:highlight w:val="none"/>
        </w:rPr>
      </w:pPr>
      <w:r>
        <w:rPr>
          <w:rFonts w:hint="default" w:ascii="Times New Roman" w:hAnsi="Times New Roman" w:cs="Times New Roman"/>
          <w:color w:val="auto"/>
          <w:highlight w:val="none"/>
        </w:rPr>
        <w:t> </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年XX月XX日</w:t>
      </w:r>
    </w:p>
    <w:p>
      <w:pPr>
        <w:ind w:right="1264" w:firstLine="711" w:firstLineChars="225"/>
        <w:jc w:val="right"/>
        <w:rPr>
          <w:rFonts w:hint="default" w:ascii="Times New Roman" w:hAnsi="Times New Roman" w:cs="Times New Roman"/>
          <w:color w:val="auto"/>
          <w:highlight w:val="none"/>
        </w:rPr>
      </w:pPr>
    </w:p>
    <w:p>
      <w:pPr>
        <w:spacing w:line="540" w:lineRule="exact"/>
        <w:rPr>
          <w:rFonts w:hint="default" w:ascii="Times New Roman" w:hAnsi="Times New Roman" w:cs="Times New Roman"/>
          <w:color w:val="auto"/>
          <w:highlight w:val="none"/>
        </w:rPr>
      </w:pPr>
    </w:p>
    <w:p>
      <w:pPr>
        <w:spacing w:line="540" w:lineRule="exact"/>
        <w:rPr>
          <w:rFonts w:hint="default" w:ascii="Times New Roman" w:hAnsi="Times New Roman" w:cs="Times New Roman"/>
          <w:color w:val="auto"/>
          <w:highlight w:val="none"/>
        </w:rPr>
      </w:pPr>
    </w:p>
    <w:p>
      <w:pPr>
        <w:spacing w:line="540" w:lineRule="exact"/>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附件4</w:t>
      </w:r>
    </w:p>
    <w:p>
      <w:pPr>
        <w:spacing w:line="540" w:lineRule="exact"/>
        <w:rPr>
          <w:rFonts w:hint="default" w:ascii="Times New Roman" w:hAnsi="Times New Roman" w:cs="Times New Roman"/>
          <w:color w:val="auto"/>
          <w:highlight w:val="none"/>
        </w:rPr>
      </w:pPr>
    </w:p>
    <w:p>
      <w:pPr>
        <w:spacing w:line="54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项目负责人科研诚信承诺书</w:t>
      </w:r>
    </w:p>
    <w:p>
      <w:pPr>
        <w:spacing w:line="540" w:lineRule="exact"/>
        <w:rPr>
          <w:rFonts w:hint="default" w:ascii="Times New Roman" w:hAnsi="Times New Roman" w:cs="Times New Roman"/>
          <w:color w:val="auto"/>
          <w:highlight w:val="none"/>
        </w:rPr>
      </w:pP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1．该项目是由本人申请，无冒名申请，无编造虚假的申请人及主要参与者，并已如实填报申请人及所有参与者个人信息并对其真实性负责；</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2．本人已按照要求填报了项目申请书、可行性研究报告等相关材料，如实填写相关研究工作基础和研究内容等，所填报材料内容真实有效，不存在虚高编报预算，违反法律法规、伦理准则及科技安全等方面的有关规定等行为；</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3．本人及项目参与者在项目实施过程中严格遵循科学界公认的学术道德和行为规范，认真履行项目合同书，不抄袭、剽窃他人科研成果或伪造、篡改研究数据、研究结论；不违反科研伦理；不违反科研经费管理相关规定；不违反科技安全和保密的相关规定；不发生其他科研不端行为。</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如有违反，愿承担相应的责任。 </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特此承诺。</w:t>
      </w:r>
    </w:p>
    <w:p>
      <w:pPr>
        <w:ind w:firstLine="632" w:firstLineChars="200"/>
        <w:rPr>
          <w:rFonts w:hint="default" w:ascii="Times New Roman" w:hAnsi="Times New Roman" w:cs="Times New Roman"/>
          <w:color w:val="auto"/>
          <w:highlight w:val="none"/>
        </w:rPr>
      </w:pPr>
    </w:p>
    <w:p>
      <w:pPr>
        <w:ind w:firstLine="632" w:firstLineChars="20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承诺人（签字）</w:t>
      </w:r>
    </w:p>
    <w:p>
      <w:pPr>
        <w:ind w:firstLine="632" w:firstLineChars="20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年XX月XX日</w:t>
      </w:r>
    </w:p>
    <w:p>
      <w:pPr>
        <w:ind w:firstLine="632" w:firstLineChars="200"/>
        <w:jc w:val="center"/>
        <w:rPr>
          <w:rFonts w:hint="default" w:ascii="Times New Roman" w:hAnsi="Times New Roman" w:cs="Times New Roman"/>
          <w:color w:val="auto"/>
          <w:highlight w:val="none"/>
        </w:rPr>
      </w:pPr>
    </w:p>
    <w:p>
      <w:pPr>
        <w:spacing w:line="540" w:lineRule="exact"/>
        <w:rPr>
          <w:rFonts w:hint="default" w:ascii="Times New Roman" w:hAnsi="Times New Roman" w:eastAsia="黑体" w:cs="Times New Roman"/>
          <w:color w:val="auto"/>
          <w:highlight w:val="none"/>
          <w:lang w:eastAsia="zh-CN"/>
        </w:rPr>
      </w:pPr>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5</w:t>
      </w:r>
    </w:p>
    <w:p>
      <w:pPr>
        <w:spacing w:line="540" w:lineRule="exact"/>
        <w:rPr>
          <w:rFonts w:hint="default" w:ascii="Times New Roman" w:hAnsi="Times New Roman" w:cs="Times New Roman"/>
          <w:color w:val="auto"/>
          <w:highlight w:val="none"/>
        </w:rPr>
      </w:pPr>
    </w:p>
    <w:p>
      <w:pPr>
        <w:spacing w:line="54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项目可行性研究报告编制提纲</w:t>
      </w:r>
    </w:p>
    <w:p>
      <w:pPr>
        <w:spacing w:line="540" w:lineRule="exact"/>
        <w:rPr>
          <w:rFonts w:hint="default" w:ascii="Times New Roman" w:hAnsi="Times New Roman" w:cs="Times New Roman"/>
          <w:color w:val="auto"/>
          <w:highlight w:val="none"/>
        </w:rPr>
      </w:pP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一、 项目提出的目的及意义</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二、 与项目相关的国内外发展概况及市场需求分析</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三、 主要攻关内容及技术路线（技术可行性分析）</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四、 现有工作基础和条件</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五、 申请人基础条件</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揭榜方攻关能力</w:t>
      </w:r>
      <w:r>
        <w:rPr>
          <w:rFonts w:hint="default" w:ascii="Times New Roman" w:hAnsi="Times New Roman" w:cs="Times New Roman"/>
          <w:color w:val="auto"/>
          <w:highlight w:val="none"/>
        </w:rPr>
        <w:t>（包括主要研究成果）</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六、 进度安排和实施方案（包括运行机制）</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七、 预期成果和考核目标</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八、 推广及应用前景</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九、 经费概算及来源</w:t>
      </w:r>
    </w:p>
    <w:p>
      <w:pPr>
        <w:ind w:firstLine="632"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十、 </w:t>
      </w:r>
      <w:r>
        <w:rPr>
          <w:rFonts w:hint="default" w:ascii="Times New Roman" w:hAnsi="Times New Roman" w:cs="Times New Roman"/>
          <w:color w:val="auto"/>
          <w:highlight w:val="none"/>
          <w:lang w:val="en-US" w:eastAsia="zh-CN"/>
        </w:rPr>
        <w:t>揭榜</w:t>
      </w:r>
      <w:r>
        <w:rPr>
          <w:rFonts w:hint="default" w:ascii="Times New Roman" w:hAnsi="Times New Roman" w:cs="Times New Roman"/>
          <w:color w:val="auto"/>
          <w:highlight w:val="none"/>
        </w:rPr>
        <w:t>单位基本情况</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rPr>
          <w:rFonts w:hint="default" w:ascii="Times New Roman" w:hAnsi="Times New Roman" w:cs="Times New Roman"/>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spacing w:line="540" w:lineRule="exact"/>
        <w:rPr>
          <w:rFonts w:hint="default" w:ascii="Times New Roman" w:hAnsi="Times New Roman" w:eastAsia="黑体" w:cs="Times New Roman"/>
          <w:color w:val="auto"/>
          <w:highlight w:val="none"/>
          <w:lang w:eastAsia="zh-CN"/>
        </w:rPr>
      </w:pPr>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6</w:t>
      </w:r>
    </w:p>
    <w:p>
      <w:pPr>
        <w:spacing w:line="540" w:lineRule="exact"/>
        <w:rPr>
          <w:rFonts w:hint="default" w:ascii="Times New Roman" w:hAnsi="Times New Roman" w:cs="Times New Roman"/>
          <w:color w:val="auto"/>
          <w:highlight w:val="none"/>
        </w:rPr>
      </w:pPr>
    </w:p>
    <w:p>
      <w:pPr>
        <w:spacing w:line="54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项目预算说明书</w:t>
      </w:r>
    </w:p>
    <w:p>
      <w:pPr>
        <w:spacing w:line="540" w:lineRule="exact"/>
        <w:jc w:val="center"/>
        <w:rPr>
          <w:rFonts w:hint="default" w:ascii="Times New Roman" w:hAnsi="Times New Roman" w:eastAsia="方正小标宋简体" w:cs="Times New Roman"/>
          <w:color w:val="auto"/>
          <w:sz w:val="44"/>
          <w:szCs w:val="44"/>
          <w:highlight w:val="none"/>
        </w:rPr>
      </w:pPr>
    </w:p>
    <w:tbl>
      <w:tblPr>
        <w:tblStyle w:val="13"/>
        <w:tblW w:w="883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right"/>
        </w:trPr>
        <w:tc>
          <w:tcPr>
            <w:tcW w:w="8835" w:type="dxa"/>
            <w:noWrap w:val="0"/>
            <w:vAlign w:val="top"/>
          </w:tcPr>
          <w:p>
            <w:pPr>
              <w:ind w:firstLine="472" w:firstLineChars="200"/>
              <w:jc w:val="left"/>
              <w:rPr>
                <w:rFonts w:hint="default" w:ascii="Times New Roman" w:hAnsi="Times New Roman" w:eastAsia="宋体" w:cs="Times New Roman"/>
                <w:color w:val="auto"/>
                <w:highlight w:val="none"/>
              </w:rPr>
            </w:pPr>
            <w:r>
              <w:rPr>
                <w:rFonts w:hint="default" w:ascii="Times New Roman" w:hAnsi="Times New Roman" w:eastAsia="宋体" w:cs="Times New Roman"/>
                <w:b/>
                <w:bCs/>
                <w:color w:val="auto"/>
                <w:sz w:val="24"/>
                <w:szCs w:val="24"/>
                <w:highlight w:val="none"/>
              </w:rPr>
              <w:t>一、对承担单位和相关部门承诺提供的支撑条件进行详细说明，并针对项目实施可能形成的科技条件资源和成果，提出社会共享的方案。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right"/>
        </w:trPr>
        <w:tc>
          <w:tcPr>
            <w:tcW w:w="8835" w:type="dxa"/>
            <w:noWrap w:val="0"/>
            <w:vAlign w:val="top"/>
          </w:tcPr>
          <w:p>
            <w:pPr>
              <w:ind w:firstLine="105"/>
              <w:rPr>
                <w:rFonts w:hint="default" w:ascii="Times New Roman" w:hAnsi="Times New Roman" w:eastAsia="宋体" w:cs="Times New Roman"/>
                <w:b/>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right"/>
        </w:trPr>
        <w:tc>
          <w:tcPr>
            <w:tcW w:w="8835" w:type="dxa"/>
            <w:noWrap w:val="0"/>
            <w:vAlign w:val="top"/>
          </w:tcPr>
          <w:p>
            <w:pPr>
              <w:ind w:firstLine="472" w:firstLineChars="200"/>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color w:val="auto"/>
                <w:sz w:val="24"/>
                <w:szCs w:val="30"/>
                <w:highlight w:val="none"/>
              </w:rPr>
              <w:t>二、各科目支出的主要用途、与任务研究的相关性及测算方法、测算依据进行详细分析说明。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5" w:hRule="atLeast"/>
          <w:jc w:val="right"/>
        </w:trPr>
        <w:tc>
          <w:tcPr>
            <w:tcW w:w="8835" w:type="dxa"/>
            <w:noWrap w:val="0"/>
            <w:vAlign w:val="top"/>
          </w:tcPr>
          <w:p>
            <w:pPr>
              <w:ind w:firstLine="472"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color w:val="auto"/>
                <w:sz w:val="24"/>
                <w:szCs w:val="24"/>
                <w:highlight w:val="none"/>
              </w:rPr>
              <w:t>（一）研发设备费</w:t>
            </w:r>
            <w:r>
              <w:rPr>
                <w:rFonts w:hint="default" w:ascii="Times New Roman" w:hAnsi="Times New Roman" w:eastAsia="宋体" w:cs="Times New Roman"/>
                <w:color w:val="auto"/>
                <w:sz w:val="24"/>
                <w:szCs w:val="24"/>
                <w:highlight w:val="none"/>
              </w:rPr>
              <w:t>：请详细说明购置或试制研发设备及软件系统与研究任务的关系和必要性，设备用途、拟安置单位、现有同样设备的利用情况、设备与现有设备的配套情况。</w:t>
            </w:r>
          </w:p>
          <w:p>
            <w:pPr>
              <w:ind w:firstLine="472"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1、购置研发设备/软件系统：请列表说明设备名称、型号、类型、性能指标、生产国别与地区、数量、单价情况和与任务相关性。购置单价10万元及以上的研发设备/软件系统需提供三家以上产品报价单、与任务相关性及其联系电话的详细资料。</w:t>
            </w:r>
          </w:p>
          <w:p>
            <w:pPr>
              <w:ind w:firstLine="472"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试制研发设备或开发软件系统：试制或开发费用在10万元及以上的，请说明试制设备或开发软件系统的方案和成本构成等，在方案中必须包括试制或开发设备或软件系统的必要性、设备或软件系统的性能指标等，单笔10万元及以上的试制或开发费用购置需提供三家以上单位报价单、与任务相关性及其联系电话的详细资料。</w:t>
            </w:r>
          </w:p>
          <w:p>
            <w:pPr>
              <w:ind w:firstLine="472"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3、50万元以上的研发设备费须提供设备预期使用率和设备开放共享方案。</w:t>
            </w:r>
          </w:p>
          <w:p>
            <w:pPr>
              <w:ind w:firstLine="472" w:firstLineChars="200"/>
              <w:rPr>
                <w:rFonts w:hint="default" w:ascii="Times New Roman" w:hAnsi="Times New Roman" w:eastAsia="宋体" w:cs="Times New Roman"/>
                <w:b/>
                <w:color w:val="auto"/>
                <w:sz w:val="24"/>
                <w:szCs w:val="30"/>
                <w:highlight w:val="none"/>
              </w:rPr>
            </w:pPr>
            <w:r>
              <w:rPr>
                <w:rFonts w:hint="default" w:ascii="Times New Roman" w:hAnsi="Times New Roman" w:eastAsia="宋体" w:cs="Times New Roman"/>
                <w:color w:val="auto"/>
                <w:sz w:val="24"/>
                <w:szCs w:val="24"/>
                <w:highlight w:val="none"/>
              </w:rPr>
              <w:t>4、单价5000元及以上专用软件购置费在此项科目中填列。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right"/>
        </w:trPr>
        <w:tc>
          <w:tcPr>
            <w:tcW w:w="8835" w:type="dxa"/>
            <w:noWrap w:val="0"/>
            <w:vAlign w:val="top"/>
          </w:tcPr>
          <w:p>
            <w:pPr>
              <w:spacing w:line="360" w:lineRule="auto"/>
              <w:jc w:val="left"/>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研发设备费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right"/>
        </w:trPr>
        <w:tc>
          <w:tcPr>
            <w:tcW w:w="8835" w:type="dxa"/>
            <w:noWrap w:val="0"/>
            <w:vAlign w:val="top"/>
          </w:tcPr>
          <w:p>
            <w:pPr>
              <w:ind w:firstLine="472" w:firstLineChars="20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（二）材料费</w:t>
            </w:r>
            <w:r>
              <w:rPr>
                <w:rFonts w:hint="default" w:ascii="Times New Roman" w:hAnsi="Times New Roman" w:eastAsia="宋体" w:cs="Times New Roman"/>
                <w:color w:val="auto"/>
                <w:sz w:val="24"/>
                <w:szCs w:val="24"/>
                <w:highlight w:val="none"/>
              </w:rPr>
              <w:t>：请说明购置的各种材料与研究任务的关系和必要性、所需数量的测算依据，并详细列示总费用在5万元及以上或单价在1万元及以上的各种材料的名称、购买单价、购买数量以及总金额以及与任务相关性。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right"/>
        </w:trPr>
        <w:tc>
          <w:tcPr>
            <w:tcW w:w="8835" w:type="dxa"/>
            <w:noWrap w:val="0"/>
            <w:vAlign w:val="top"/>
          </w:tcPr>
          <w:p>
            <w:pP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材料费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right"/>
        </w:trPr>
        <w:tc>
          <w:tcPr>
            <w:tcW w:w="8835" w:type="dxa"/>
            <w:noWrap w:val="0"/>
            <w:vAlign w:val="top"/>
          </w:tcPr>
          <w:p>
            <w:pPr>
              <w:ind w:firstLine="472" w:firstLineChars="20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（三）测试化验加工费</w:t>
            </w:r>
            <w:r>
              <w:rPr>
                <w:rFonts w:hint="default" w:ascii="Times New Roman" w:hAnsi="Times New Roman" w:eastAsia="宋体" w:cs="Times New Roman"/>
                <w:color w:val="auto"/>
                <w:sz w:val="24"/>
                <w:szCs w:val="24"/>
                <w:highlight w:val="none"/>
              </w:rPr>
              <w:t>：请说明预算的各种测试化验与加工项目与研究任务的相关性和必要性、测试化验加工次数的测算依据、委托单位名称及委托该单位的理由与任务相关性等。并详细列示总费用在5万元及以上或单价在1万元及以上的各种测试化验加工内容、测试化验加工单位、计量单位、单价、数量、金额以及与任务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4" w:hRule="atLeast"/>
          <w:jc w:val="right"/>
        </w:trPr>
        <w:tc>
          <w:tcPr>
            <w:tcW w:w="8835" w:type="dxa"/>
            <w:noWrap w:val="0"/>
            <w:vAlign w:val="top"/>
          </w:tcPr>
          <w:p>
            <w:pP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测试化验加工费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right"/>
        </w:trPr>
        <w:tc>
          <w:tcPr>
            <w:tcW w:w="8835" w:type="dxa"/>
            <w:noWrap w:val="0"/>
            <w:vAlign w:val="top"/>
          </w:tcPr>
          <w:p>
            <w:pPr>
              <w:ind w:firstLine="472" w:firstLineChars="20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（四）燃料动力费</w:t>
            </w:r>
            <w:r>
              <w:rPr>
                <w:rFonts w:hint="default" w:ascii="Times New Roman" w:hAnsi="Times New Roman" w:eastAsia="宋体" w:cs="Times New Roman"/>
                <w:color w:val="auto"/>
                <w:sz w:val="24"/>
                <w:szCs w:val="24"/>
                <w:highlight w:val="none"/>
              </w:rPr>
              <w:t>：请说明预算的各种燃料与研究任务的相关性和必要性、所需数量、单价的测算依据等。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jc w:val="right"/>
        </w:trPr>
        <w:tc>
          <w:tcPr>
            <w:tcW w:w="8835" w:type="dxa"/>
            <w:noWrap w:val="0"/>
            <w:vAlign w:val="top"/>
          </w:tcPr>
          <w:p>
            <w:pP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燃料动力费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right"/>
        </w:trPr>
        <w:tc>
          <w:tcPr>
            <w:tcW w:w="8835" w:type="dxa"/>
            <w:noWrap w:val="0"/>
            <w:vAlign w:val="top"/>
          </w:tcPr>
          <w:p>
            <w:pPr>
              <w:ind w:firstLine="472"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color w:val="auto"/>
                <w:sz w:val="24"/>
                <w:szCs w:val="24"/>
                <w:highlight w:val="none"/>
              </w:rPr>
              <w:t>（五）差旅费</w:t>
            </w:r>
            <w:r>
              <w:rPr>
                <w:rFonts w:hint="default" w:ascii="Times New Roman" w:hAnsi="Times New Roman" w:eastAsia="宋体" w:cs="Times New Roman"/>
                <w:color w:val="auto"/>
                <w:sz w:val="24"/>
                <w:szCs w:val="24"/>
                <w:highlight w:val="none"/>
              </w:rPr>
              <w:t>：请说明预算的各项出差任务与研究任务的关系和必要性，以及出差任务、出差地点、次数、出差标准的预算依据。差旅费预算标准参照《辽宁省省直机关差旅费管理办法》（辽委办发〔2014〕13号）、《营口市市直机关差旅费管理暂行办法》（营委办发〔2014〕37号）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right"/>
        </w:trPr>
        <w:tc>
          <w:tcPr>
            <w:tcW w:w="8835" w:type="dxa"/>
            <w:noWrap w:val="0"/>
            <w:vAlign w:val="top"/>
          </w:tcPr>
          <w:p>
            <w:pPr>
              <w:rPr>
                <w:rFonts w:hint="default" w:ascii="Times New Roman" w:hAnsi="Times New Roman" w:eastAsia="宋体" w:cs="Times New Roman"/>
                <w:b/>
                <w:color w:val="auto"/>
                <w:sz w:val="24"/>
                <w:szCs w:val="30"/>
                <w:highlight w:val="none"/>
              </w:rPr>
            </w:pPr>
            <w:r>
              <w:rPr>
                <w:rFonts w:hint="default" w:ascii="Times New Roman" w:hAnsi="Times New Roman" w:eastAsia="宋体" w:cs="Times New Roman"/>
                <w:b/>
                <w:color w:val="auto"/>
                <w:sz w:val="24"/>
                <w:szCs w:val="24"/>
                <w:highlight w:val="none"/>
              </w:rPr>
              <w:t>差旅费</w:t>
            </w:r>
            <w:r>
              <w:rPr>
                <w:rFonts w:hint="default" w:ascii="Times New Roman" w:hAnsi="Times New Roman" w:eastAsia="宋体" w:cs="Times New Roman"/>
                <w:b/>
                <w:color w:val="auto"/>
                <w:sz w:val="24"/>
                <w:szCs w:val="30"/>
                <w:highlight w:val="none"/>
              </w:rPr>
              <w:t>分析说明：</w:t>
            </w:r>
          </w:p>
          <w:p>
            <w:pPr>
              <w:rPr>
                <w:rFonts w:hint="default" w:ascii="Times New Roman" w:hAnsi="Times New Roman" w:eastAsia="宋体" w:cs="Times New Roman"/>
                <w:b/>
                <w:color w:val="auto"/>
                <w:sz w:val="24"/>
                <w:szCs w:val="30"/>
                <w:highlight w:val="none"/>
              </w:rPr>
            </w:pPr>
          </w:p>
          <w:p>
            <w:pPr>
              <w:rPr>
                <w:rFonts w:hint="default" w:ascii="Times New Roman" w:hAnsi="Times New Roman" w:eastAsia="宋体"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right"/>
        </w:trPr>
        <w:tc>
          <w:tcPr>
            <w:tcW w:w="8835" w:type="dxa"/>
            <w:noWrap w:val="0"/>
            <w:vAlign w:val="top"/>
          </w:tcPr>
          <w:p>
            <w:pPr>
              <w:ind w:firstLine="472" w:firstLineChars="20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（六）会议费</w:t>
            </w:r>
            <w:r>
              <w:rPr>
                <w:rFonts w:hint="default" w:ascii="Times New Roman" w:hAnsi="Times New Roman" w:eastAsia="宋体" w:cs="Times New Roman"/>
                <w:color w:val="auto"/>
                <w:sz w:val="24"/>
                <w:szCs w:val="24"/>
                <w:highlight w:val="none"/>
              </w:rPr>
              <w:t>：请说明预算的各种会议与研究任务的关系和必要性，以及预算的会议内容、地点、参会人员、次数、会议标准的预算依据。会议预算标准参照《辽宁省省直机关会议费管理办法》（辽委办发〔2014〕12号）、《营口市市直机关会议费管理办法》（营委办发〔2014〕36号）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6" w:hRule="atLeast"/>
          <w:jc w:val="right"/>
        </w:trPr>
        <w:tc>
          <w:tcPr>
            <w:tcW w:w="8835" w:type="dxa"/>
            <w:noWrap w:val="0"/>
            <w:vAlign w:val="top"/>
          </w:tcPr>
          <w:p>
            <w:pPr>
              <w:rPr>
                <w:rFonts w:hint="default" w:ascii="Times New Roman" w:hAnsi="Times New Roman" w:eastAsia="宋体" w:cs="Times New Roman"/>
                <w:b/>
                <w:color w:val="auto"/>
                <w:sz w:val="24"/>
                <w:szCs w:val="30"/>
                <w:highlight w:val="none"/>
              </w:rPr>
            </w:pPr>
            <w:r>
              <w:rPr>
                <w:rFonts w:hint="default" w:ascii="Times New Roman" w:hAnsi="Times New Roman" w:eastAsia="宋体" w:cs="Times New Roman"/>
                <w:b/>
                <w:color w:val="auto"/>
                <w:sz w:val="24"/>
                <w:szCs w:val="24"/>
                <w:highlight w:val="none"/>
              </w:rPr>
              <w:t>会议费</w:t>
            </w:r>
            <w:r>
              <w:rPr>
                <w:rFonts w:hint="default" w:ascii="Times New Roman" w:hAnsi="Times New Roman" w:eastAsia="宋体" w:cs="Times New Roman"/>
                <w:b/>
                <w:color w:val="auto"/>
                <w:sz w:val="24"/>
                <w:szCs w:val="30"/>
                <w:highlight w:val="none"/>
              </w:rPr>
              <w:t>分析说明：</w:t>
            </w:r>
          </w:p>
          <w:p>
            <w:pPr>
              <w:rPr>
                <w:rFonts w:hint="default" w:ascii="Times New Roman" w:hAnsi="Times New Roman" w:eastAsia="宋体"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right"/>
        </w:trPr>
        <w:tc>
          <w:tcPr>
            <w:tcW w:w="8835" w:type="dxa"/>
            <w:noWrap w:val="0"/>
            <w:vAlign w:val="top"/>
          </w:tcPr>
          <w:p>
            <w:pPr>
              <w:ind w:firstLine="472" w:firstLineChars="20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（七）国际合作与交流费</w:t>
            </w:r>
            <w:r>
              <w:rPr>
                <w:rFonts w:hint="default" w:ascii="Times New Roman" w:hAnsi="Times New Roman" w:eastAsia="宋体" w:cs="Times New Roman"/>
                <w:color w:val="auto"/>
                <w:sz w:val="24"/>
                <w:szCs w:val="24"/>
                <w:highlight w:val="none"/>
              </w:rPr>
              <w:t>：请说明预算的各项国际合作与交流与研究任务的关系和必要性，并详细列示出访或邀请来华专家的国家或地区名称、机构名称、人数、天数、标准的预算依据。出国费用预算标准参照《因公临时出国经费管理办法》（财行〔2013〕516号）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jc w:val="right"/>
        </w:trPr>
        <w:tc>
          <w:tcPr>
            <w:tcW w:w="8835" w:type="dxa"/>
            <w:noWrap w:val="0"/>
            <w:vAlign w:val="top"/>
          </w:tcPr>
          <w:p>
            <w:pP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国际合作与交流费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right"/>
        </w:trPr>
        <w:tc>
          <w:tcPr>
            <w:tcW w:w="8835" w:type="dxa"/>
            <w:noWrap w:val="0"/>
            <w:vAlign w:val="top"/>
          </w:tcPr>
          <w:p>
            <w:pPr>
              <w:ind w:firstLine="472" w:firstLineChars="2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color w:val="auto"/>
                <w:sz w:val="24"/>
                <w:szCs w:val="24"/>
                <w:highlight w:val="none"/>
              </w:rPr>
              <w:t>（八）出版/文献/信息传播/知识产权事务费</w:t>
            </w:r>
            <w:r>
              <w:rPr>
                <w:rFonts w:hint="default" w:ascii="Times New Roman" w:hAnsi="Times New Roman" w:eastAsia="宋体" w:cs="Times New Roman"/>
                <w:color w:val="auto"/>
                <w:sz w:val="24"/>
                <w:szCs w:val="24"/>
                <w:highlight w:val="none"/>
              </w:rPr>
              <w:t>：请说明各项预算与研究任务的关系和必要性，以及数量、单价的预算依据。单价5000元以下的专用软件购置费在此项科目中填列。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9" w:hRule="atLeast"/>
          <w:jc w:val="right"/>
        </w:trPr>
        <w:tc>
          <w:tcPr>
            <w:tcW w:w="8835" w:type="dxa"/>
            <w:noWrap w:val="0"/>
            <w:vAlign w:val="top"/>
          </w:tcPr>
          <w:p>
            <w:pP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出版/文献/信息传播/知识产权事务费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right"/>
        </w:trPr>
        <w:tc>
          <w:tcPr>
            <w:tcW w:w="8835" w:type="dxa"/>
            <w:noWrap w:val="0"/>
            <w:vAlign w:val="top"/>
          </w:tcPr>
          <w:p>
            <w:pPr>
              <w:ind w:firstLine="472" w:firstLineChars="200"/>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（九）劳务费</w:t>
            </w:r>
            <w:r>
              <w:rPr>
                <w:rFonts w:hint="default" w:ascii="Times New Roman" w:hAnsi="Times New Roman" w:eastAsia="宋体" w:cs="Times New Roman"/>
                <w:color w:val="auto"/>
                <w:sz w:val="24"/>
                <w:szCs w:val="24"/>
                <w:highlight w:val="none"/>
              </w:rPr>
              <w:t>：请说明各种聘用人员在任务研究中承担的任务，以及聘用人数、支付标准的预算依据。（临时聘用人员主要指在课题研究周期内专门为该课题聘用的人员，单位长期聘用的或者签有长期劳务合同的人员不属于劳务费支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2" w:hRule="atLeast"/>
          <w:jc w:val="right"/>
        </w:trPr>
        <w:tc>
          <w:tcPr>
            <w:tcW w:w="8835" w:type="dxa"/>
            <w:noWrap w:val="0"/>
            <w:vAlign w:val="top"/>
          </w:tcPr>
          <w:p>
            <w:pP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劳务费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7" w:hRule="atLeast"/>
          <w:jc w:val="right"/>
        </w:trPr>
        <w:tc>
          <w:tcPr>
            <w:tcW w:w="8835" w:type="dxa"/>
            <w:noWrap w:val="0"/>
            <w:vAlign w:val="top"/>
          </w:tcPr>
          <w:p>
            <w:pPr>
              <w:pStyle w:val="12"/>
              <w:spacing w:before="0" w:beforeAutospacing="0" w:after="0" w:afterAutospacing="0" w:line="240" w:lineRule="auto"/>
              <w:ind w:firstLine="472" w:firstLineChars="200"/>
              <w:jc w:val="both"/>
              <w:rPr>
                <w:rFonts w:hint="default" w:ascii="Times New Roman" w:hAnsi="Times New Roman" w:cs="Times New Roman"/>
                <w:b/>
                <w:color w:val="auto"/>
                <w:kern w:val="2"/>
                <w:sz w:val="24"/>
                <w:szCs w:val="24"/>
                <w:highlight w:val="none"/>
              </w:rPr>
            </w:pPr>
            <w:r>
              <w:rPr>
                <w:rFonts w:hint="default" w:ascii="Times New Roman" w:hAnsi="Times New Roman" w:cs="Times New Roman"/>
                <w:b/>
                <w:color w:val="auto"/>
                <w:kern w:val="2"/>
                <w:sz w:val="24"/>
                <w:szCs w:val="24"/>
                <w:highlight w:val="none"/>
              </w:rPr>
              <w:t>（十）专家咨询费</w:t>
            </w:r>
            <w:r>
              <w:rPr>
                <w:rFonts w:hint="default" w:ascii="Times New Roman" w:hAnsi="Times New Roman" w:cs="Times New Roman"/>
                <w:color w:val="auto"/>
                <w:kern w:val="2"/>
                <w:sz w:val="24"/>
                <w:szCs w:val="24"/>
                <w:highlight w:val="none"/>
              </w:rPr>
              <w:t>：请说明预算的咨询专家与研究任务的关系和必要性，以及专家咨询内容和咨询专家人次数、支付标准的预算依据。</w:t>
            </w:r>
            <w:r>
              <w:rPr>
                <w:rFonts w:hint="default" w:ascii="Times New Roman" w:hAnsi="Times New Roman" w:cs="Times New Roman"/>
                <w:b/>
                <w:color w:val="auto"/>
                <w:kern w:val="2"/>
                <w:sz w:val="24"/>
                <w:szCs w:val="24"/>
                <w:highlight w:val="none"/>
              </w:rPr>
              <w:t>预算标准参照财政部《中央财政科研项目专家咨询费管理办法》（财科教〔2017〕128号）执行。</w:t>
            </w:r>
          </w:p>
          <w:p>
            <w:pPr>
              <w:spacing w:line="240" w:lineRule="exact"/>
              <w:ind w:firstLine="412"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第六条  高级专业技术职称人员的专家咨询费标准为</w:t>
            </w:r>
            <w:r>
              <w:rPr>
                <w:rFonts w:hint="default" w:ascii="Times New Roman" w:hAnsi="Times New Roman" w:eastAsia="宋体" w:cs="Times New Roman"/>
                <w:bCs/>
                <w:color w:val="auto"/>
                <w:sz w:val="21"/>
                <w:szCs w:val="21"/>
                <w:highlight w:val="none"/>
              </w:rPr>
              <w:t>1500-2400元</w:t>
            </w:r>
            <w:r>
              <w:rPr>
                <w:rFonts w:hint="default" w:ascii="Times New Roman" w:hAnsi="Times New Roman" w:eastAsia="宋体" w:cs="Times New Roman"/>
                <w:color w:val="auto"/>
                <w:sz w:val="21"/>
                <w:szCs w:val="21"/>
                <w:highlight w:val="none"/>
              </w:rPr>
              <w:t>／人天</w:t>
            </w:r>
            <w:r>
              <w:rPr>
                <w:rFonts w:hint="default" w:ascii="Times New Roman" w:hAnsi="Times New Roman" w:eastAsia="宋体" w:cs="Times New Roman"/>
                <w:bCs/>
                <w:color w:val="auto"/>
                <w:sz w:val="21"/>
                <w:szCs w:val="21"/>
                <w:highlight w:val="none"/>
              </w:rPr>
              <w:t>（税后）</w:t>
            </w:r>
            <w:r>
              <w:rPr>
                <w:rFonts w:hint="default" w:ascii="Times New Roman" w:hAnsi="Times New Roman" w:eastAsia="宋体" w:cs="Times New Roman"/>
                <w:color w:val="auto"/>
                <w:sz w:val="21"/>
                <w:szCs w:val="21"/>
                <w:highlight w:val="none"/>
              </w:rPr>
              <w:t>；其他专业人员的专家咨询费标准为</w:t>
            </w:r>
            <w:r>
              <w:rPr>
                <w:rFonts w:hint="default" w:ascii="Times New Roman" w:hAnsi="Times New Roman" w:eastAsia="宋体" w:cs="Times New Roman"/>
                <w:bCs/>
                <w:color w:val="auto"/>
                <w:sz w:val="21"/>
                <w:szCs w:val="21"/>
                <w:highlight w:val="none"/>
              </w:rPr>
              <w:t>900-1500元</w:t>
            </w:r>
            <w:r>
              <w:rPr>
                <w:rFonts w:hint="default" w:ascii="Times New Roman" w:hAnsi="Times New Roman" w:eastAsia="宋体" w:cs="Times New Roman"/>
                <w:color w:val="auto"/>
                <w:sz w:val="21"/>
                <w:szCs w:val="21"/>
                <w:highlight w:val="none"/>
              </w:rPr>
              <w:t>／人天</w:t>
            </w:r>
            <w:r>
              <w:rPr>
                <w:rFonts w:hint="default" w:ascii="Times New Roman" w:hAnsi="Times New Roman" w:eastAsia="宋体" w:cs="Times New Roman"/>
                <w:bCs/>
                <w:color w:val="auto"/>
                <w:sz w:val="21"/>
                <w:szCs w:val="21"/>
                <w:highlight w:val="none"/>
              </w:rPr>
              <w:t>（税后）</w:t>
            </w:r>
            <w:r>
              <w:rPr>
                <w:rFonts w:hint="default" w:ascii="Times New Roman" w:hAnsi="Times New Roman" w:eastAsia="宋体" w:cs="Times New Roman"/>
                <w:color w:val="auto"/>
                <w:sz w:val="21"/>
                <w:szCs w:val="21"/>
                <w:highlight w:val="none"/>
              </w:rPr>
              <w:t>。</w:t>
            </w:r>
          </w:p>
          <w:p>
            <w:pPr>
              <w:spacing w:line="240" w:lineRule="exact"/>
              <w:ind w:firstLine="412"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第七条  院士、全国知名专家，可按照高级专业技术职称人员的专家咨询费标准上浮50%执行。</w:t>
            </w:r>
          </w:p>
          <w:p>
            <w:pPr>
              <w:spacing w:line="240" w:lineRule="exact"/>
              <w:ind w:firstLine="412"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第八条  本办法所指专家咨询活动的组织形式主要有会议、</w:t>
            </w:r>
            <w:bookmarkStart w:id="0" w:name="OLE_LINK1"/>
            <w:r>
              <w:rPr>
                <w:rFonts w:hint="default" w:ascii="Times New Roman" w:hAnsi="Times New Roman" w:eastAsia="宋体" w:cs="Times New Roman"/>
                <w:bCs/>
                <w:color w:val="auto"/>
                <w:sz w:val="21"/>
                <w:szCs w:val="21"/>
                <w:highlight w:val="none"/>
              </w:rPr>
              <w:t>现场访谈或者勘察</w:t>
            </w:r>
            <w:bookmarkEnd w:id="0"/>
            <w:r>
              <w:rPr>
                <w:rFonts w:hint="default" w:ascii="Times New Roman" w:hAnsi="Times New Roman" w:eastAsia="宋体" w:cs="Times New Roman"/>
                <w:bCs/>
                <w:color w:val="auto"/>
                <w:sz w:val="21"/>
                <w:szCs w:val="21"/>
                <w:highlight w:val="none"/>
              </w:rPr>
              <w:t>、</w:t>
            </w:r>
            <w:r>
              <w:rPr>
                <w:rFonts w:hint="default" w:ascii="Times New Roman" w:hAnsi="Times New Roman" w:eastAsia="宋体" w:cs="Times New Roman"/>
                <w:color w:val="auto"/>
                <w:sz w:val="21"/>
                <w:szCs w:val="21"/>
                <w:highlight w:val="none"/>
              </w:rPr>
              <w:t>通讯三种形式。</w:t>
            </w:r>
          </w:p>
          <w:p>
            <w:pPr>
              <w:spacing w:line="240" w:lineRule="exact"/>
              <w:ind w:firstLine="412"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（1）以会议形式组织的咨询，是指通过召开专家参加的会议，征询专家的意见和建议。</w:t>
            </w:r>
          </w:p>
          <w:p>
            <w:pPr>
              <w:spacing w:line="240" w:lineRule="exact"/>
              <w:ind w:firstLine="412" w:firstLineChars="200"/>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rPr>
              <w:t>（2）以现场访谈或者勘察形式组织的咨询，是指通过组织现场谈话，或者查看实地、实物、原始业务资料等方式征询专家的意见和建议。</w:t>
            </w:r>
          </w:p>
          <w:p>
            <w:pPr>
              <w:spacing w:line="240" w:lineRule="exact"/>
              <w:ind w:firstLine="412"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（3）以通讯形式组织的咨询，是指通过信函、邮件等方式征询专家的意见和建议。</w:t>
            </w:r>
          </w:p>
          <w:p>
            <w:pPr>
              <w:spacing w:line="240" w:lineRule="exact"/>
              <w:ind w:firstLine="412" w:firstLineChars="200"/>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rPr>
              <w:t>第九条  不同形式组织的专家咨询活动适用专家咨询费标准如下：</w:t>
            </w:r>
          </w:p>
          <w:tbl>
            <w:tblPr>
              <w:tblStyle w:val="13"/>
              <w:tblW w:w="7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2"/>
              <w:gridCol w:w="1684"/>
              <w:gridCol w:w="180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792" w:type="dxa"/>
                  <w:noWrap w:val="0"/>
                  <w:vAlign w:val="top"/>
                </w:tcPr>
                <w:p>
                  <w:pPr>
                    <w:spacing w:line="360" w:lineRule="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mc:AlternateContent>
                      <mc:Choice Requires="wps">
                        <w:drawing>
                          <wp:anchor distT="0" distB="0" distL="114300" distR="114300" simplePos="0" relativeHeight="251660288" behindDoc="1" locked="0" layoutInCell="1" allowOverlap="1">
                            <wp:simplePos x="0" y="0"/>
                            <wp:positionH relativeFrom="column">
                              <wp:posOffset>544195</wp:posOffset>
                            </wp:positionH>
                            <wp:positionV relativeFrom="paragraph">
                              <wp:posOffset>10795</wp:posOffset>
                            </wp:positionV>
                            <wp:extent cx="627380" cy="245745"/>
                            <wp:effectExtent l="4445" t="4445" r="15875" b="16510"/>
                            <wp:wrapNone/>
                            <wp:docPr id="2" name="文本框 80"/>
                            <wp:cNvGraphicFramePr/>
                            <a:graphic xmlns:a="http://schemas.openxmlformats.org/drawingml/2006/main">
                              <a:graphicData uri="http://schemas.microsoft.com/office/word/2010/wordprocessingShape">
                                <wps:wsp>
                                  <wps:cNvSpPr txBox="true"/>
                                  <wps:spPr>
                                    <a:xfrm>
                                      <a:off x="0" y="0"/>
                                      <a:ext cx="627380" cy="24574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b/>
                                            <w:bCs/>
                                            <w:sz w:val="21"/>
                                            <w:szCs w:val="21"/>
                                          </w:rPr>
                                        </w:pPr>
                                        <w:bookmarkStart w:id="3" w:name="OLE_LINK2"/>
                                        <w:r>
                                          <w:rPr>
                                            <w:rFonts w:hint="eastAsia"/>
                                            <w:b/>
                                            <w:bCs/>
                                            <w:sz w:val="21"/>
                                            <w:szCs w:val="21"/>
                                          </w:rPr>
                                          <w:t>会期</w:t>
                                        </w:r>
                                        <w:bookmarkEnd w:id="3"/>
                                      </w:p>
                                    </w:txbxContent>
                                  </wps:txbx>
                                  <wps:bodyPr wrap="square" upright="true"/>
                                </wps:wsp>
                              </a:graphicData>
                            </a:graphic>
                          </wp:anchor>
                        </w:drawing>
                      </mc:Choice>
                      <mc:Fallback>
                        <w:pict>
                          <v:shape id="文本框 80" o:spid="_x0000_s1026" o:spt="202" type="#_x0000_t202" style="position:absolute;left:0pt;margin-left:42.85pt;margin-top:0.85pt;height:19.35pt;width:49.4pt;z-index:-251656192;mso-width-relative:page;mso-height-relative:page;" fillcolor="#FFFFFF" filled="t" stroked="t" coordsize="21600,21600" o:gfxdata="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LnWwUtUAAAAHAQAADwAAAAAAAAABACAAAAA4&#10;AAAAZHJzL2Rvd25yZXYueG1sUEsBAhQAFAAAAAgAh07iQHX7o1/3AQAA/AMAAA4AAAAAAAAAAQAg&#10;AAAAOgEAAGRycy9lMm9Eb2MueG1sUEsFBgAAAAAGAAYAWQEAAKMFAAAAAA==&#10;">
                            <v:fill on="t" focussize="0,0"/>
                            <v:stroke color="#FFFFFF" joinstyle="miter"/>
                            <v:imagedata o:title=""/>
                            <o:lock v:ext="edit" aspectratio="f"/>
                            <v:textbox>
                              <w:txbxContent>
                                <w:p>
                                  <w:pPr>
                                    <w:spacing w:line="240" w:lineRule="exact"/>
                                    <w:rPr>
                                      <w:b/>
                                      <w:bCs/>
                                      <w:sz w:val="21"/>
                                      <w:szCs w:val="21"/>
                                    </w:rPr>
                                  </w:pPr>
                                  <w:bookmarkStart w:id="3" w:name="OLE_LINK2"/>
                                  <w:r>
                                    <w:rPr>
                                      <w:rFonts w:hint="eastAsia"/>
                                      <w:b/>
                                      <w:bCs/>
                                      <w:sz w:val="21"/>
                                      <w:szCs w:val="21"/>
                                    </w:rPr>
                                    <w:t>会期</w:t>
                                  </w:r>
                                  <w:bookmarkEnd w:id="3"/>
                                </w:p>
                              </w:txbxContent>
                            </v:textbox>
                          </v:shape>
                        </w:pict>
                      </mc:Fallback>
                    </mc:AlternateContent>
                  </w:r>
                  <w:r>
                    <w:rPr>
                      <w:rFonts w:hint="default" w:ascii="Times New Roman" w:hAnsi="Times New Roman" w:cs="Times New Roman"/>
                      <w:color w:val="auto"/>
                      <w:sz w:val="21"/>
                      <w:szCs w:val="21"/>
                      <w:highlight w:val="none"/>
                    </w:rPr>
                    <mc:AlternateContent>
                      <mc:Choice Requires="wps">
                        <w:drawing>
                          <wp:anchor distT="0" distB="0" distL="114300" distR="114300" simplePos="0" relativeHeight="251659264" behindDoc="1" locked="0" layoutInCell="1" allowOverlap="1">
                            <wp:simplePos x="0" y="0"/>
                            <wp:positionH relativeFrom="column">
                              <wp:posOffset>-151130</wp:posOffset>
                            </wp:positionH>
                            <wp:positionV relativeFrom="paragraph">
                              <wp:posOffset>157480</wp:posOffset>
                            </wp:positionV>
                            <wp:extent cx="800100" cy="297180"/>
                            <wp:effectExtent l="4445" t="4445" r="14605" b="22225"/>
                            <wp:wrapNone/>
                            <wp:docPr id="1" name="文本框 81"/>
                            <wp:cNvGraphicFramePr/>
                            <a:graphic xmlns:a="http://schemas.openxmlformats.org/drawingml/2006/main">
                              <a:graphicData uri="http://schemas.microsoft.com/office/word/2010/wordprocessingShape">
                                <wps:wsp>
                                  <wps:cNvSpPr txBox="true"/>
                                  <wps:spPr>
                                    <a:xfrm>
                                      <a:off x="0" y="0"/>
                                      <a:ext cx="800100" cy="29718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40" w:lineRule="exact"/>
                                          <w:rPr>
                                            <w:rFonts w:eastAsia="宋体"/>
                                            <w:b/>
                                            <w:bCs/>
                                            <w:sz w:val="21"/>
                                            <w:szCs w:val="21"/>
                                          </w:rPr>
                                        </w:pPr>
                                        <w:r>
                                          <w:rPr>
                                            <w:rFonts w:hint="eastAsia" w:eastAsia="宋体"/>
                                            <w:b/>
                                            <w:bCs/>
                                            <w:sz w:val="21"/>
                                            <w:szCs w:val="21"/>
                                          </w:rPr>
                                          <w:t>组织形式</w:t>
                                        </w:r>
                                      </w:p>
                                    </w:txbxContent>
                                  </wps:txbx>
                                  <wps:bodyPr wrap="square" upright="true"/>
                                </wps:wsp>
                              </a:graphicData>
                            </a:graphic>
                          </wp:anchor>
                        </w:drawing>
                      </mc:Choice>
                      <mc:Fallback>
                        <w:pict>
                          <v:shape id="文本框 81" o:spid="_x0000_s1026" o:spt="202" type="#_x0000_t202" style="position:absolute;left:0pt;margin-left:-11.9pt;margin-top:12.4pt;height:23.4pt;width:63pt;z-index:-251657216;mso-width-relative:page;mso-height-relative:page;" fillcolor="#FFFFFF" filled="t" stroked="t" coordsize="21600,21600" o:gfxdata="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MK5VvfXAAAACQEAAA8AAAAAAAAAAQAg&#10;AAAAOAAAAGRycy9kb3ducmV2LnhtbFBLAQIUABQAAAAIAIdO4kC9OiGD+QEAAPwDAAAOAAAAAAAA&#10;AAEAIAAAADwBAABkcnMvZTJvRG9jLnhtbFBLBQYAAAAABgAGAFkBAACnBQAAAAA=&#10;">
                            <v:fill on="t" focussize="0,0"/>
                            <v:stroke color="#FFFFFF" joinstyle="miter"/>
                            <v:imagedata o:title=""/>
                            <o:lock v:ext="edit" aspectratio="f"/>
                            <v:textbox>
                              <w:txbxContent>
                                <w:p>
                                  <w:pPr>
                                    <w:spacing w:line="240" w:lineRule="exact"/>
                                    <w:rPr>
                                      <w:rFonts w:eastAsia="宋体"/>
                                      <w:b/>
                                      <w:bCs/>
                                      <w:sz w:val="21"/>
                                      <w:szCs w:val="21"/>
                                    </w:rPr>
                                  </w:pPr>
                                  <w:r>
                                    <w:rPr>
                                      <w:rFonts w:hint="eastAsia" w:eastAsia="宋体"/>
                                      <w:b/>
                                      <w:bCs/>
                                      <w:sz w:val="21"/>
                                      <w:szCs w:val="21"/>
                                    </w:rPr>
                                    <w:t>组织形式</w:t>
                                  </w:r>
                                </w:p>
                              </w:txbxContent>
                            </v:textbox>
                          </v:shape>
                        </w:pict>
                      </mc:Fallback>
                    </mc:AlternateContent>
                  </w:r>
                  <w:r>
                    <w:rPr>
                      <w:rFonts w:hint="default" w:ascii="Times New Roman" w:hAnsi="Times New Roman" w:cs="Times New Roman"/>
                      <w:color w:val="auto"/>
                      <w:sz w:val="21"/>
                      <w:szCs w:val="21"/>
                      <w:highlight w:val="none"/>
                    </w:rPr>
                    <mc:AlternateContent>
                      <mc:Choice Requires="wps">
                        <w:drawing>
                          <wp:anchor distT="0" distB="0" distL="114300" distR="114300" simplePos="0" relativeHeight="251664384" behindDoc="0" locked="0" layoutInCell="1" allowOverlap="1">
                            <wp:simplePos x="0" y="0"/>
                            <wp:positionH relativeFrom="column">
                              <wp:posOffset>-45720</wp:posOffset>
                            </wp:positionH>
                            <wp:positionV relativeFrom="paragraph">
                              <wp:posOffset>30480</wp:posOffset>
                            </wp:positionV>
                            <wp:extent cx="1089025" cy="359410"/>
                            <wp:effectExtent l="1270" t="4445" r="14605" b="17145"/>
                            <wp:wrapNone/>
                            <wp:docPr id="6" name="直线 82"/>
                            <wp:cNvGraphicFramePr/>
                            <a:graphic xmlns:a="http://schemas.openxmlformats.org/drawingml/2006/main">
                              <a:graphicData uri="http://schemas.microsoft.com/office/word/2010/wordprocessingShape">
                                <wps:wsp>
                                  <wps:cNvCnPr/>
                                  <wps:spPr>
                                    <a:xfrm>
                                      <a:off x="0" y="0"/>
                                      <a:ext cx="1089025" cy="35941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82" o:spid="_x0000_s1026" o:spt="20" style="position:absolute;left:0pt;margin-left:-3.6pt;margin-top:2.4pt;height:28.3pt;width:85.75pt;z-index:251664384;mso-width-relative:page;mso-height-relative:page;" filled="f" stroked="t" coordsize="21600,21600" o:gfxdata="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Amg&#10;b3LWAAAABwEAAA8AAAAAAAAAAQAgAAAAOAAAAGRycy9kb3ducmV2LnhtbFBLAQIUABQAAAAIAIdO&#10;4kBAGda81gEAAJYDAAAOAAAAAAAAAAEAIAAAADsBAABkcnMvZTJvRG9jLnhtbFBLBQYAAAAABgAG&#10;AFkBAACDBQAAAAA=&#10;">
                            <v:fill on="f" focussize="0,0"/>
                            <v:stroke color="#000000" joinstyle="round"/>
                            <v:imagedata o:title=""/>
                            <o:lock v:ext="edit" aspectratio="f"/>
                          </v:line>
                        </w:pict>
                      </mc:Fallback>
                    </mc:AlternateContent>
                  </w:r>
                </w:p>
              </w:tc>
              <w:tc>
                <w:tcPr>
                  <w:tcW w:w="1684" w:type="dxa"/>
                  <w:noWrap w:val="0"/>
                  <w:vAlign w:val="center"/>
                </w:tcPr>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半天</w:t>
                  </w:r>
                </w:p>
              </w:tc>
              <w:tc>
                <w:tcPr>
                  <w:tcW w:w="1800" w:type="dxa"/>
                  <w:noWrap w:val="0"/>
                  <w:vAlign w:val="center"/>
                </w:tcPr>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不超过两天</w:t>
                  </w:r>
                </w:p>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（含两天）</w:t>
                  </w:r>
                </w:p>
              </w:tc>
              <w:tc>
                <w:tcPr>
                  <w:tcW w:w="2700" w:type="dxa"/>
                  <w:noWrap w:val="0"/>
                  <w:vAlign w:val="center"/>
                </w:tcPr>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超过两天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1792" w:type="dxa"/>
                  <w:noWrap w:val="0"/>
                  <w:vAlign w:val="center"/>
                </w:tcPr>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会议</w:t>
                  </w:r>
                </w:p>
              </w:tc>
              <w:tc>
                <w:tcPr>
                  <w:tcW w:w="1684" w:type="dxa"/>
                  <w:noWrap w:val="0"/>
                  <w:vAlign w:val="center"/>
                </w:tcPr>
                <w:p>
                  <w:pPr>
                    <w:spacing w:line="240" w:lineRule="exact"/>
                    <w:rPr>
                      <w:rFonts w:hint="default" w:ascii="Times New Roman" w:hAnsi="Times New Roman" w:eastAsia="宋体" w:cs="Times New Roman"/>
                      <w:color w:val="auto"/>
                      <w:sz w:val="21"/>
                      <w:szCs w:val="21"/>
                      <w:highlight w:val="none"/>
                    </w:rPr>
                  </w:pPr>
                  <w:bookmarkStart w:id="1" w:name="OLE_LINK4"/>
                  <w:r>
                    <w:rPr>
                      <w:rFonts w:hint="default" w:ascii="Times New Roman" w:hAnsi="Times New Roman" w:eastAsia="宋体" w:cs="Times New Roman"/>
                      <w:color w:val="auto"/>
                      <w:sz w:val="21"/>
                      <w:szCs w:val="21"/>
                      <w:highlight w:val="none"/>
                    </w:rPr>
                    <w:t>按照本办法第六条所规定标准的60%执行</w:t>
                  </w:r>
                  <w:bookmarkEnd w:id="1"/>
                  <w:r>
                    <w:rPr>
                      <w:rFonts w:hint="default" w:ascii="Times New Roman" w:hAnsi="Times New Roman" w:eastAsia="宋体" w:cs="Times New Roman"/>
                      <w:color w:val="auto"/>
                      <w:sz w:val="21"/>
                      <w:szCs w:val="21"/>
                      <w:highlight w:val="none"/>
                    </w:rPr>
                    <w:t>。</w:t>
                  </w:r>
                </w:p>
              </w:tc>
              <w:tc>
                <w:tcPr>
                  <w:tcW w:w="1800" w:type="dxa"/>
                  <w:noWrap w:val="0"/>
                  <w:vAlign w:val="center"/>
                </w:tcPr>
                <w:p>
                  <w:pPr>
                    <w:spacing w:line="240" w:lineRule="exact"/>
                    <w:rPr>
                      <w:rFonts w:hint="default" w:ascii="Times New Roman" w:hAnsi="Times New Roman" w:eastAsia="宋体" w:cs="Times New Roman"/>
                      <w:color w:val="auto"/>
                      <w:sz w:val="21"/>
                      <w:szCs w:val="21"/>
                      <w:highlight w:val="none"/>
                    </w:rPr>
                  </w:pPr>
                  <w:bookmarkStart w:id="2" w:name="OLE_LINK3"/>
                  <w:r>
                    <w:rPr>
                      <w:rFonts w:hint="default" w:ascii="Times New Roman" w:hAnsi="Times New Roman" w:eastAsia="宋体" w:cs="Times New Roman"/>
                      <w:color w:val="auto"/>
                      <w:sz w:val="21"/>
                      <w:szCs w:val="21"/>
                      <w:highlight w:val="none"/>
                    </w:rPr>
                    <w:t>按照本办法第六条所规定的标准执行</w:t>
                  </w:r>
                  <w:bookmarkEnd w:id="2"/>
                  <w:r>
                    <w:rPr>
                      <w:rFonts w:hint="default" w:ascii="Times New Roman" w:hAnsi="Times New Roman" w:eastAsia="宋体" w:cs="Times New Roman"/>
                      <w:color w:val="auto"/>
                      <w:sz w:val="21"/>
                      <w:szCs w:val="21"/>
                      <w:highlight w:val="none"/>
                    </w:rPr>
                    <w:t>。</w:t>
                  </w:r>
                </w:p>
              </w:tc>
              <w:tc>
                <w:tcPr>
                  <w:tcW w:w="2700" w:type="dxa"/>
                  <w:noWrap w:val="0"/>
                  <w:vAlign w:val="center"/>
                </w:tcPr>
                <w:p>
                  <w:pPr>
                    <w:spacing w:line="240" w:lineRule="exac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第一天、第二天：按照本办法第六条所规定的标准执行；</w:t>
                  </w:r>
                </w:p>
                <w:p>
                  <w:pPr>
                    <w:spacing w:line="240" w:lineRule="exac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第三天及以后：按照本办法第六条所规定标准的50%执行。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792" w:type="dxa"/>
                  <w:noWrap w:val="0"/>
                  <w:vAlign w:val="center"/>
                </w:tcPr>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现场访谈</w:t>
                  </w:r>
                </w:p>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或者勘察</w:t>
                  </w:r>
                </w:p>
              </w:tc>
              <w:tc>
                <w:tcPr>
                  <w:tcW w:w="6184" w:type="dxa"/>
                  <w:gridSpan w:val="3"/>
                  <w:noWrap w:val="0"/>
                  <w:vAlign w:val="center"/>
                </w:tcPr>
                <w:p>
                  <w:pP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按照上述以会议形式组织的专家咨询费相关标准执行。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92" w:type="dxa"/>
                  <w:noWrap w:val="0"/>
                  <w:vAlign w:val="center"/>
                </w:tcPr>
                <w:p>
                  <w:pPr>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rPr>
                    <w:t>通讯</w:t>
                  </w:r>
                </w:p>
              </w:tc>
              <w:tc>
                <w:tcPr>
                  <w:tcW w:w="6184" w:type="dxa"/>
                  <w:gridSpan w:val="3"/>
                  <w:noWrap w:val="0"/>
                  <w:vAlign w:val="center"/>
                </w:tcPr>
                <w:p>
                  <w:pPr>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按次计算，每次按照本办法第六条所规定标准的20-50%执行。</w:t>
                  </w:r>
                </w:p>
              </w:tc>
            </w:tr>
          </w:tbl>
          <w:p>
            <w:pPr>
              <w:rPr>
                <w:rFonts w:hint="default" w:ascii="Times New Roman" w:hAnsi="Times New Roman" w:eastAsia="宋体"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right"/>
        </w:trPr>
        <w:tc>
          <w:tcPr>
            <w:tcW w:w="8835" w:type="dxa"/>
            <w:noWrap w:val="0"/>
            <w:vAlign w:val="top"/>
          </w:tcPr>
          <w:p>
            <w:pPr>
              <w:rPr>
                <w:rFonts w:hint="default" w:ascii="Times New Roman" w:hAnsi="Times New Roman" w:cs="Times New Roman"/>
                <w:b/>
                <w:color w:val="auto"/>
                <w:sz w:val="24"/>
                <w:szCs w:val="24"/>
                <w:highlight w:val="none"/>
              </w:rPr>
            </w:pPr>
            <w:r>
              <w:rPr>
                <w:rFonts w:hint="default" w:ascii="Times New Roman" w:hAnsi="Times New Roman" w:eastAsia="宋体" w:cs="Times New Roman"/>
                <w:b/>
                <w:color w:val="auto"/>
                <w:sz w:val="24"/>
                <w:szCs w:val="24"/>
                <w:highlight w:val="none"/>
              </w:rPr>
              <w:t>专家咨询费</w:t>
            </w:r>
            <w:r>
              <w:rPr>
                <w:rFonts w:hint="default" w:ascii="Times New Roman" w:hAnsi="Times New Roman" w:eastAsia="宋体" w:cs="Times New Roman"/>
                <w:b/>
                <w:color w:val="auto"/>
                <w:sz w:val="24"/>
                <w:szCs w:val="30"/>
                <w:highlight w:val="none"/>
              </w:rPr>
              <w:t>分析说明：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right"/>
        </w:trPr>
        <w:tc>
          <w:tcPr>
            <w:tcW w:w="8835" w:type="dxa"/>
            <w:noWrap w:val="0"/>
            <w:vAlign w:val="top"/>
          </w:tcPr>
          <w:p>
            <w:pPr>
              <w:pStyle w:val="12"/>
              <w:spacing w:before="0" w:beforeAutospacing="0" w:after="0" w:afterAutospacing="0" w:line="240" w:lineRule="auto"/>
              <w:ind w:firstLine="472" w:firstLineChars="200"/>
              <w:jc w:val="both"/>
              <w:rPr>
                <w:rFonts w:hint="default" w:ascii="Times New Roman" w:hAnsi="Times New Roman" w:cs="Times New Roman"/>
                <w:b/>
                <w:color w:val="auto"/>
                <w:kern w:val="2"/>
                <w:sz w:val="24"/>
                <w:szCs w:val="24"/>
                <w:highlight w:val="none"/>
              </w:rPr>
            </w:pPr>
            <w:r>
              <w:rPr>
                <w:rFonts w:hint="default" w:ascii="Times New Roman" w:hAnsi="Times New Roman" w:cs="Times New Roman"/>
                <w:b/>
                <w:color w:val="auto"/>
                <w:sz w:val="24"/>
                <w:szCs w:val="30"/>
                <w:highlight w:val="none"/>
              </w:rPr>
              <w:t>三、除申请专项经费资助以外其他渠道来源经费情况说明</w:t>
            </w:r>
            <w:r>
              <w:rPr>
                <w:rFonts w:hint="default" w:ascii="Times New Roman" w:hAnsi="Times New Roman" w:cs="Times New Roman"/>
                <w:color w:val="auto"/>
                <w:sz w:val="24"/>
                <w:szCs w:val="30"/>
                <w:highlight w:val="none"/>
              </w:rPr>
              <w:t>（需说明经费的来源、用途以及落实和到位情况）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right"/>
        </w:trPr>
        <w:tc>
          <w:tcPr>
            <w:tcW w:w="8835" w:type="dxa"/>
            <w:noWrap w:val="0"/>
            <w:vAlign w:val="top"/>
          </w:tcPr>
          <w:p>
            <w:pPr>
              <w:pStyle w:val="12"/>
              <w:ind w:firstLine="472" w:firstLineChars="200"/>
              <w:jc w:val="both"/>
              <w:rPr>
                <w:rFonts w:hint="default" w:ascii="Times New Roman" w:hAnsi="Times New Roman" w:cs="Times New Roman"/>
                <w:b/>
                <w:color w:val="auto"/>
                <w:sz w:val="24"/>
                <w:szCs w:val="30"/>
                <w:highlight w:val="none"/>
              </w:rPr>
            </w:pPr>
          </w:p>
        </w:tc>
      </w:tr>
    </w:tbl>
    <w:p>
      <w:pPr>
        <w:spacing w:line="400" w:lineRule="exact"/>
        <w:ind w:firstLine="236" w:firstLineChars="100"/>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注: 1．县（市）区、</w:t>
      </w:r>
      <w:r>
        <w:rPr>
          <w:rFonts w:hint="default" w:ascii="Times New Roman" w:hAnsi="Times New Roman" w:eastAsia="宋体" w:cs="Times New Roman"/>
          <w:color w:val="auto"/>
          <w:sz w:val="24"/>
          <w:szCs w:val="24"/>
          <w:highlight w:val="none"/>
          <w:lang w:val="en-US" w:eastAsia="zh-CN"/>
        </w:rPr>
        <w:t>开发区（</w:t>
      </w:r>
      <w:r>
        <w:rPr>
          <w:rFonts w:hint="default" w:ascii="Times New Roman" w:hAnsi="Times New Roman" w:eastAsia="宋体" w:cs="Times New Roman"/>
          <w:color w:val="auto"/>
          <w:sz w:val="24"/>
          <w:szCs w:val="24"/>
          <w:highlight w:val="none"/>
        </w:rPr>
        <w:t>园区</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财政资金配套提供的经费，需提供相关部门意见。</w:t>
      </w:r>
    </w:p>
    <w:p>
      <w:pPr>
        <w:spacing w:line="400" w:lineRule="exact"/>
        <w:ind w:firstLine="630" w:firstLineChars="267"/>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2．承担单位自筹提供经费，需提供承担单位承诺书。</w:t>
      </w:r>
    </w:p>
    <w:p>
      <w:pPr>
        <w:spacing w:line="400" w:lineRule="exact"/>
        <w:ind w:firstLine="630" w:firstLineChars="267"/>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3．其他渠道提供的捐助，需提供资金来源证明以及依托单位证明。</w:t>
      </w:r>
    </w:p>
    <w:p>
      <w:pPr>
        <w:spacing w:line="540" w:lineRule="exact"/>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7</w:t>
      </w:r>
    </w:p>
    <w:p>
      <w:pPr>
        <w:spacing w:line="540" w:lineRule="exact"/>
        <w:rPr>
          <w:rFonts w:hint="default" w:ascii="Times New Roman" w:hAnsi="Times New Roman" w:eastAsia="黑体" w:cs="Times New Roman"/>
          <w:b/>
          <w:bCs/>
          <w:color w:val="auto"/>
          <w:highlight w:val="none"/>
          <w:lang w:val="en-US" w:eastAsia="zh-CN"/>
        </w:rPr>
      </w:pPr>
    </w:p>
    <w:p>
      <w:pPr>
        <w:spacing w:line="72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揭榜意向表</w:t>
      </w:r>
    </w:p>
    <w:p>
      <w:pPr>
        <w:jc w:val="center"/>
        <w:rPr>
          <w:rFonts w:hint="default" w:ascii="Times New Roman" w:hAnsi="Times New Roman" w:cs="Times New Roman"/>
          <w:b/>
          <w:color w:val="auto"/>
          <w:sz w:val="24"/>
          <w:highlight w:val="none"/>
        </w:rPr>
      </w:pPr>
    </w:p>
    <w:tbl>
      <w:tblPr>
        <w:tblStyle w:val="13"/>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559"/>
        <w:gridCol w:w="1417"/>
        <w:gridCol w:w="1560"/>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874" w:type="dxa"/>
            <w:gridSpan w:val="5"/>
            <w:noWrap w:val="0"/>
            <w:vAlign w:val="center"/>
          </w:tcPr>
          <w:p>
            <w:pPr>
              <w:rPr>
                <w:rFonts w:hint="default" w:ascii="Times New Roman" w:hAnsi="Times New Roman" w:eastAsia="黑体" w:cs="Times New Roman"/>
                <w:b/>
                <w:color w:val="auto"/>
                <w:sz w:val="28"/>
                <w:szCs w:val="28"/>
                <w:highlight w:val="none"/>
              </w:rPr>
            </w:pPr>
            <w:r>
              <w:rPr>
                <w:rFonts w:hint="default" w:ascii="Times New Roman" w:hAnsi="Times New Roman" w:eastAsia="黑体" w:cs="Times New Roman"/>
                <w:b/>
                <w:color w:val="auto"/>
                <w:sz w:val="28"/>
                <w:szCs w:val="28"/>
                <w:highlight w:val="none"/>
              </w:rPr>
              <w:t>一、发榜单位基本信息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榜单名称</w:t>
            </w:r>
          </w:p>
        </w:tc>
        <w:tc>
          <w:tcPr>
            <w:tcW w:w="6072" w:type="dxa"/>
            <w:gridSpan w:val="4"/>
            <w:noWrap w:val="0"/>
            <w:vAlign w:val="center"/>
          </w:tcPr>
          <w:p>
            <w:pPr>
              <w:rPr>
                <w:rFonts w:hint="default" w:ascii="Times New Roman" w:hAnsi="Times New Roman" w:eastAsia="仿宋_GB2312"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发榜单位</w:t>
            </w:r>
          </w:p>
        </w:tc>
        <w:tc>
          <w:tcPr>
            <w:tcW w:w="6072" w:type="dxa"/>
            <w:gridSpan w:val="4"/>
            <w:noWrap w:val="0"/>
            <w:vAlign w:val="center"/>
          </w:tcPr>
          <w:p>
            <w:pPr>
              <w:rPr>
                <w:rFonts w:hint="default" w:ascii="Times New Roman" w:hAnsi="Times New Roman" w:eastAsia="仿宋_GB2312"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74" w:type="dxa"/>
            <w:gridSpan w:val="5"/>
            <w:noWrap w:val="0"/>
            <w:vAlign w:val="center"/>
          </w:tcPr>
          <w:p>
            <w:pPr>
              <w:rPr>
                <w:rFonts w:hint="default" w:ascii="Times New Roman" w:hAnsi="Times New Roman" w:eastAsia="黑体" w:cs="Times New Roman"/>
                <w:color w:val="auto"/>
                <w:sz w:val="24"/>
                <w:highlight w:val="none"/>
              </w:rPr>
            </w:pPr>
            <w:r>
              <w:rPr>
                <w:rFonts w:hint="default" w:ascii="Times New Roman" w:hAnsi="Times New Roman" w:eastAsia="黑体" w:cs="Times New Roman"/>
                <w:b/>
                <w:color w:val="auto"/>
                <w:sz w:val="28"/>
                <w:szCs w:val="28"/>
                <w:highlight w:val="none"/>
              </w:rPr>
              <w:t>二、揭榜单位基本信息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揭榜单位</w:t>
            </w:r>
          </w:p>
        </w:tc>
        <w:tc>
          <w:tcPr>
            <w:tcW w:w="6072" w:type="dxa"/>
            <w:gridSpan w:val="4"/>
            <w:noWrap w:val="0"/>
            <w:vAlign w:val="center"/>
          </w:tcPr>
          <w:p>
            <w:pPr>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所属单位性质</w:t>
            </w:r>
          </w:p>
        </w:tc>
        <w:tc>
          <w:tcPr>
            <w:tcW w:w="1559" w:type="dxa"/>
            <w:noWrap w:val="0"/>
            <w:vAlign w:val="center"/>
          </w:tcPr>
          <w:p>
            <w:pPr>
              <w:rPr>
                <w:rFonts w:hint="default" w:ascii="Times New Roman" w:hAnsi="Times New Roman" w:eastAsia="宋体" w:cs="Times New Roman"/>
                <w:b/>
                <w:color w:val="auto"/>
                <w:sz w:val="28"/>
                <w:szCs w:val="28"/>
                <w:highlight w:val="none"/>
              </w:rPr>
            </w:pPr>
          </w:p>
        </w:tc>
        <w:tc>
          <w:tcPr>
            <w:tcW w:w="1417" w:type="dxa"/>
            <w:noWrap w:val="0"/>
            <w:vAlign w:val="center"/>
          </w:tcPr>
          <w:p>
            <w:pPr>
              <w:jc w:val="center"/>
              <w:rPr>
                <w:rFonts w:hint="default" w:ascii="Times New Roman" w:hAnsi="Times New Roman" w:eastAsia="宋体" w:cs="Times New Roman"/>
                <w:bCs/>
                <w:color w:val="auto"/>
                <w:sz w:val="24"/>
                <w:highlight w:val="none"/>
              </w:rPr>
            </w:pPr>
            <w:r>
              <w:rPr>
                <w:rFonts w:hint="default" w:ascii="Times New Roman" w:hAnsi="Times New Roman" w:eastAsia="宋体" w:cs="Times New Roman"/>
                <w:color w:val="auto"/>
                <w:sz w:val="28"/>
                <w:szCs w:val="28"/>
                <w:highlight w:val="none"/>
              </w:rPr>
              <w:t>注册地区</w:t>
            </w:r>
          </w:p>
        </w:tc>
        <w:tc>
          <w:tcPr>
            <w:tcW w:w="3096" w:type="dxa"/>
            <w:gridSpan w:val="2"/>
            <w:noWrap w:val="0"/>
            <w:vAlign w:val="center"/>
          </w:tcPr>
          <w:p>
            <w:pPr>
              <w:rPr>
                <w:rFonts w:hint="default" w:ascii="Times New Roman" w:hAnsi="Times New Roman" w:eastAsia="宋体" w:cs="Times New Roman"/>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团队人员名单（含所在单位、专业、职称、学历）等情况</w:t>
            </w:r>
          </w:p>
        </w:tc>
        <w:tc>
          <w:tcPr>
            <w:tcW w:w="6072" w:type="dxa"/>
            <w:gridSpan w:val="4"/>
            <w:noWrap w:val="0"/>
            <w:vAlign w:val="center"/>
          </w:tcPr>
          <w:p>
            <w:pPr>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近年来承担省部级</w:t>
            </w:r>
          </w:p>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以上科研项目情况</w:t>
            </w:r>
          </w:p>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以及获奖情况等</w:t>
            </w:r>
          </w:p>
        </w:tc>
        <w:tc>
          <w:tcPr>
            <w:tcW w:w="6072" w:type="dxa"/>
            <w:gridSpan w:val="4"/>
            <w:noWrap w:val="0"/>
            <w:vAlign w:val="center"/>
          </w:tcPr>
          <w:p>
            <w:pPr>
              <w:ind w:left="57"/>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已建研发平台及硬件基础设施情况</w:t>
            </w:r>
          </w:p>
        </w:tc>
        <w:tc>
          <w:tcPr>
            <w:tcW w:w="6072" w:type="dxa"/>
            <w:gridSpan w:val="4"/>
            <w:noWrap w:val="0"/>
            <w:vAlign w:val="center"/>
          </w:tcPr>
          <w:p>
            <w:pPr>
              <w:ind w:left="57"/>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4"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近年来与相关企业已开展的实质产学研合作情况（科研项目及合同、合作典型案例或取得的重大成效1-2例）</w:t>
            </w:r>
          </w:p>
        </w:tc>
        <w:tc>
          <w:tcPr>
            <w:tcW w:w="6072" w:type="dxa"/>
            <w:gridSpan w:val="4"/>
            <w:noWrap w:val="0"/>
            <w:vAlign w:val="center"/>
          </w:tcPr>
          <w:p>
            <w:pPr>
              <w:ind w:left="57"/>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针对揭榜问题</w:t>
            </w:r>
          </w:p>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拟采取的攻关路线</w:t>
            </w:r>
          </w:p>
        </w:tc>
        <w:tc>
          <w:tcPr>
            <w:tcW w:w="6072" w:type="dxa"/>
            <w:gridSpan w:val="4"/>
            <w:noWrap w:val="0"/>
            <w:vAlign w:val="center"/>
          </w:tcPr>
          <w:p>
            <w:pPr>
              <w:ind w:left="57"/>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揭榜所需资金</w:t>
            </w:r>
          </w:p>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规模及大概用途</w:t>
            </w:r>
          </w:p>
        </w:tc>
        <w:tc>
          <w:tcPr>
            <w:tcW w:w="6072" w:type="dxa"/>
            <w:gridSpan w:val="4"/>
            <w:noWrap w:val="0"/>
            <w:vAlign w:val="center"/>
          </w:tcPr>
          <w:p>
            <w:pPr>
              <w:ind w:left="57"/>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计划实施进度</w:t>
            </w:r>
          </w:p>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与阶段性考核指标</w:t>
            </w:r>
          </w:p>
        </w:tc>
        <w:tc>
          <w:tcPr>
            <w:tcW w:w="6072" w:type="dxa"/>
            <w:gridSpan w:val="4"/>
            <w:noWrap w:val="0"/>
            <w:vAlign w:val="center"/>
          </w:tcPr>
          <w:p>
            <w:pPr>
              <w:ind w:left="57"/>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02" w:type="dxa"/>
            <w:vMerge w:val="restart"/>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联系人</w:t>
            </w:r>
          </w:p>
        </w:tc>
        <w:tc>
          <w:tcPr>
            <w:tcW w:w="1559" w:type="dxa"/>
            <w:noWrap w:val="0"/>
            <w:vAlign w:val="center"/>
          </w:tcPr>
          <w:p>
            <w:pPr>
              <w:jc w:val="center"/>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姓名</w:t>
            </w:r>
          </w:p>
        </w:tc>
        <w:tc>
          <w:tcPr>
            <w:tcW w:w="1417" w:type="dxa"/>
            <w:noWrap w:val="0"/>
            <w:vAlign w:val="center"/>
          </w:tcPr>
          <w:p>
            <w:pPr>
              <w:jc w:val="center"/>
              <w:rPr>
                <w:rFonts w:hint="default" w:ascii="Times New Roman" w:hAnsi="Times New Roman" w:eastAsia="宋体" w:cs="Times New Roman"/>
                <w:bCs/>
                <w:color w:val="auto"/>
                <w:sz w:val="28"/>
                <w:szCs w:val="28"/>
                <w:highlight w:val="none"/>
              </w:rPr>
            </w:pPr>
          </w:p>
        </w:tc>
        <w:tc>
          <w:tcPr>
            <w:tcW w:w="1560" w:type="dxa"/>
            <w:noWrap w:val="0"/>
            <w:vAlign w:val="center"/>
          </w:tcPr>
          <w:p>
            <w:pPr>
              <w:jc w:val="center"/>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职务</w:t>
            </w:r>
          </w:p>
        </w:tc>
        <w:tc>
          <w:tcPr>
            <w:tcW w:w="1536" w:type="dxa"/>
            <w:noWrap w:val="0"/>
            <w:vAlign w:val="center"/>
          </w:tcPr>
          <w:p>
            <w:pPr>
              <w:ind w:left="57"/>
              <w:jc w:val="center"/>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02" w:type="dxa"/>
            <w:vMerge w:val="continue"/>
            <w:noWrap w:val="0"/>
            <w:vAlign w:val="center"/>
          </w:tcPr>
          <w:p>
            <w:pPr>
              <w:rPr>
                <w:rFonts w:hint="default" w:ascii="Times New Roman" w:hAnsi="Times New Roman" w:eastAsia="宋体" w:cs="Times New Roman"/>
                <w:color w:val="auto"/>
                <w:sz w:val="28"/>
                <w:szCs w:val="28"/>
                <w:highlight w:val="none"/>
              </w:rPr>
            </w:pPr>
          </w:p>
        </w:tc>
        <w:tc>
          <w:tcPr>
            <w:tcW w:w="1559" w:type="dxa"/>
            <w:noWrap w:val="0"/>
            <w:vAlign w:val="center"/>
          </w:tcPr>
          <w:p>
            <w:pPr>
              <w:jc w:val="center"/>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电话</w:t>
            </w:r>
          </w:p>
        </w:tc>
        <w:tc>
          <w:tcPr>
            <w:tcW w:w="1417" w:type="dxa"/>
            <w:noWrap w:val="0"/>
            <w:vAlign w:val="center"/>
          </w:tcPr>
          <w:p>
            <w:pPr>
              <w:jc w:val="center"/>
              <w:rPr>
                <w:rFonts w:hint="default" w:ascii="Times New Roman" w:hAnsi="Times New Roman" w:eastAsia="宋体" w:cs="Times New Roman"/>
                <w:bCs/>
                <w:color w:val="auto"/>
                <w:sz w:val="28"/>
                <w:szCs w:val="28"/>
                <w:highlight w:val="none"/>
              </w:rPr>
            </w:pPr>
          </w:p>
        </w:tc>
        <w:tc>
          <w:tcPr>
            <w:tcW w:w="1560" w:type="dxa"/>
            <w:noWrap w:val="0"/>
            <w:vAlign w:val="center"/>
          </w:tcPr>
          <w:p>
            <w:pPr>
              <w:jc w:val="center"/>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手机</w:t>
            </w:r>
          </w:p>
        </w:tc>
        <w:tc>
          <w:tcPr>
            <w:tcW w:w="1536" w:type="dxa"/>
            <w:noWrap w:val="0"/>
            <w:vAlign w:val="center"/>
          </w:tcPr>
          <w:p>
            <w:pPr>
              <w:ind w:left="57"/>
              <w:jc w:val="center"/>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02" w:type="dxa"/>
            <w:vMerge w:val="continue"/>
            <w:noWrap w:val="0"/>
            <w:vAlign w:val="center"/>
          </w:tcPr>
          <w:p>
            <w:pPr>
              <w:rPr>
                <w:rFonts w:hint="default" w:ascii="Times New Roman" w:hAnsi="Times New Roman" w:eastAsia="宋体" w:cs="Times New Roman"/>
                <w:color w:val="auto"/>
                <w:sz w:val="28"/>
                <w:szCs w:val="28"/>
                <w:highlight w:val="none"/>
              </w:rPr>
            </w:pPr>
          </w:p>
        </w:tc>
        <w:tc>
          <w:tcPr>
            <w:tcW w:w="1559" w:type="dxa"/>
            <w:noWrap w:val="0"/>
            <w:vAlign w:val="center"/>
          </w:tcPr>
          <w:p>
            <w:pPr>
              <w:jc w:val="center"/>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传真</w:t>
            </w:r>
          </w:p>
        </w:tc>
        <w:tc>
          <w:tcPr>
            <w:tcW w:w="1417" w:type="dxa"/>
            <w:noWrap w:val="0"/>
            <w:vAlign w:val="center"/>
          </w:tcPr>
          <w:p>
            <w:pPr>
              <w:jc w:val="center"/>
              <w:rPr>
                <w:rFonts w:hint="default" w:ascii="Times New Roman" w:hAnsi="Times New Roman" w:eastAsia="宋体" w:cs="Times New Roman"/>
                <w:bCs/>
                <w:color w:val="auto"/>
                <w:sz w:val="28"/>
                <w:szCs w:val="28"/>
                <w:highlight w:val="none"/>
              </w:rPr>
            </w:pPr>
          </w:p>
        </w:tc>
        <w:tc>
          <w:tcPr>
            <w:tcW w:w="1560" w:type="dxa"/>
            <w:noWrap w:val="0"/>
            <w:vAlign w:val="center"/>
          </w:tcPr>
          <w:p>
            <w:pPr>
              <w:jc w:val="center"/>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电子邮箱</w:t>
            </w:r>
          </w:p>
        </w:tc>
        <w:tc>
          <w:tcPr>
            <w:tcW w:w="1536" w:type="dxa"/>
            <w:noWrap w:val="0"/>
            <w:vAlign w:val="center"/>
          </w:tcPr>
          <w:p>
            <w:pPr>
              <w:ind w:left="57"/>
              <w:jc w:val="center"/>
              <w:rPr>
                <w:rFonts w:hint="default" w:ascii="Times New Roman" w:hAnsi="Times New Roman" w:eastAsia="宋体"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jc w:val="center"/>
        </w:trPr>
        <w:tc>
          <w:tcPr>
            <w:tcW w:w="2802" w:type="dxa"/>
            <w:noWrap w:val="0"/>
            <w:vAlign w:val="center"/>
          </w:tcPr>
          <w:p>
            <w:pPr>
              <w:jc w:val="center"/>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发榜</w:t>
            </w:r>
            <w:r>
              <w:rPr>
                <w:rFonts w:hint="default" w:ascii="Times New Roman" w:hAnsi="Times New Roman" w:eastAsia="宋体" w:cs="Times New Roman"/>
                <w:color w:val="auto"/>
                <w:sz w:val="28"/>
                <w:szCs w:val="28"/>
                <w:highlight w:val="none"/>
                <w:lang w:val="en-US" w:eastAsia="zh-CN"/>
              </w:rPr>
              <w:t>单位</w:t>
            </w:r>
            <w:r>
              <w:rPr>
                <w:rFonts w:hint="default" w:ascii="Times New Roman" w:hAnsi="Times New Roman" w:eastAsia="宋体" w:cs="Times New Roman"/>
                <w:color w:val="auto"/>
                <w:sz w:val="28"/>
                <w:szCs w:val="28"/>
                <w:highlight w:val="none"/>
              </w:rPr>
              <w:t>意见</w:t>
            </w:r>
          </w:p>
        </w:tc>
        <w:tc>
          <w:tcPr>
            <w:tcW w:w="6072" w:type="dxa"/>
            <w:gridSpan w:val="4"/>
            <w:noWrap w:val="0"/>
            <w:vAlign w:val="center"/>
          </w:tcPr>
          <w:p>
            <w:pPr>
              <w:ind w:left="57"/>
              <w:jc w:val="center"/>
              <w:rPr>
                <w:rFonts w:hint="default" w:ascii="Times New Roman" w:hAnsi="Times New Roman" w:eastAsia="宋体" w:cs="Times New Roman"/>
                <w:color w:val="auto"/>
                <w:sz w:val="28"/>
                <w:szCs w:val="28"/>
                <w:highlight w:val="none"/>
              </w:rPr>
            </w:pPr>
          </w:p>
        </w:tc>
      </w:tr>
    </w:tbl>
    <w:p>
      <w:pPr>
        <w:spacing w:line="540" w:lineRule="exact"/>
        <w:rPr>
          <w:rFonts w:hint="default" w:ascii="Times New Roman" w:hAnsi="Times New Roman" w:eastAsia="黑体" w:cs="Times New Roman"/>
          <w:color w:val="auto"/>
          <w:highlight w:val="none"/>
        </w:rPr>
      </w:pPr>
      <w:r>
        <w:rPr>
          <w:rFonts w:hint="default" w:ascii="Times New Roman" w:hAnsi="Times New Roman" w:eastAsia="黑体" w:cs="Times New Roman"/>
          <w:color w:val="auto"/>
          <w:highlight w:val="none"/>
        </w:rPr>
        <w:t>附件8</w:t>
      </w:r>
    </w:p>
    <w:p>
      <w:pPr>
        <w:spacing w:line="72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关于推荐申报</w:t>
      </w:r>
      <w:r>
        <w:rPr>
          <w:rFonts w:hint="default" w:ascii="Times New Roman" w:hAnsi="Times New Roman" w:eastAsia="方正小标宋简体" w:cs="Times New Roman"/>
          <w:color w:val="auto"/>
          <w:sz w:val="44"/>
          <w:szCs w:val="44"/>
          <w:highlight w:val="none"/>
          <w:lang w:eastAsia="zh-CN"/>
        </w:rPr>
        <w:t>2024</w:t>
      </w:r>
      <w:r>
        <w:rPr>
          <w:rFonts w:hint="default" w:ascii="Times New Roman" w:hAnsi="Times New Roman" w:eastAsia="方正小标宋简体" w:cs="Times New Roman"/>
          <w:color w:val="auto"/>
          <w:sz w:val="44"/>
          <w:szCs w:val="44"/>
          <w:highlight w:val="none"/>
        </w:rPr>
        <w:t>年营口市</w:t>
      </w:r>
    </w:p>
    <w:p>
      <w:pPr>
        <w:spacing w:line="72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“揭榜挂帅”关键技术攻关项目的报告</w:t>
      </w:r>
    </w:p>
    <w:p>
      <w:pPr>
        <w:rPr>
          <w:rFonts w:hint="default" w:ascii="Times New Roman" w:hAnsi="Times New Roman" w:eastAsia="宋体" w:cs="Times New Roman"/>
          <w:color w:val="auto"/>
          <w:highlight w:val="none"/>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kern w:val="0"/>
          <w:highlight w:val="none"/>
        </w:rPr>
      </w:pPr>
      <w:r>
        <w:rPr>
          <w:rFonts w:hint="default" w:ascii="Times New Roman" w:hAnsi="Times New Roman" w:cs="Times New Roman"/>
          <w:color w:val="auto"/>
          <w:kern w:val="0"/>
          <w:highlight w:val="none"/>
        </w:rPr>
        <w:t>市科技局：</w:t>
      </w:r>
    </w:p>
    <w:p>
      <w:pPr>
        <w:keepNext w:val="0"/>
        <w:keepLines w:val="0"/>
        <w:pageBreakBefore w:val="0"/>
        <w:widowControl w:val="0"/>
        <w:kinsoku/>
        <w:wordWrap/>
        <w:overflowPunct/>
        <w:topLinePunct w:val="0"/>
        <w:autoSpaceDE/>
        <w:autoSpaceDN/>
        <w:bidi w:val="0"/>
        <w:adjustRightInd/>
        <w:snapToGrid/>
        <w:spacing w:line="500" w:lineRule="exact"/>
        <w:ind w:firstLine="632" w:firstLineChars="200"/>
        <w:textAlignment w:val="auto"/>
        <w:rPr>
          <w:rFonts w:hint="default" w:ascii="Times New Roman" w:hAnsi="Times New Roman" w:cs="Times New Roman"/>
          <w:color w:val="auto"/>
          <w:kern w:val="0"/>
          <w:highlight w:val="none"/>
        </w:rPr>
      </w:pPr>
      <w:r>
        <w:rPr>
          <w:rFonts w:hint="default" w:ascii="Times New Roman" w:hAnsi="Times New Roman" w:cs="Times New Roman"/>
          <w:color w:val="auto"/>
          <w:kern w:val="0"/>
          <w:highlight w:val="none"/>
        </w:rPr>
        <w:t>按照《关于发布</w:t>
      </w:r>
      <w:r>
        <w:rPr>
          <w:rFonts w:hint="default" w:ascii="Times New Roman" w:hAnsi="Times New Roman" w:cs="Times New Roman"/>
          <w:color w:val="auto"/>
          <w:kern w:val="0"/>
          <w:highlight w:val="none"/>
          <w:lang w:eastAsia="zh-CN"/>
        </w:rPr>
        <w:t>2024</w:t>
      </w:r>
      <w:r>
        <w:rPr>
          <w:rFonts w:hint="default" w:ascii="Times New Roman" w:hAnsi="Times New Roman" w:cs="Times New Roman"/>
          <w:color w:val="auto"/>
          <w:kern w:val="0"/>
          <w:highlight w:val="none"/>
        </w:rPr>
        <w:t>年营口市“揭榜挂帅”关键技术攻关项目榜单及启动项目申报工作的通知》（营科发〔</w:t>
      </w:r>
      <w:r>
        <w:rPr>
          <w:rFonts w:hint="default" w:ascii="Times New Roman" w:hAnsi="Times New Roman" w:cs="Times New Roman"/>
          <w:color w:val="auto"/>
          <w:kern w:val="0"/>
          <w:highlight w:val="none"/>
          <w:lang w:eastAsia="zh-CN"/>
        </w:rPr>
        <w:t>2024</w:t>
      </w:r>
      <w:r>
        <w:rPr>
          <w:rFonts w:hint="default" w:ascii="Times New Roman" w:hAnsi="Times New Roman" w:cs="Times New Roman"/>
          <w:color w:val="auto"/>
          <w:kern w:val="0"/>
          <w:highlight w:val="none"/>
        </w:rPr>
        <w:t>〕</w:t>
      </w:r>
      <w:r>
        <w:rPr>
          <w:rFonts w:hint="default" w:ascii="Times New Roman" w:hAnsi="Times New Roman" w:cs="Times New Roman"/>
          <w:color w:val="auto"/>
          <w:kern w:val="0"/>
          <w:highlight w:val="none"/>
          <w:lang w:val="en-US" w:eastAsia="zh-CN"/>
        </w:rPr>
        <w:t>25</w:t>
      </w:r>
      <w:r>
        <w:rPr>
          <w:rFonts w:hint="default" w:ascii="Times New Roman" w:hAnsi="Times New Roman" w:cs="Times New Roman"/>
          <w:color w:val="auto"/>
          <w:kern w:val="0"/>
          <w:highlight w:val="none"/>
        </w:rPr>
        <w:t>号）要求，XX县（市）区科技局或XX</w:t>
      </w:r>
      <w:r>
        <w:rPr>
          <w:rFonts w:hint="default" w:ascii="Times New Roman" w:hAnsi="Times New Roman" w:cs="Times New Roman"/>
          <w:color w:val="auto"/>
          <w:kern w:val="0"/>
          <w:highlight w:val="none"/>
          <w:lang w:val="en-US" w:eastAsia="zh-CN"/>
        </w:rPr>
        <w:t>开发区（</w:t>
      </w:r>
      <w:r>
        <w:rPr>
          <w:rFonts w:hint="default" w:ascii="Times New Roman" w:hAnsi="Times New Roman" w:cs="Times New Roman"/>
          <w:color w:val="auto"/>
          <w:kern w:val="0"/>
          <w:highlight w:val="none"/>
        </w:rPr>
        <w:t>园区</w:t>
      </w:r>
      <w:r>
        <w:rPr>
          <w:rFonts w:hint="default" w:ascii="Times New Roman" w:hAnsi="Times New Roman" w:cs="Times New Roman"/>
          <w:color w:val="auto"/>
          <w:kern w:val="0"/>
          <w:highlight w:val="none"/>
          <w:lang w:val="en-US" w:eastAsia="zh-CN"/>
        </w:rPr>
        <w:t>）</w:t>
      </w:r>
      <w:r>
        <w:rPr>
          <w:rFonts w:hint="default" w:ascii="Times New Roman" w:hAnsi="Times New Roman" w:cs="Times New Roman"/>
          <w:color w:val="auto"/>
          <w:kern w:val="0"/>
          <w:highlight w:val="none"/>
        </w:rPr>
        <w:t>科技管理部门对权限范围内拟申报</w:t>
      </w:r>
      <w:r>
        <w:rPr>
          <w:rFonts w:hint="default" w:ascii="Times New Roman" w:hAnsi="Times New Roman" w:cs="Times New Roman"/>
          <w:color w:val="auto"/>
          <w:kern w:val="0"/>
          <w:highlight w:val="none"/>
          <w:lang w:eastAsia="zh-CN"/>
        </w:rPr>
        <w:t>2024</w:t>
      </w:r>
      <w:r>
        <w:rPr>
          <w:rFonts w:hint="default" w:ascii="Times New Roman" w:hAnsi="Times New Roman" w:cs="Times New Roman"/>
          <w:color w:val="auto"/>
          <w:kern w:val="0"/>
          <w:highlight w:val="none"/>
        </w:rPr>
        <w:t>年营口市“揭榜挂帅”关键技术攻关项目进行了初审，现报送符合</w:t>
      </w:r>
      <w:r>
        <w:rPr>
          <w:rFonts w:hint="default" w:ascii="Times New Roman" w:hAnsi="Times New Roman" w:cs="Times New Roman"/>
          <w:color w:val="auto"/>
          <w:kern w:val="0"/>
          <w:highlight w:val="none"/>
          <w:lang w:val="en-US" w:eastAsia="zh-CN"/>
        </w:rPr>
        <w:t>条件、</w:t>
      </w:r>
      <w:r>
        <w:rPr>
          <w:rFonts w:hint="default" w:ascii="Times New Roman" w:hAnsi="Times New Roman" w:cs="Times New Roman"/>
          <w:color w:val="auto"/>
          <w:kern w:val="0"/>
          <w:highlight w:val="none"/>
        </w:rPr>
        <w:t>具备承担条件的XX个项目及相关申报资料，请予审查。</w:t>
      </w:r>
    </w:p>
    <w:p>
      <w:pPr>
        <w:keepNext w:val="0"/>
        <w:keepLines w:val="0"/>
        <w:pageBreakBefore w:val="0"/>
        <w:widowControl w:val="0"/>
        <w:kinsoku/>
        <w:wordWrap/>
        <w:overflowPunct/>
        <w:topLinePunct w:val="0"/>
        <w:autoSpaceDE/>
        <w:autoSpaceDN/>
        <w:bidi w:val="0"/>
        <w:adjustRightInd/>
        <w:snapToGrid/>
        <w:spacing w:line="500" w:lineRule="exact"/>
        <w:ind w:firstLine="632" w:firstLineChars="200"/>
        <w:textAlignment w:val="auto"/>
        <w:rPr>
          <w:rFonts w:hint="default" w:ascii="Times New Roman" w:hAnsi="Times New Roman" w:cs="Times New Roman"/>
          <w:color w:val="auto"/>
          <w:kern w:val="0"/>
          <w:highlight w:val="none"/>
        </w:rPr>
      </w:pPr>
      <w:r>
        <w:rPr>
          <w:rFonts w:hint="default" w:ascii="Times New Roman" w:hAnsi="Times New Roman" w:cs="Times New Roman"/>
          <w:color w:val="auto"/>
          <w:kern w:val="0"/>
          <w:highlight w:val="none"/>
        </w:rPr>
        <w:t>我单位承诺对所推荐项目</w:t>
      </w:r>
      <w:r>
        <w:rPr>
          <w:rFonts w:hint="default" w:ascii="Times New Roman" w:hAnsi="Times New Roman" w:cs="Times New Roman"/>
          <w:color w:val="auto"/>
          <w:highlight w:val="none"/>
        </w:rPr>
        <w:t>申请者基本信息真实性、申报材料的完整性</w:t>
      </w:r>
      <w:r>
        <w:rPr>
          <w:rFonts w:hint="default" w:ascii="Times New Roman" w:hAnsi="Times New Roman" w:cs="Times New Roman"/>
          <w:color w:val="auto"/>
          <w:kern w:val="0"/>
          <w:highlight w:val="none"/>
        </w:rPr>
        <w:t>负责，将严格遵守科技财经纪律及科研诚信要求，认真按照</w:t>
      </w:r>
      <w:r>
        <w:rPr>
          <w:rFonts w:hint="default" w:ascii="Times New Roman" w:hAnsi="Times New Roman" w:cs="Times New Roman"/>
          <w:color w:val="auto"/>
          <w:highlight w:val="none"/>
        </w:rPr>
        <w:t>《营口市关键技术攻关项目管理办法》（营科发〔2020〕46号）</w:t>
      </w:r>
      <w:r>
        <w:rPr>
          <w:rFonts w:hint="default" w:ascii="Times New Roman" w:hAnsi="Times New Roman" w:cs="Times New Roman"/>
          <w:color w:val="auto"/>
          <w:highlight w:val="none"/>
          <w:lang w:val="en-US" w:eastAsia="zh-CN"/>
        </w:rPr>
        <w:t>和</w:t>
      </w:r>
      <w:r>
        <w:rPr>
          <w:rFonts w:hint="default" w:ascii="Times New Roman" w:hAnsi="Times New Roman" w:cs="Times New Roman"/>
          <w:color w:val="auto"/>
          <w:kern w:val="2"/>
          <w:sz w:val="32"/>
          <w:szCs w:val="32"/>
          <w:highlight w:val="none"/>
          <w:lang w:val="en-US" w:eastAsia="zh-CN" w:bidi="ar-SA"/>
        </w:rPr>
        <w:t>《营口市关键技术攻关项目开展“揭榜挂帅”机制的实施方案》（营科发〔2021〕19号）</w:t>
      </w:r>
      <w:r>
        <w:rPr>
          <w:rFonts w:hint="default" w:ascii="Times New Roman" w:hAnsi="Times New Roman" w:cs="Times New Roman"/>
          <w:color w:val="auto"/>
          <w:kern w:val="0"/>
          <w:highlight w:val="none"/>
        </w:rPr>
        <w:t>有关规定，</w:t>
      </w:r>
      <w:r>
        <w:rPr>
          <w:rFonts w:hint="default" w:ascii="Times New Roman" w:hAnsi="Times New Roman" w:cs="Times New Roman"/>
          <w:color w:val="auto"/>
          <w:highlight w:val="none"/>
        </w:rPr>
        <w:t>履行项目实施过程中的管理责任，</w:t>
      </w:r>
      <w:r>
        <w:rPr>
          <w:rFonts w:hint="default" w:ascii="Times New Roman" w:hAnsi="Times New Roman" w:cs="Times New Roman"/>
          <w:color w:val="auto"/>
          <w:kern w:val="0"/>
          <w:highlight w:val="none"/>
        </w:rPr>
        <w:t xml:space="preserve">做好结题验收等工作，按要求报告相关项目执行情况及经费使用情况，及时报告、处置项目实施中的重大问题。 </w:t>
      </w:r>
    </w:p>
    <w:p>
      <w:pPr>
        <w:keepNext w:val="0"/>
        <w:keepLines w:val="0"/>
        <w:pageBreakBefore w:val="0"/>
        <w:widowControl w:val="0"/>
        <w:kinsoku/>
        <w:wordWrap/>
        <w:overflowPunct/>
        <w:topLinePunct w:val="0"/>
        <w:autoSpaceDE/>
        <w:autoSpaceDN/>
        <w:bidi w:val="0"/>
        <w:adjustRightInd/>
        <w:snapToGrid/>
        <w:spacing w:line="500" w:lineRule="exact"/>
        <w:ind w:firstLine="645"/>
        <w:textAlignment w:val="auto"/>
        <w:rPr>
          <w:rFonts w:hint="default" w:ascii="Times New Roman" w:hAnsi="Times New Roman" w:cs="Times New Roman"/>
          <w:color w:val="auto"/>
          <w:kern w:val="0"/>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645"/>
        <w:textAlignment w:val="auto"/>
        <w:rPr>
          <w:rFonts w:hint="default" w:ascii="Times New Roman" w:hAnsi="Times New Roman" w:cs="Times New Roman"/>
          <w:color w:val="auto"/>
          <w:kern w:val="0"/>
          <w:highlight w:val="none"/>
        </w:rPr>
      </w:pPr>
      <w:r>
        <w:rPr>
          <w:rFonts w:hint="default" w:ascii="Times New Roman" w:hAnsi="Times New Roman" w:cs="Times New Roman"/>
          <w:color w:val="auto"/>
          <w:kern w:val="0"/>
          <w:highlight w:val="none"/>
        </w:rPr>
        <w:t>附件：</w:t>
      </w:r>
      <w:r>
        <w:rPr>
          <w:rFonts w:hint="default" w:ascii="Times New Roman" w:hAnsi="Times New Roman" w:cs="Times New Roman"/>
          <w:color w:val="auto"/>
          <w:kern w:val="0"/>
          <w:highlight w:val="none"/>
          <w:lang w:eastAsia="zh-CN"/>
        </w:rPr>
        <w:t>2024</w:t>
      </w:r>
      <w:r>
        <w:rPr>
          <w:rFonts w:hint="default" w:ascii="Times New Roman" w:hAnsi="Times New Roman" w:cs="Times New Roman"/>
          <w:color w:val="auto"/>
          <w:kern w:val="0"/>
          <w:highlight w:val="none"/>
        </w:rPr>
        <w:t>年营口市“揭榜挂帅”关键技术攻关项目初审</w:t>
      </w:r>
    </w:p>
    <w:p>
      <w:pPr>
        <w:keepNext w:val="0"/>
        <w:keepLines w:val="0"/>
        <w:pageBreakBefore w:val="0"/>
        <w:widowControl w:val="0"/>
        <w:kinsoku/>
        <w:wordWrap/>
        <w:overflowPunct/>
        <w:topLinePunct w:val="0"/>
        <w:autoSpaceDE/>
        <w:autoSpaceDN/>
        <w:bidi w:val="0"/>
        <w:adjustRightInd/>
        <w:snapToGrid/>
        <w:spacing w:line="500" w:lineRule="exact"/>
        <w:ind w:firstLine="1583" w:firstLineChars="501"/>
        <w:textAlignment w:val="auto"/>
        <w:rPr>
          <w:rFonts w:hint="default" w:ascii="Times New Roman" w:hAnsi="Times New Roman" w:cs="Times New Roman"/>
          <w:color w:val="auto"/>
          <w:kern w:val="0"/>
          <w:highlight w:val="none"/>
        </w:rPr>
      </w:pPr>
      <w:r>
        <w:rPr>
          <w:rFonts w:hint="default" w:ascii="Times New Roman" w:hAnsi="Times New Roman" w:cs="Times New Roman"/>
          <w:color w:val="auto"/>
          <w:kern w:val="0"/>
          <w:highlight w:val="none"/>
        </w:rPr>
        <w:t>单位</w:t>
      </w:r>
      <w:r>
        <w:rPr>
          <w:rFonts w:hint="default" w:ascii="Times New Roman" w:hAnsi="Times New Roman" w:cs="Times New Roman"/>
          <w:color w:val="auto"/>
          <w:kern w:val="0"/>
          <w:highlight w:val="none"/>
          <w:lang w:val="en-US" w:eastAsia="zh-CN"/>
        </w:rPr>
        <w:t>项目</w:t>
      </w:r>
      <w:r>
        <w:rPr>
          <w:rFonts w:hint="default" w:ascii="Times New Roman" w:hAnsi="Times New Roman" w:cs="Times New Roman"/>
          <w:color w:val="auto"/>
          <w:kern w:val="0"/>
          <w:highlight w:val="none"/>
        </w:rPr>
        <w:t>推荐单</w:t>
      </w:r>
    </w:p>
    <w:p>
      <w:pPr>
        <w:keepNext w:val="0"/>
        <w:keepLines w:val="0"/>
        <w:pageBreakBefore w:val="0"/>
        <w:widowControl w:val="0"/>
        <w:kinsoku/>
        <w:wordWrap/>
        <w:overflowPunct/>
        <w:topLinePunct w:val="0"/>
        <w:autoSpaceDE/>
        <w:autoSpaceDN/>
        <w:bidi w:val="0"/>
        <w:adjustRightInd/>
        <w:snapToGrid/>
        <w:spacing w:line="500" w:lineRule="exact"/>
        <w:ind w:right="316" w:rightChars="100"/>
        <w:jc w:val="left"/>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w:t>
      </w:r>
      <w:r>
        <w:rPr>
          <w:rFonts w:hint="default" w:ascii="Times New Roman" w:hAnsi="Times New Roman" w:cs="Times New Roman"/>
          <w:color w:val="auto"/>
          <w:kern w:val="0"/>
          <w:highlight w:val="none"/>
        </w:rPr>
        <w:t>XXXXXX</w:t>
      </w:r>
    </w:p>
    <w:p>
      <w:pPr>
        <w:keepNext w:val="0"/>
        <w:keepLines w:val="0"/>
        <w:pageBreakBefore w:val="0"/>
        <w:widowControl w:val="0"/>
        <w:kinsoku/>
        <w:wordWrap/>
        <w:overflowPunct/>
        <w:topLinePunct w:val="0"/>
        <w:autoSpaceDE/>
        <w:autoSpaceDN/>
        <w:bidi w:val="0"/>
        <w:adjustRightInd/>
        <w:snapToGrid/>
        <w:spacing w:line="500" w:lineRule="exact"/>
        <w:ind w:right="316" w:rightChars="100" w:firstLine="4898" w:firstLineChars="1550"/>
        <w:jc w:val="left"/>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2024</w:t>
      </w:r>
      <w:r>
        <w:rPr>
          <w:rFonts w:hint="default" w:ascii="Times New Roman" w:hAnsi="Times New Roman" w:cs="Times New Roman"/>
          <w:color w:val="auto"/>
          <w:highlight w:val="none"/>
        </w:rPr>
        <w:t>年XX月XX日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（联系人：</w:t>
      </w:r>
      <w:r>
        <w:rPr>
          <w:rFonts w:hint="default" w:ascii="Times New Roman" w:hAnsi="Times New Roman" w:cs="Times New Roman"/>
          <w:color w:val="auto"/>
          <w:kern w:val="0"/>
          <w:highlight w:val="none"/>
        </w:rPr>
        <w:t>XXXX</w:t>
      </w:r>
      <w:r>
        <w:rPr>
          <w:rFonts w:hint="default" w:ascii="Times New Roman" w:hAnsi="Times New Roman" w:cs="Times New Roman"/>
          <w:color w:val="auto"/>
          <w:highlight w:val="none"/>
        </w:rPr>
        <w:t>，电话: 0417-</w:t>
      </w:r>
      <w:r>
        <w:rPr>
          <w:rFonts w:hint="default" w:ascii="Times New Roman" w:hAnsi="Times New Roman" w:cs="Times New Roman"/>
          <w:color w:val="auto"/>
          <w:kern w:val="0"/>
          <w:highlight w:val="none"/>
        </w:rPr>
        <w:t>XXXX</w:t>
      </w:r>
      <w:r>
        <w:rPr>
          <w:rFonts w:hint="default" w:ascii="Times New Roman" w:hAnsi="Times New Roman" w:cs="Times New Roman"/>
          <w:color w:val="auto"/>
          <w:highlight w:val="none"/>
        </w:rPr>
        <w:t>）</w:t>
      </w:r>
    </w:p>
    <w:p>
      <w:pPr>
        <w:spacing w:line="540" w:lineRule="exact"/>
        <w:rPr>
          <w:rFonts w:hint="default" w:ascii="Times New Roman" w:hAnsi="Times New Roman" w:eastAsia="黑体" w:cs="Times New Roman"/>
          <w:color w:val="auto"/>
          <w:highlight w:val="none"/>
        </w:rPr>
      </w:pPr>
    </w:p>
    <w:p>
      <w:pPr>
        <w:spacing w:line="72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2024</w:t>
      </w:r>
      <w:r>
        <w:rPr>
          <w:rFonts w:hint="default" w:ascii="Times New Roman" w:hAnsi="Times New Roman" w:eastAsia="方正小标宋简体" w:cs="Times New Roman"/>
          <w:color w:val="auto"/>
          <w:sz w:val="44"/>
          <w:szCs w:val="44"/>
          <w:highlight w:val="none"/>
        </w:rPr>
        <w:t>年营口市“揭榜挂帅”关键技术攻关项目</w:t>
      </w:r>
    </w:p>
    <w:p>
      <w:pPr>
        <w:spacing w:line="720" w:lineRule="exact"/>
        <w:jc w:val="center"/>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初审单位</w:t>
      </w:r>
      <w:r>
        <w:rPr>
          <w:rFonts w:hint="default" w:ascii="Times New Roman" w:hAnsi="Times New Roman" w:eastAsia="方正小标宋简体" w:cs="Times New Roman"/>
          <w:color w:val="auto"/>
          <w:sz w:val="44"/>
          <w:szCs w:val="44"/>
          <w:highlight w:val="none"/>
          <w:lang w:val="en-US" w:eastAsia="zh-CN"/>
        </w:rPr>
        <w:t>项目</w:t>
      </w:r>
      <w:r>
        <w:rPr>
          <w:rFonts w:hint="default" w:ascii="Times New Roman" w:hAnsi="Times New Roman" w:eastAsia="方正小标宋简体" w:cs="Times New Roman"/>
          <w:color w:val="auto"/>
          <w:sz w:val="44"/>
          <w:szCs w:val="44"/>
          <w:highlight w:val="none"/>
        </w:rPr>
        <w:t>推荐单</w:t>
      </w:r>
    </w:p>
    <w:p>
      <w:pPr>
        <w:spacing w:line="720" w:lineRule="exact"/>
        <w:jc w:val="center"/>
        <w:rPr>
          <w:rFonts w:hint="default" w:ascii="Times New Roman" w:hAnsi="Times New Roman" w:eastAsia="方正小标宋简体" w:cs="Times New Roman"/>
          <w:color w:val="auto"/>
          <w:sz w:val="44"/>
          <w:szCs w:val="44"/>
          <w:highlight w:val="none"/>
        </w:rPr>
      </w:pPr>
    </w:p>
    <w:tbl>
      <w:tblPr>
        <w:tblStyle w:val="14"/>
        <w:tblpPr w:leftFromText="180" w:rightFromText="180" w:vertAnchor="text" w:horzAnchor="margin" w:tblpY="197"/>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471"/>
        <w:gridCol w:w="1391"/>
        <w:gridCol w:w="1925"/>
        <w:gridCol w:w="2054"/>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693" w:type="dxa"/>
            <w:noWrap w:val="0"/>
            <w:vAlign w:val="center"/>
          </w:tcPr>
          <w:p>
            <w:pPr>
              <w:spacing w:line="400" w:lineRule="exact"/>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序号</w:t>
            </w:r>
          </w:p>
        </w:tc>
        <w:tc>
          <w:tcPr>
            <w:tcW w:w="1471" w:type="dxa"/>
            <w:noWrap w:val="0"/>
            <w:vAlign w:val="center"/>
          </w:tcPr>
          <w:p>
            <w:pPr>
              <w:spacing w:line="400" w:lineRule="exact"/>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申报单位</w:t>
            </w:r>
          </w:p>
        </w:tc>
        <w:tc>
          <w:tcPr>
            <w:tcW w:w="1391" w:type="dxa"/>
            <w:noWrap w:val="0"/>
            <w:vAlign w:val="center"/>
          </w:tcPr>
          <w:p>
            <w:pPr>
              <w:spacing w:line="400" w:lineRule="exact"/>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项目名称</w:t>
            </w:r>
          </w:p>
        </w:tc>
        <w:tc>
          <w:tcPr>
            <w:tcW w:w="1925" w:type="dxa"/>
            <w:noWrap w:val="0"/>
            <w:vAlign w:val="center"/>
          </w:tcPr>
          <w:p>
            <w:pPr>
              <w:spacing w:line="400" w:lineRule="exact"/>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项目申请者基本信息的真实性（真实/不真实）</w:t>
            </w:r>
          </w:p>
        </w:tc>
        <w:tc>
          <w:tcPr>
            <w:tcW w:w="2054" w:type="dxa"/>
            <w:noWrap w:val="0"/>
            <w:vAlign w:val="center"/>
          </w:tcPr>
          <w:p>
            <w:pPr>
              <w:spacing w:line="400" w:lineRule="exact"/>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项目与地方经济社会发展紧密程度（紧密/不紧密）</w:t>
            </w:r>
          </w:p>
        </w:tc>
        <w:tc>
          <w:tcPr>
            <w:tcW w:w="1444" w:type="dxa"/>
            <w:noWrap w:val="0"/>
            <w:vAlign w:val="center"/>
          </w:tcPr>
          <w:p>
            <w:pPr>
              <w:spacing w:line="400" w:lineRule="exact"/>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申报材料的完整性（完整/不完整）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693" w:type="dxa"/>
            <w:noWrap w:val="0"/>
            <w:vAlign w:val="center"/>
          </w:tcPr>
          <w:p>
            <w:pPr>
              <w:spacing w:line="400" w:lineRule="exact"/>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1</w:t>
            </w:r>
          </w:p>
        </w:tc>
        <w:tc>
          <w:tcPr>
            <w:tcW w:w="1471"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1391"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1925"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2054"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1444" w:type="dxa"/>
            <w:noWrap w:val="0"/>
            <w:vAlign w:val="center"/>
          </w:tcPr>
          <w:p>
            <w:pPr>
              <w:spacing w:line="400" w:lineRule="exact"/>
              <w:jc w:val="center"/>
              <w:rPr>
                <w:rFonts w:hint="default" w:ascii="Times New Roman" w:hAnsi="Times New Roman" w:cs="Times New Roman"/>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693" w:type="dxa"/>
            <w:noWrap w:val="0"/>
            <w:vAlign w:val="center"/>
          </w:tcPr>
          <w:p>
            <w:pPr>
              <w:spacing w:line="400" w:lineRule="exact"/>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2</w:t>
            </w:r>
          </w:p>
        </w:tc>
        <w:tc>
          <w:tcPr>
            <w:tcW w:w="1471"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1391"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1925"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2054" w:type="dxa"/>
            <w:noWrap w:val="0"/>
            <w:vAlign w:val="center"/>
          </w:tcPr>
          <w:p>
            <w:pPr>
              <w:spacing w:line="400" w:lineRule="exact"/>
              <w:jc w:val="center"/>
              <w:rPr>
                <w:rFonts w:hint="default" w:ascii="Times New Roman" w:hAnsi="Times New Roman" w:cs="Times New Roman"/>
                <w:color w:val="auto"/>
                <w:sz w:val="28"/>
                <w:szCs w:val="28"/>
                <w:highlight w:val="none"/>
              </w:rPr>
            </w:pPr>
          </w:p>
        </w:tc>
        <w:tc>
          <w:tcPr>
            <w:tcW w:w="1444" w:type="dxa"/>
            <w:noWrap w:val="0"/>
            <w:vAlign w:val="center"/>
          </w:tcPr>
          <w:p>
            <w:pPr>
              <w:spacing w:line="400" w:lineRule="exact"/>
              <w:jc w:val="center"/>
              <w:rPr>
                <w:rFonts w:hint="default" w:ascii="Times New Roman" w:hAnsi="Times New Roman" w:cs="Times New Roman"/>
                <w:color w:val="auto"/>
                <w:sz w:val="28"/>
                <w:szCs w:val="28"/>
                <w:highlight w:val="none"/>
              </w:rPr>
            </w:pPr>
          </w:p>
        </w:tc>
      </w:tr>
    </w:tbl>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color w:val="auto"/>
          <w:highlight w:val="none"/>
        </w:rPr>
      </w:pPr>
    </w:p>
    <w:p>
      <w:pPr>
        <w:spacing w:line="540" w:lineRule="exact"/>
        <w:jc w:val="center"/>
        <w:rPr>
          <w:rFonts w:hint="default" w:ascii="Times New Roman" w:hAnsi="Times New Roman" w:eastAsia="黑体" w:cs="Times New Roman"/>
          <w:color w:val="auto"/>
          <w:highlight w:val="none"/>
          <w:lang w:val="en-US" w:eastAsia="zh-CN"/>
        </w:rPr>
      </w:pPr>
      <w:r>
        <w:rPr>
          <w:rFonts w:hint="default" w:ascii="Times New Roman" w:hAnsi="Times New Roman" w:eastAsia="黑体" w:cs="Times New Roman"/>
          <w:color w:val="auto"/>
          <w:highlight w:val="none"/>
          <w:lang w:val="en-US" w:eastAsia="zh-CN"/>
        </w:rPr>
        <w:t>此页需盖章</w:t>
      </w:r>
    </w:p>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color w:val="auto"/>
          <w:highlight w:val="none"/>
        </w:rPr>
      </w:pPr>
    </w:p>
    <w:p>
      <w:pPr>
        <w:spacing w:line="540" w:lineRule="exact"/>
        <w:rPr>
          <w:rFonts w:hint="default" w:ascii="Times New Roman" w:hAnsi="Times New Roman" w:eastAsia="黑体" w:cs="Times New Roman"/>
        </w:rPr>
      </w:pPr>
      <w:r>
        <w:rPr>
          <w:rFonts w:hint="default" w:ascii="Times New Roman" w:hAnsi="Times New Roman" w:eastAsia="黑体" w:cs="Times New Roman"/>
        </w:rPr>
        <w:t>附件9</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信用信息查询相关操作流程</w:t>
      </w:r>
    </w:p>
    <w:p>
      <w:pPr>
        <w:pStyle w:val="3"/>
        <w:rPr>
          <w:rFonts w:hint="default" w:ascii="Times New Roman" w:hAnsi="Times New Roman" w:eastAsia="方正小标宋简体" w:cs="Times New Roman"/>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default" w:ascii="Times New Roman" w:hAnsi="Times New Roman" w:cs="Times New Roman"/>
          <w:color w:val="auto"/>
          <w:u w:val="none"/>
        </w:rPr>
      </w:pPr>
      <w:r>
        <w:rPr>
          <w:rFonts w:hint="default" w:ascii="Times New Roman" w:hAnsi="Times New Roman" w:cs="Times New Roman"/>
          <w:color w:val="auto"/>
          <w:u w:val="none"/>
          <w:lang w:val="en-US" w:eastAsia="zh-CN"/>
        </w:rPr>
        <w:t>查询时</w:t>
      </w:r>
      <w:r>
        <w:rPr>
          <w:rFonts w:hint="default" w:ascii="Times New Roman" w:hAnsi="Times New Roman" w:cs="Times New Roman"/>
          <w:color w:val="auto"/>
          <w:u w:val="none"/>
        </w:rPr>
        <w:t>，</w:t>
      </w:r>
      <w:r>
        <w:rPr>
          <w:rFonts w:hint="default" w:ascii="Times New Roman" w:hAnsi="Times New Roman" w:eastAsia="仿宋_GB2312" w:cs="Times New Roman"/>
          <w:color w:val="auto"/>
          <w:sz w:val="32"/>
          <w:szCs w:val="32"/>
          <w:u w:val="none"/>
        </w:rPr>
        <w:t>在搜索引擎搜索“信用中国”登录官方网站或直接输入网址https://www.creditchina.gov.cn/登录</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cs="Times New Roman"/>
          <w:color w:val="auto"/>
          <w:u w:val="none"/>
        </w:rPr>
        <w:t>通过“信用中国”网站查询申报主体信用信息情况。</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default" w:ascii="Times New Roman" w:hAnsi="Times New Roman" w:eastAsia="黑体" w:cs="Times New Roman"/>
          <w:color w:val="auto"/>
          <w:u w:val="none"/>
        </w:rPr>
      </w:pPr>
      <w:r>
        <w:rPr>
          <w:rFonts w:hint="default" w:ascii="Times New Roman" w:hAnsi="Times New Roman" w:eastAsia="黑体" w:cs="Times New Roman"/>
          <w:color w:val="auto"/>
          <w:u w:val="none"/>
        </w:rPr>
        <w:t>一、单位信用信息查询</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outlineLvl w:val="9"/>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val="en-US" w:eastAsia="zh-CN"/>
        </w:rPr>
        <w:t>1</w:t>
      </w:r>
      <w:r>
        <w:rPr>
          <w:rFonts w:hint="default" w:ascii="Times New Roman" w:hAnsi="Times New Roman" w:eastAsia="仿宋_GB2312" w:cs="Times New Roman"/>
          <w:color w:val="auto"/>
          <w:sz w:val="32"/>
          <w:szCs w:val="32"/>
          <w:u w:val="none"/>
        </w:rPr>
        <w:t>．在</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信用中国</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首页右上角的信用信息搜索栏中输入主体名称或统一社会信用代码，点击查询</w:t>
      </w:r>
      <w:r>
        <w:rPr>
          <w:rFonts w:hint="default" w:ascii="Times New Roman" w:hAnsi="Times New Roman" w:eastAsia="仿宋_GB2312" w:cs="Times New Roman"/>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outlineLvl w:val="9"/>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val="en-US" w:eastAsia="zh-CN"/>
        </w:rPr>
        <w:t>2</w:t>
      </w:r>
      <w:r>
        <w:rPr>
          <w:rFonts w:hint="default" w:ascii="Times New Roman" w:hAnsi="Times New Roman" w:eastAsia="仿宋_GB2312" w:cs="Times New Roman"/>
          <w:color w:val="auto"/>
          <w:sz w:val="32"/>
          <w:szCs w:val="32"/>
          <w:u w:val="none"/>
        </w:rPr>
        <w:t>．在搜索列表中点击主题名称，进入企业信用信息页</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在“行政管理”模块中是否存在“</w:t>
      </w:r>
      <w:r>
        <w:rPr>
          <w:rFonts w:hint="default" w:ascii="Times New Roman" w:hAnsi="Times New Roman" w:eastAsia="仿宋_GB2312" w:cs="Times New Roman"/>
          <w:color w:val="auto"/>
          <w:sz w:val="32"/>
          <w:szCs w:val="32"/>
          <w:u w:val="none"/>
        </w:rPr>
        <w:t>行政处罚</w:t>
      </w:r>
      <w:r>
        <w:rPr>
          <w:rFonts w:hint="default"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rPr>
        <w:t>记录</w:t>
      </w:r>
      <w:r>
        <w:rPr>
          <w:rFonts w:hint="default" w:ascii="Times New Roman" w:hAnsi="Times New Roman" w:eastAsia="仿宋_GB2312" w:cs="Times New Roman"/>
          <w:color w:val="auto"/>
          <w:sz w:val="32"/>
          <w:szCs w:val="32"/>
          <w:u w:val="none"/>
          <w:lang w:val="en-US" w:eastAsia="zh-CN"/>
        </w:rPr>
        <w:t>；在“严重失信”模块中是否存在“失信被执行人</w:t>
      </w:r>
      <w:r>
        <w:rPr>
          <w:rFonts w:hint="default" w:ascii="Times New Roman" w:hAnsi="Times New Roman"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rPr>
        <w:t>记录</w:t>
      </w:r>
      <w:r>
        <w:rPr>
          <w:rFonts w:hint="default" w:ascii="Times New Roman" w:hAnsi="Times New Roman" w:eastAsia="仿宋_GB2312" w:cs="Times New Roman"/>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outlineLvl w:val="9"/>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val="en-US" w:eastAsia="zh-CN"/>
        </w:rPr>
        <w:t>3</w:t>
      </w:r>
      <w:r>
        <w:rPr>
          <w:rFonts w:hint="default" w:ascii="Times New Roman" w:hAnsi="Times New Roman" w:eastAsia="仿宋_GB2312" w:cs="Times New Roman"/>
          <w:color w:val="auto"/>
          <w:sz w:val="32"/>
          <w:szCs w:val="32"/>
          <w:u w:val="none"/>
        </w:rPr>
        <w:t>．单位主体名称的右侧有</w:t>
      </w:r>
      <w:r>
        <w:rPr>
          <w:rFonts w:hint="default" w:ascii="Times New Roman" w:hAnsi="Times New Roman" w:eastAsia="仿宋_GB2312" w:cs="Times New Roman"/>
          <w:b/>
          <w:bCs/>
          <w:color w:val="auto"/>
          <w:sz w:val="32"/>
          <w:szCs w:val="32"/>
          <w:u w:val="none"/>
        </w:rPr>
        <w:t>下载信用信息报告</w:t>
      </w:r>
      <w:r>
        <w:rPr>
          <w:rFonts w:hint="default" w:ascii="Times New Roman" w:hAnsi="Times New Roman" w:eastAsia="仿宋_GB2312" w:cs="Times New Roman"/>
          <w:color w:val="auto"/>
          <w:sz w:val="32"/>
          <w:szCs w:val="32"/>
          <w:u w:val="none"/>
        </w:rPr>
        <w:t>的按钮，点击即可在线下载。</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hint="default" w:ascii="Times New Roman" w:hAnsi="Times New Roman" w:eastAsia="黑体" w:cs="Times New Roman"/>
          <w:color w:val="auto"/>
          <w:u w:val="none"/>
        </w:rPr>
      </w:pPr>
      <w:r>
        <w:rPr>
          <w:rFonts w:hint="default" w:ascii="Times New Roman" w:hAnsi="Times New Roman" w:eastAsia="黑体" w:cs="Times New Roman"/>
          <w:color w:val="auto"/>
          <w:u w:val="none"/>
        </w:rPr>
        <w:t>二、</w:t>
      </w:r>
      <w:r>
        <w:rPr>
          <w:rFonts w:hint="default" w:ascii="Times New Roman" w:hAnsi="Times New Roman" w:eastAsia="黑体" w:cs="Times New Roman"/>
          <w:color w:val="auto"/>
          <w:u w:val="none"/>
          <w:lang w:val="en-US" w:eastAsia="zh-CN"/>
        </w:rPr>
        <w:t>自然人</w:t>
      </w:r>
      <w:r>
        <w:rPr>
          <w:rFonts w:hint="default" w:ascii="Times New Roman" w:hAnsi="Times New Roman" w:eastAsia="黑体" w:cs="Times New Roman"/>
          <w:color w:val="auto"/>
          <w:u w:val="none"/>
        </w:rPr>
        <w:t>信用信息查询</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outlineLvl w:val="9"/>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val="en-US" w:eastAsia="zh-CN"/>
        </w:rPr>
        <w:t>1</w:t>
      </w:r>
      <w:r>
        <w:rPr>
          <w:rFonts w:hint="default" w:ascii="Times New Roman" w:hAnsi="Times New Roman" w:eastAsia="仿宋_GB2312" w:cs="Times New Roman"/>
          <w:color w:val="auto"/>
          <w:sz w:val="32"/>
          <w:szCs w:val="32"/>
          <w:u w:val="none"/>
        </w:rPr>
        <w:t>．在“信用中国”首页点击</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信用服务</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rPr>
        <w:t>进入</w:t>
      </w:r>
      <w:r>
        <w:rPr>
          <w:rFonts w:hint="default" w:ascii="Times New Roman" w:hAnsi="Times New Roman" w:eastAsia="仿宋_GB2312" w:cs="Times New Roman"/>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outlineLvl w:val="9"/>
        <w:rPr>
          <w:rFonts w:hint="default" w:ascii="Times New Roman" w:hAnsi="Times New Roman" w:eastAsia="仿宋_GB2312" w:cs="Times New Roman"/>
          <w:color w:val="auto"/>
          <w:sz w:val="32"/>
          <w:szCs w:val="32"/>
          <w:lang w:val="en-US" w:eastAsia="zh-CN"/>
        </w:rPr>
      </w:pPr>
      <w:bookmarkStart w:id="4" w:name="_GoBack"/>
      <w:bookmarkEnd w:id="4"/>
      <w:r>
        <w:rPr>
          <w:rFonts w:hint="default" w:ascii="Times New Roman" w:hAnsi="Times New Roman" w:eastAsia="仿宋_GB2312" w:cs="Times New Roman"/>
          <w:color w:val="auto"/>
          <w:sz w:val="32"/>
          <w:szCs w:val="32"/>
          <w:u w:val="none"/>
          <w:lang w:val="en-US" w:eastAsia="zh-CN"/>
        </w:rPr>
        <w:t>2</w:t>
      </w:r>
      <w:r>
        <w:rPr>
          <w:rFonts w:hint="default" w:ascii="Times New Roman" w:hAnsi="Times New Roman" w:eastAsia="仿宋_GB2312" w:cs="Times New Roman"/>
          <w:color w:val="auto"/>
          <w:sz w:val="32"/>
          <w:szCs w:val="32"/>
          <w:u w:val="none"/>
        </w:rPr>
        <w:t>．在</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重点领域严重失信主体名单查询</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模块</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点击</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失信被执行人</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进入界面，输入</w:t>
      </w:r>
      <w:r>
        <w:rPr>
          <w:rFonts w:hint="default" w:ascii="Times New Roman" w:hAnsi="Times New Roman" w:eastAsia="仿宋_GB2312" w:cs="Times New Roman"/>
          <w:color w:val="auto"/>
          <w:sz w:val="32"/>
          <w:szCs w:val="32"/>
          <w:u w:val="none"/>
          <w:lang w:val="en-US" w:eastAsia="zh-CN"/>
        </w:rPr>
        <w:t>姓名和</w:t>
      </w:r>
      <w:r>
        <w:rPr>
          <w:rFonts w:hint="default" w:ascii="Times New Roman" w:hAnsi="Times New Roman" w:eastAsia="仿宋_GB2312" w:cs="Times New Roman"/>
          <w:color w:val="auto"/>
          <w:sz w:val="32"/>
          <w:szCs w:val="32"/>
          <w:u w:val="none"/>
        </w:rPr>
        <w:t>身份证号码</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即可点击查询</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若查询结果为，</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在全国范围内没有找到</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身份证号码</w:t>
      </w:r>
      <w:r>
        <w:rPr>
          <w:rFonts w:hint="default" w:ascii="Times New Roman" w:hAnsi="Times New Roman" w:eastAsia="仿宋_GB2312" w:cs="Times New Roman"/>
          <w:color w:val="auto"/>
          <w:sz w:val="32"/>
          <w:szCs w:val="32"/>
          <w:u w:val="none"/>
          <w:lang w:val="en-US" w:eastAsia="zh-CN"/>
        </w:rPr>
        <w:t>+姓名</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相关的结果.</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，则视为无此项失信行为</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若在名单中查询到相关信息，则说明存在失信行为。</w:t>
      </w:r>
      <w:r>
        <w:rPr>
          <w:rFonts w:hint="default" w:ascii="Times New Roman" w:hAnsi="Times New Roman" w:eastAsia="仿宋_GB2312" w:cs="Times New Roman"/>
          <w:color w:val="auto"/>
          <w:sz w:val="32"/>
          <w:szCs w:val="32"/>
          <w:u w:val="none"/>
          <w:lang w:val="en-US" w:eastAsia="zh-CN"/>
        </w:rPr>
        <w:t>以上信息请截图。</w:t>
      </w:r>
    </w:p>
    <w:sectPr>
      <w:headerReference r:id="rId3" w:type="default"/>
      <w:footerReference r:id="rId4" w:type="default"/>
      <w:pgSz w:w="11906" w:h="16838"/>
      <w:pgMar w:top="2098" w:right="1474" w:bottom="1985" w:left="1588" w:header="851" w:footer="1474" w:gutter="0"/>
      <w:pgBorders>
        <w:top w:val="none" w:sz="0" w:space="0"/>
        <w:left w:val="none" w:sz="0" w:space="0"/>
        <w:bottom w:val="none" w:sz="0" w:space="0"/>
        <w:right w:val="none" w:sz="0" w:space="0"/>
      </w:pgBorders>
      <w:pgNumType w:fmt="decimal"/>
      <w:cols w:space="72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小标宋">
    <w:altName w:val="方正小标宋_GBK"/>
    <w:panose1 w:val="03000509000000000000"/>
    <w:charset w:val="00"/>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00"/>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wh4D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FsIeAxwCAAArBAAADgAAAAAAAAABACAAAAA1AQAAZHJzL2Uyb0RvYy54bWxQSwUG&#10;AAAAAAYABgBZAQAAwwUAAAAA&#10;">
              <v:fill on="f" focussize="0,0"/>
              <v:stroke on="f" weight="0.5pt"/>
              <v:imagedata o:title=""/>
              <o:lock v:ext="edit" aspectratio="f"/>
              <v:textbox inset="0mm,0mm,0mm,0mm" style="mso-fit-shape-to-text:t;">
                <w:txbxContent>
                  <w:p>
                    <w:pPr>
                      <w:pStyle w:val="9"/>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435C95"/>
    <w:multiLevelType w:val="singleLevel"/>
    <w:tmpl w:val="50435C95"/>
    <w:lvl w:ilvl="0" w:tentative="0">
      <w:start w:val="1"/>
      <w:numFmt w:val="decimal"/>
      <w:pStyle w:val="16"/>
      <w:lvlText w:val="图%1. "/>
      <w:lvlJc w:val="left"/>
      <w:pPr>
        <w:tabs>
          <w:tab w:val="left" w:pos="777"/>
        </w:tabs>
        <w:ind w:left="777" w:hanging="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mirrorMargins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58"/>
  <w:drawingGridVerticalSpacing w:val="57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NzZiOTAyNzEwOWQ1MTQ2ODRiMGU2MzQ5YmIwODYifQ=="/>
  </w:docVars>
  <w:rsids>
    <w:rsidRoot w:val="00172A27"/>
    <w:rsid w:val="00000467"/>
    <w:rsid w:val="0000057A"/>
    <w:rsid w:val="00000647"/>
    <w:rsid w:val="000013A7"/>
    <w:rsid w:val="00001C89"/>
    <w:rsid w:val="00002863"/>
    <w:rsid w:val="000067DC"/>
    <w:rsid w:val="00007415"/>
    <w:rsid w:val="00007681"/>
    <w:rsid w:val="00010331"/>
    <w:rsid w:val="00011771"/>
    <w:rsid w:val="00013584"/>
    <w:rsid w:val="00013800"/>
    <w:rsid w:val="0001581F"/>
    <w:rsid w:val="000169BD"/>
    <w:rsid w:val="00016BF2"/>
    <w:rsid w:val="00017E64"/>
    <w:rsid w:val="00020431"/>
    <w:rsid w:val="000211B1"/>
    <w:rsid w:val="00021C15"/>
    <w:rsid w:val="0002421F"/>
    <w:rsid w:val="00024CB7"/>
    <w:rsid w:val="00036FBB"/>
    <w:rsid w:val="00036FFF"/>
    <w:rsid w:val="0004035E"/>
    <w:rsid w:val="00040D69"/>
    <w:rsid w:val="00041E5E"/>
    <w:rsid w:val="000425BB"/>
    <w:rsid w:val="000431FC"/>
    <w:rsid w:val="00043283"/>
    <w:rsid w:val="0004414D"/>
    <w:rsid w:val="000441A2"/>
    <w:rsid w:val="00045512"/>
    <w:rsid w:val="0004781D"/>
    <w:rsid w:val="00050910"/>
    <w:rsid w:val="000516E5"/>
    <w:rsid w:val="000517E2"/>
    <w:rsid w:val="00051CB2"/>
    <w:rsid w:val="00053598"/>
    <w:rsid w:val="00053E4F"/>
    <w:rsid w:val="00053FDB"/>
    <w:rsid w:val="0005427B"/>
    <w:rsid w:val="00056CE3"/>
    <w:rsid w:val="00057643"/>
    <w:rsid w:val="000613B8"/>
    <w:rsid w:val="00062A47"/>
    <w:rsid w:val="00062B3B"/>
    <w:rsid w:val="0006420D"/>
    <w:rsid w:val="000658C0"/>
    <w:rsid w:val="00065F0C"/>
    <w:rsid w:val="00066CB4"/>
    <w:rsid w:val="00067A3F"/>
    <w:rsid w:val="00067E2A"/>
    <w:rsid w:val="00071482"/>
    <w:rsid w:val="00071917"/>
    <w:rsid w:val="000730E7"/>
    <w:rsid w:val="00073477"/>
    <w:rsid w:val="00075A09"/>
    <w:rsid w:val="000762D4"/>
    <w:rsid w:val="00081A2B"/>
    <w:rsid w:val="000834C3"/>
    <w:rsid w:val="00083D28"/>
    <w:rsid w:val="00084DA6"/>
    <w:rsid w:val="000856ED"/>
    <w:rsid w:val="00086C8E"/>
    <w:rsid w:val="000870C9"/>
    <w:rsid w:val="00087253"/>
    <w:rsid w:val="00087892"/>
    <w:rsid w:val="00087C74"/>
    <w:rsid w:val="000900AC"/>
    <w:rsid w:val="00092CB2"/>
    <w:rsid w:val="00093FB3"/>
    <w:rsid w:val="0009523E"/>
    <w:rsid w:val="000960AD"/>
    <w:rsid w:val="00097090"/>
    <w:rsid w:val="0009711E"/>
    <w:rsid w:val="0009718D"/>
    <w:rsid w:val="00097682"/>
    <w:rsid w:val="000A0FB2"/>
    <w:rsid w:val="000A17CE"/>
    <w:rsid w:val="000A196F"/>
    <w:rsid w:val="000A34C6"/>
    <w:rsid w:val="000A44F0"/>
    <w:rsid w:val="000A476D"/>
    <w:rsid w:val="000A5197"/>
    <w:rsid w:val="000A5505"/>
    <w:rsid w:val="000B0B4E"/>
    <w:rsid w:val="000B12DE"/>
    <w:rsid w:val="000B24CB"/>
    <w:rsid w:val="000B24DB"/>
    <w:rsid w:val="000B4BD5"/>
    <w:rsid w:val="000B56AC"/>
    <w:rsid w:val="000C0BFD"/>
    <w:rsid w:val="000C0CFF"/>
    <w:rsid w:val="000C144B"/>
    <w:rsid w:val="000C1998"/>
    <w:rsid w:val="000C2045"/>
    <w:rsid w:val="000C372F"/>
    <w:rsid w:val="000C3D31"/>
    <w:rsid w:val="000C4888"/>
    <w:rsid w:val="000C6070"/>
    <w:rsid w:val="000C6DCA"/>
    <w:rsid w:val="000C7AC6"/>
    <w:rsid w:val="000D04FA"/>
    <w:rsid w:val="000D0CB1"/>
    <w:rsid w:val="000D0E21"/>
    <w:rsid w:val="000D1A47"/>
    <w:rsid w:val="000D2173"/>
    <w:rsid w:val="000D235C"/>
    <w:rsid w:val="000D26EA"/>
    <w:rsid w:val="000D42D5"/>
    <w:rsid w:val="000D4BE1"/>
    <w:rsid w:val="000D5100"/>
    <w:rsid w:val="000D522D"/>
    <w:rsid w:val="000D59FD"/>
    <w:rsid w:val="000D6404"/>
    <w:rsid w:val="000D642D"/>
    <w:rsid w:val="000E20A8"/>
    <w:rsid w:val="000E2476"/>
    <w:rsid w:val="000E3629"/>
    <w:rsid w:val="000E3A04"/>
    <w:rsid w:val="000E5D71"/>
    <w:rsid w:val="000E61EB"/>
    <w:rsid w:val="000E6D84"/>
    <w:rsid w:val="000E6D8A"/>
    <w:rsid w:val="000E7757"/>
    <w:rsid w:val="000E7E51"/>
    <w:rsid w:val="000F01F4"/>
    <w:rsid w:val="000F08B2"/>
    <w:rsid w:val="000F1A0B"/>
    <w:rsid w:val="000F3972"/>
    <w:rsid w:val="000F4198"/>
    <w:rsid w:val="000F52C2"/>
    <w:rsid w:val="000F5884"/>
    <w:rsid w:val="000F6016"/>
    <w:rsid w:val="000F6C4C"/>
    <w:rsid w:val="000F7F4A"/>
    <w:rsid w:val="0010153C"/>
    <w:rsid w:val="00102E7C"/>
    <w:rsid w:val="00103C1C"/>
    <w:rsid w:val="0010576D"/>
    <w:rsid w:val="00106568"/>
    <w:rsid w:val="00107998"/>
    <w:rsid w:val="00107EDE"/>
    <w:rsid w:val="00111F62"/>
    <w:rsid w:val="001143F4"/>
    <w:rsid w:val="00117E0B"/>
    <w:rsid w:val="0012001C"/>
    <w:rsid w:val="00120B4C"/>
    <w:rsid w:val="0012166D"/>
    <w:rsid w:val="00121D6D"/>
    <w:rsid w:val="00121E9A"/>
    <w:rsid w:val="00124571"/>
    <w:rsid w:val="00125D18"/>
    <w:rsid w:val="001260A1"/>
    <w:rsid w:val="00126567"/>
    <w:rsid w:val="00127C3B"/>
    <w:rsid w:val="0013116D"/>
    <w:rsid w:val="001318F0"/>
    <w:rsid w:val="00131C2D"/>
    <w:rsid w:val="001339A4"/>
    <w:rsid w:val="001345F6"/>
    <w:rsid w:val="00136990"/>
    <w:rsid w:val="00137E41"/>
    <w:rsid w:val="001403DB"/>
    <w:rsid w:val="001416DA"/>
    <w:rsid w:val="001419E1"/>
    <w:rsid w:val="00143872"/>
    <w:rsid w:val="00145230"/>
    <w:rsid w:val="00145531"/>
    <w:rsid w:val="00146327"/>
    <w:rsid w:val="001465A4"/>
    <w:rsid w:val="00147561"/>
    <w:rsid w:val="00147FA2"/>
    <w:rsid w:val="001508C8"/>
    <w:rsid w:val="001513ED"/>
    <w:rsid w:val="0015226F"/>
    <w:rsid w:val="001523D8"/>
    <w:rsid w:val="00155A5F"/>
    <w:rsid w:val="00155BE6"/>
    <w:rsid w:val="001568C9"/>
    <w:rsid w:val="00162426"/>
    <w:rsid w:val="00162EE7"/>
    <w:rsid w:val="001649AB"/>
    <w:rsid w:val="00164F72"/>
    <w:rsid w:val="001651FE"/>
    <w:rsid w:val="001669BE"/>
    <w:rsid w:val="001704DC"/>
    <w:rsid w:val="00171481"/>
    <w:rsid w:val="00171485"/>
    <w:rsid w:val="001721B0"/>
    <w:rsid w:val="001724BD"/>
    <w:rsid w:val="0017291B"/>
    <w:rsid w:val="00174499"/>
    <w:rsid w:val="00174A43"/>
    <w:rsid w:val="00175126"/>
    <w:rsid w:val="00176127"/>
    <w:rsid w:val="001769D6"/>
    <w:rsid w:val="00177364"/>
    <w:rsid w:val="0017746F"/>
    <w:rsid w:val="00177A76"/>
    <w:rsid w:val="00181D63"/>
    <w:rsid w:val="00186348"/>
    <w:rsid w:val="00186626"/>
    <w:rsid w:val="0019006A"/>
    <w:rsid w:val="0019037C"/>
    <w:rsid w:val="0019098D"/>
    <w:rsid w:val="00190EAF"/>
    <w:rsid w:val="00193465"/>
    <w:rsid w:val="00193EF9"/>
    <w:rsid w:val="00194C4A"/>
    <w:rsid w:val="00194DFB"/>
    <w:rsid w:val="00194F86"/>
    <w:rsid w:val="00195171"/>
    <w:rsid w:val="00195346"/>
    <w:rsid w:val="00196696"/>
    <w:rsid w:val="001967E1"/>
    <w:rsid w:val="00197696"/>
    <w:rsid w:val="00197D4D"/>
    <w:rsid w:val="001A0563"/>
    <w:rsid w:val="001A0D14"/>
    <w:rsid w:val="001A3DDB"/>
    <w:rsid w:val="001A4227"/>
    <w:rsid w:val="001A4F7D"/>
    <w:rsid w:val="001A61BF"/>
    <w:rsid w:val="001A6D0F"/>
    <w:rsid w:val="001A779D"/>
    <w:rsid w:val="001A7A41"/>
    <w:rsid w:val="001B101C"/>
    <w:rsid w:val="001B14C9"/>
    <w:rsid w:val="001B1CCF"/>
    <w:rsid w:val="001B1F2A"/>
    <w:rsid w:val="001B2ED6"/>
    <w:rsid w:val="001B3D1C"/>
    <w:rsid w:val="001B4ABB"/>
    <w:rsid w:val="001B6CDD"/>
    <w:rsid w:val="001B6E6F"/>
    <w:rsid w:val="001C47B2"/>
    <w:rsid w:val="001C5409"/>
    <w:rsid w:val="001C63B4"/>
    <w:rsid w:val="001D25BE"/>
    <w:rsid w:val="001D2890"/>
    <w:rsid w:val="001D2A0C"/>
    <w:rsid w:val="001D2F77"/>
    <w:rsid w:val="001D46BC"/>
    <w:rsid w:val="001D4CE3"/>
    <w:rsid w:val="001D5970"/>
    <w:rsid w:val="001D70D0"/>
    <w:rsid w:val="001E1436"/>
    <w:rsid w:val="001E2646"/>
    <w:rsid w:val="001E3B21"/>
    <w:rsid w:val="001E41B4"/>
    <w:rsid w:val="001E4BB1"/>
    <w:rsid w:val="001F15CB"/>
    <w:rsid w:val="001F2DE4"/>
    <w:rsid w:val="001F2E9A"/>
    <w:rsid w:val="001F34D5"/>
    <w:rsid w:val="001F3ADA"/>
    <w:rsid w:val="001F3E30"/>
    <w:rsid w:val="001F4062"/>
    <w:rsid w:val="001F4531"/>
    <w:rsid w:val="001F4703"/>
    <w:rsid w:val="001F6C8C"/>
    <w:rsid w:val="001F6E10"/>
    <w:rsid w:val="001F7662"/>
    <w:rsid w:val="001F78B5"/>
    <w:rsid w:val="001F7DCF"/>
    <w:rsid w:val="001F7EB6"/>
    <w:rsid w:val="0020032B"/>
    <w:rsid w:val="00200815"/>
    <w:rsid w:val="00201900"/>
    <w:rsid w:val="00202D0C"/>
    <w:rsid w:val="00203ADA"/>
    <w:rsid w:val="00205112"/>
    <w:rsid w:val="00205B6B"/>
    <w:rsid w:val="002071C4"/>
    <w:rsid w:val="00207338"/>
    <w:rsid w:val="00211410"/>
    <w:rsid w:val="00211569"/>
    <w:rsid w:val="00214546"/>
    <w:rsid w:val="00214E33"/>
    <w:rsid w:val="00215F56"/>
    <w:rsid w:val="002162B7"/>
    <w:rsid w:val="00221955"/>
    <w:rsid w:val="00221E2B"/>
    <w:rsid w:val="0022239C"/>
    <w:rsid w:val="00224061"/>
    <w:rsid w:val="0022738C"/>
    <w:rsid w:val="00230DED"/>
    <w:rsid w:val="002331C7"/>
    <w:rsid w:val="00233832"/>
    <w:rsid w:val="002351B4"/>
    <w:rsid w:val="002351EC"/>
    <w:rsid w:val="00235965"/>
    <w:rsid w:val="00237A3A"/>
    <w:rsid w:val="0024042F"/>
    <w:rsid w:val="00240688"/>
    <w:rsid w:val="0024090E"/>
    <w:rsid w:val="00242874"/>
    <w:rsid w:val="00243123"/>
    <w:rsid w:val="00243AD8"/>
    <w:rsid w:val="00244E29"/>
    <w:rsid w:val="00246F87"/>
    <w:rsid w:val="00247040"/>
    <w:rsid w:val="00247175"/>
    <w:rsid w:val="00251993"/>
    <w:rsid w:val="00251BB5"/>
    <w:rsid w:val="0025488D"/>
    <w:rsid w:val="00254A0F"/>
    <w:rsid w:val="002562F5"/>
    <w:rsid w:val="0025644E"/>
    <w:rsid w:val="002567C9"/>
    <w:rsid w:val="00256D01"/>
    <w:rsid w:val="002607BA"/>
    <w:rsid w:val="002664D1"/>
    <w:rsid w:val="0026691D"/>
    <w:rsid w:val="00270F49"/>
    <w:rsid w:val="00272200"/>
    <w:rsid w:val="0027251C"/>
    <w:rsid w:val="00273212"/>
    <w:rsid w:val="00273CE0"/>
    <w:rsid w:val="002751CF"/>
    <w:rsid w:val="002752C3"/>
    <w:rsid w:val="002806F7"/>
    <w:rsid w:val="00281228"/>
    <w:rsid w:val="00283363"/>
    <w:rsid w:val="002837EE"/>
    <w:rsid w:val="00284C2E"/>
    <w:rsid w:val="002859AC"/>
    <w:rsid w:val="0028689F"/>
    <w:rsid w:val="00286D1C"/>
    <w:rsid w:val="00287CB4"/>
    <w:rsid w:val="00290A7E"/>
    <w:rsid w:val="00290FC4"/>
    <w:rsid w:val="002921C2"/>
    <w:rsid w:val="00292221"/>
    <w:rsid w:val="00295032"/>
    <w:rsid w:val="0029589E"/>
    <w:rsid w:val="00297070"/>
    <w:rsid w:val="0029719E"/>
    <w:rsid w:val="002A060A"/>
    <w:rsid w:val="002A1399"/>
    <w:rsid w:val="002A156E"/>
    <w:rsid w:val="002A2BD4"/>
    <w:rsid w:val="002A3D2E"/>
    <w:rsid w:val="002A43A2"/>
    <w:rsid w:val="002A51A9"/>
    <w:rsid w:val="002A597A"/>
    <w:rsid w:val="002A60B2"/>
    <w:rsid w:val="002A6956"/>
    <w:rsid w:val="002A7477"/>
    <w:rsid w:val="002A76EA"/>
    <w:rsid w:val="002A7A69"/>
    <w:rsid w:val="002B0096"/>
    <w:rsid w:val="002B0B9A"/>
    <w:rsid w:val="002B0E3C"/>
    <w:rsid w:val="002B1ABE"/>
    <w:rsid w:val="002B278F"/>
    <w:rsid w:val="002B55B4"/>
    <w:rsid w:val="002B5DCA"/>
    <w:rsid w:val="002B7ABC"/>
    <w:rsid w:val="002B7C3E"/>
    <w:rsid w:val="002C20EA"/>
    <w:rsid w:val="002C335E"/>
    <w:rsid w:val="002C37A5"/>
    <w:rsid w:val="002C5AF8"/>
    <w:rsid w:val="002C6D2B"/>
    <w:rsid w:val="002C755B"/>
    <w:rsid w:val="002C75A4"/>
    <w:rsid w:val="002D083A"/>
    <w:rsid w:val="002D0DD1"/>
    <w:rsid w:val="002D126D"/>
    <w:rsid w:val="002D1E4E"/>
    <w:rsid w:val="002D20CC"/>
    <w:rsid w:val="002D22EC"/>
    <w:rsid w:val="002D2677"/>
    <w:rsid w:val="002D2C01"/>
    <w:rsid w:val="002D32FB"/>
    <w:rsid w:val="002D3E51"/>
    <w:rsid w:val="002D3F20"/>
    <w:rsid w:val="002D487E"/>
    <w:rsid w:val="002D4B22"/>
    <w:rsid w:val="002D4DCD"/>
    <w:rsid w:val="002D506E"/>
    <w:rsid w:val="002D63F9"/>
    <w:rsid w:val="002D6DC2"/>
    <w:rsid w:val="002D7117"/>
    <w:rsid w:val="002D7B06"/>
    <w:rsid w:val="002E0FCB"/>
    <w:rsid w:val="002E237E"/>
    <w:rsid w:val="002E2581"/>
    <w:rsid w:val="002E2FBD"/>
    <w:rsid w:val="002E4901"/>
    <w:rsid w:val="002E4912"/>
    <w:rsid w:val="002E554B"/>
    <w:rsid w:val="002E6299"/>
    <w:rsid w:val="002F0860"/>
    <w:rsid w:val="002F283F"/>
    <w:rsid w:val="002F4225"/>
    <w:rsid w:val="002F4376"/>
    <w:rsid w:val="002F56D5"/>
    <w:rsid w:val="002F5CEA"/>
    <w:rsid w:val="002F6932"/>
    <w:rsid w:val="002F6E17"/>
    <w:rsid w:val="00300433"/>
    <w:rsid w:val="00300B66"/>
    <w:rsid w:val="00300CF4"/>
    <w:rsid w:val="0030232D"/>
    <w:rsid w:val="00302F59"/>
    <w:rsid w:val="00303AB0"/>
    <w:rsid w:val="003046EC"/>
    <w:rsid w:val="00305117"/>
    <w:rsid w:val="003073BB"/>
    <w:rsid w:val="00311BAE"/>
    <w:rsid w:val="00311F3C"/>
    <w:rsid w:val="00312D21"/>
    <w:rsid w:val="00313370"/>
    <w:rsid w:val="00313604"/>
    <w:rsid w:val="00315678"/>
    <w:rsid w:val="003170F4"/>
    <w:rsid w:val="00320880"/>
    <w:rsid w:val="003219A3"/>
    <w:rsid w:val="00321E26"/>
    <w:rsid w:val="00323113"/>
    <w:rsid w:val="00323696"/>
    <w:rsid w:val="0032373C"/>
    <w:rsid w:val="00323AF7"/>
    <w:rsid w:val="00323D2B"/>
    <w:rsid w:val="00325971"/>
    <w:rsid w:val="00326016"/>
    <w:rsid w:val="003265CE"/>
    <w:rsid w:val="0032672A"/>
    <w:rsid w:val="00326BF6"/>
    <w:rsid w:val="00330B5A"/>
    <w:rsid w:val="00330C01"/>
    <w:rsid w:val="00332437"/>
    <w:rsid w:val="0033298A"/>
    <w:rsid w:val="003333E3"/>
    <w:rsid w:val="003334F5"/>
    <w:rsid w:val="003335FC"/>
    <w:rsid w:val="0033381E"/>
    <w:rsid w:val="00333A54"/>
    <w:rsid w:val="00335CF4"/>
    <w:rsid w:val="00336551"/>
    <w:rsid w:val="00336AAE"/>
    <w:rsid w:val="00336F3A"/>
    <w:rsid w:val="00340B29"/>
    <w:rsid w:val="003413C3"/>
    <w:rsid w:val="003419E2"/>
    <w:rsid w:val="00342349"/>
    <w:rsid w:val="00344177"/>
    <w:rsid w:val="00344B19"/>
    <w:rsid w:val="00344C37"/>
    <w:rsid w:val="00346540"/>
    <w:rsid w:val="00347EA4"/>
    <w:rsid w:val="0035103E"/>
    <w:rsid w:val="003527DF"/>
    <w:rsid w:val="00352C23"/>
    <w:rsid w:val="00354B3B"/>
    <w:rsid w:val="003553B4"/>
    <w:rsid w:val="00357050"/>
    <w:rsid w:val="003571E1"/>
    <w:rsid w:val="003574EC"/>
    <w:rsid w:val="0036117B"/>
    <w:rsid w:val="00361328"/>
    <w:rsid w:val="00361649"/>
    <w:rsid w:val="00362AFD"/>
    <w:rsid w:val="0036375D"/>
    <w:rsid w:val="00364A77"/>
    <w:rsid w:val="00364D88"/>
    <w:rsid w:val="00365090"/>
    <w:rsid w:val="003650F5"/>
    <w:rsid w:val="00366B4E"/>
    <w:rsid w:val="00367997"/>
    <w:rsid w:val="00367B34"/>
    <w:rsid w:val="00371B49"/>
    <w:rsid w:val="00372617"/>
    <w:rsid w:val="00372968"/>
    <w:rsid w:val="00373537"/>
    <w:rsid w:val="00375895"/>
    <w:rsid w:val="00381988"/>
    <w:rsid w:val="00381B7B"/>
    <w:rsid w:val="00382675"/>
    <w:rsid w:val="0038440F"/>
    <w:rsid w:val="00384941"/>
    <w:rsid w:val="00384F6D"/>
    <w:rsid w:val="003862D4"/>
    <w:rsid w:val="00387DB6"/>
    <w:rsid w:val="0039257B"/>
    <w:rsid w:val="00393273"/>
    <w:rsid w:val="00393C46"/>
    <w:rsid w:val="00394E0C"/>
    <w:rsid w:val="003A0228"/>
    <w:rsid w:val="003A1376"/>
    <w:rsid w:val="003A2E6D"/>
    <w:rsid w:val="003A3EC0"/>
    <w:rsid w:val="003A4DBF"/>
    <w:rsid w:val="003A4F46"/>
    <w:rsid w:val="003A56D8"/>
    <w:rsid w:val="003A5D56"/>
    <w:rsid w:val="003A606A"/>
    <w:rsid w:val="003A6964"/>
    <w:rsid w:val="003B0288"/>
    <w:rsid w:val="003B07D9"/>
    <w:rsid w:val="003B0E7B"/>
    <w:rsid w:val="003B133F"/>
    <w:rsid w:val="003B1D9E"/>
    <w:rsid w:val="003B3805"/>
    <w:rsid w:val="003B4AC0"/>
    <w:rsid w:val="003B52C1"/>
    <w:rsid w:val="003B5D06"/>
    <w:rsid w:val="003C0205"/>
    <w:rsid w:val="003C0633"/>
    <w:rsid w:val="003C2702"/>
    <w:rsid w:val="003C2D56"/>
    <w:rsid w:val="003C3A91"/>
    <w:rsid w:val="003C6B4D"/>
    <w:rsid w:val="003C709A"/>
    <w:rsid w:val="003D1E67"/>
    <w:rsid w:val="003D2728"/>
    <w:rsid w:val="003D27CE"/>
    <w:rsid w:val="003D29AA"/>
    <w:rsid w:val="003D4045"/>
    <w:rsid w:val="003D4552"/>
    <w:rsid w:val="003D7E7E"/>
    <w:rsid w:val="003E17CA"/>
    <w:rsid w:val="003E2839"/>
    <w:rsid w:val="003E2978"/>
    <w:rsid w:val="003E32ED"/>
    <w:rsid w:val="003E4034"/>
    <w:rsid w:val="003E440F"/>
    <w:rsid w:val="003E574E"/>
    <w:rsid w:val="003E7470"/>
    <w:rsid w:val="003F00F8"/>
    <w:rsid w:val="003F0FDF"/>
    <w:rsid w:val="003F3CBA"/>
    <w:rsid w:val="003F472F"/>
    <w:rsid w:val="003F50FE"/>
    <w:rsid w:val="003F5267"/>
    <w:rsid w:val="003F65BB"/>
    <w:rsid w:val="003F7462"/>
    <w:rsid w:val="004001DF"/>
    <w:rsid w:val="00400895"/>
    <w:rsid w:val="004009AA"/>
    <w:rsid w:val="00401C5F"/>
    <w:rsid w:val="00402A70"/>
    <w:rsid w:val="00404ECD"/>
    <w:rsid w:val="00405766"/>
    <w:rsid w:val="00405C49"/>
    <w:rsid w:val="0040685A"/>
    <w:rsid w:val="00406E13"/>
    <w:rsid w:val="00410959"/>
    <w:rsid w:val="00411761"/>
    <w:rsid w:val="0041277E"/>
    <w:rsid w:val="004128A4"/>
    <w:rsid w:val="00412C40"/>
    <w:rsid w:val="00412D11"/>
    <w:rsid w:val="00413529"/>
    <w:rsid w:val="00415DCC"/>
    <w:rsid w:val="00416FE5"/>
    <w:rsid w:val="00417BED"/>
    <w:rsid w:val="004229BC"/>
    <w:rsid w:val="00424177"/>
    <w:rsid w:val="00426D16"/>
    <w:rsid w:val="0042720E"/>
    <w:rsid w:val="0042740F"/>
    <w:rsid w:val="00427EAA"/>
    <w:rsid w:val="00430B93"/>
    <w:rsid w:val="004311D0"/>
    <w:rsid w:val="00432508"/>
    <w:rsid w:val="0043276E"/>
    <w:rsid w:val="00432AEB"/>
    <w:rsid w:val="00432C82"/>
    <w:rsid w:val="00435239"/>
    <w:rsid w:val="00435253"/>
    <w:rsid w:val="00435407"/>
    <w:rsid w:val="00435523"/>
    <w:rsid w:val="00436ABF"/>
    <w:rsid w:val="00437152"/>
    <w:rsid w:val="00437283"/>
    <w:rsid w:val="0043755D"/>
    <w:rsid w:val="0043794A"/>
    <w:rsid w:val="00437D3C"/>
    <w:rsid w:val="0044083F"/>
    <w:rsid w:val="0044160B"/>
    <w:rsid w:val="00442572"/>
    <w:rsid w:val="00442724"/>
    <w:rsid w:val="00442F47"/>
    <w:rsid w:val="0044343D"/>
    <w:rsid w:val="004439CF"/>
    <w:rsid w:val="00443E3A"/>
    <w:rsid w:val="00444974"/>
    <w:rsid w:val="00444A23"/>
    <w:rsid w:val="00445030"/>
    <w:rsid w:val="004500FB"/>
    <w:rsid w:val="00450299"/>
    <w:rsid w:val="00455B77"/>
    <w:rsid w:val="00456C59"/>
    <w:rsid w:val="0046185A"/>
    <w:rsid w:val="004630FA"/>
    <w:rsid w:val="00464041"/>
    <w:rsid w:val="00464E3E"/>
    <w:rsid w:val="00465B32"/>
    <w:rsid w:val="004662C0"/>
    <w:rsid w:val="0046797E"/>
    <w:rsid w:val="00470ABC"/>
    <w:rsid w:val="004713FA"/>
    <w:rsid w:val="00471B86"/>
    <w:rsid w:val="00472ACA"/>
    <w:rsid w:val="00472BF4"/>
    <w:rsid w:val="00472F15"/>
    <w:rsid w:val="00473E66"/>
    <w:rsid w:val="00476A08"/>
    <w:rsid w:val="004820D0"/>
    <w:rsid w:val="004832B7"/>
    <w:rsid w:val="00485430"/>
    <w:rsid w:val="00486121"/>
    <w:rsid w:val="004864C6"/>
    <w:rsid w:val="004864F5"/>
    <w:rsid w:val="004877B6"/>
    <w:rsid w:val="00487C03"/>
    <w:rsid w:val="00490DA4"/>
    <w:rsid w:val="00491E56"/>
    <w:rsid w:val="00493E8D"/>
    <w:rsid w:val="00494C34"/>
    <w:rsid w:val="004A10E1"/>
    <w:rsid w:val="004A1399"/>
    <w:rsid w:val="004A3F7F"/>
    <w:rsid w:val="004A498B"/>
    <w:rsid w:val="004A4AA3"/>
    <w:rsid w:val="004A4FE1"/>
    <w:rsid w:val="004A598E"/>
    <w:rsid w:val="004A59CA"/>
    <w:rsid w:val="004A7551"/>
    <w:rsid w:val="004A7A4D"/>
    <w:rsid w:val="004B1448"/>
    <w:rsid w:val="004B1B63"/>
    <w:rsid w:val="004B1E5D"/>
    <w:rsid w:val="004B2F7D"/>
    <w:rsid w:val="004B3074"/>
    <w:rsid w:val="004B30EC"/>
    <w:rsid w:val="004B3CCE"/>
    <w:rsid w:val="004B4330"/>
    <w:rsid w:val="004B4968"/>
    <w:rsid w:val="004B58E5"/>
    <w:rsid w:val="004B6796"/>
    <w:rsid w:val="004B6A30"/>
    <w:rsid w:val="004B79A8"/>
    <w:rsid w:val="004C2AB4"/>
    <w:rsid w:val="004C3EA8"/>
    <w:rsid w:val="004C4A00"/>
    <w:rsid w:val="004C4D06"/>
    <w:rsid w:val="004C5570"/>
    <w:rsid w:val="004C6837"/>
    <w:rsid w:val="004C7573"/>
    <w:rsid w:val="004D1C38"/>
    <w:rsid w:val="004D2358"/>
    <w:rsid w:val="004D42A4"/>
    <w:rsid w:val="004D6298"/>
    <w:rsid w:val="004D74CC"/>
    <w:rsid w:val="004E041E"/>
    <w:rsid w:val="004E1F76"/>
    <w:rsid w:val="004E2457"/>
    <w:rsid w:val="004E38A5"/>
    <w:rsid w:val="004E3BF5"/>
    <w:rsid w:val="004E40F6"/>
    <w:rsid w:val="004E5BC8"/>
    <w:rsid w:val="004E646A"/>
    <w:rsid w:val="004E6CD2"/>
    <w:rsid w:val="004E6DD1"/>
    <w:rsid w:val="004E7101"/>
    <w:rsid w:val="004E757E"/>
    <w:rsid w:val="004F1C4C"/>
    <w:rsid w:val="004F26F7"/>
    <w:rsid w:val="004F3828"/>
    <w:rsid w:val="004F511A"/>
    <w:rsid w:val="004F5ED7"/>
    <w:rsid w:val="005034B9"/>
    <w:rsid w:val="005037DE"/>
    <w:rsid w:val="00504281"/>
    <w:rsid w:val="0050463E"/>
    <w:rsid w:val="005062D5"/>
    <w:rsid w:val="0050759D"/>
    <w:rsid w:val="005109E8"/>
    <w:rsid w:val="00510B5B"/>
    <w:rsid w:val="00511871"/>
    <w:rsid w:val="00512F30"/>
    <w:rsid w:val="005142B9"/>
    <w:rsid w:val="005143E0"/>
    <w:rsid w:val="00516ECC"/>
    <w:rsid w:val="00520887"/>
    <w:rsid w:val="00521ADF"/>
    <w:rsid w:val="00522030"/>
    <w:rsid w:val="0052487D"/>
    <w:rsid w:val="005248F3"/>
    <w:rsid w:val="005260DE"/>
    <w:rsid w:val="00526DF9"/>
    <w:rsid w:val="00527334"/>
    <w:rsid w:val="00527484"/>
    <w:rsid w:val="00527852"/>
    <w:rsid w:val="00530CE0"/>
    <w:rsid w:val="00533156"/>
    <w:rsid w:val="005336BD"/>
    <w:rsid w:val="00534D43"/>
    <w:rsid w:val="005351BE"/>
    <w:rsid w:val="0053744F"/>
    <w:rsid w:val="0053792B"/>
    <w:rsid w:val="0054030D"/>
    <w:rsid w:val="00540E3D"/>
    <w:rsid w:val="005410B3"/>
    <w:rsid w:val="00541CB4"/>
    <w:rsid w:val="00541EF3"/>
    <w:rsid w:val="00543E7A"/>
    <w:rsid w:val="005441E7"/>
    <w:rsid w:val="00544261"/>
    <w:rsid w:val="00544D8F"/>
    <w:rsid w:val="00546052"/>
    <w:rsid w:val="0054613A"/>
    <w:rsid w:val="00547C61"/>
    <w:rsid w:val="00547D32"/>
    <w:rsid w:val="00550535"/>
    <w:rsid w:val="00552015"/>
    <w:rsid w:val="00552250"/>
    <w:rsid w:val="0055299E"/>
    <w:rsid w:val="005529B4"/>
    <w:rsid w:val="005538AB"/>
    <w:rsid w:val="00553EC7"/>
    <w:rsid w:val="005552D1"/>
    <w:rsid w:val="0055569C"/>
    <w:rsid w:val="00556572"/>
    <w:rsid w:val="00557EA9"/>
    <w:rsid w:val="00561766"/>
    <w:rsid w:val="00561AA6"/>
    <w:rsid w:val="00561C9C"/>
    <w:rsid w:val="005628CA"/>
    <w:rsid w:val="0056393C"/>
    <w:rsid w:val="00564DFE"/>
    <w:rsid w:val="00564F7D"/>
    <w:rsid w:val="0056500D"/>
    <w:rsid w:val="00565825"/>
    <w:rsid w:val="00566C20"/>
    <w:rsid w:val="00567710"/>
    <w:rsid w:val="00567DB8"/>
    <w:rsid w:val="00570C7E"/>
    <w:rsid w:val="005727F1"/>
    <w:rsid w:val="00572F89"/>
    <w:rsid w:val="00573CEF"/>
    <w:rsid w:val="00574851"/>
    <w:rsid w:val="0057656B"/>
    <w:rsid w:val="005765EE"/>
    <w:rsid w:val="00576910"/>
    <w:rsid w:val="005803B6"/>
    <w:rsid w:val="00581ADE"/>
    <w:rsid w:val="00581D28"/>
    <w:rsid w:val="0058202A"/>
    <w:rsid w:val="00582282"/>
    <w:rsid w:val="00582EEE"/>
    <w:rsid w:val="0058393B"/>
    <w:rsid w:val="005847DD"/>
    <w:rsid w:val="00584D1A"/>
    <w:rsid w:val="00586471"/>
    <w:rsid w:val="0058649F"/>
    <w:rsid w:val="005874B7"/>
    <w:rsid w:val="00590378"/>
    <w:rsid w:val="00592789"/>
    <w:rsid w:val="00593A2E"/>
    <w:rsid w:val="00593F4D"/>
    <w:rsid w:val="00595A83"/>
    <w:rsid w:val="00596878"/>
    <w:rsid w:val="00596AE5"/>
    <w:rsid w:val="00596E8A"/>
    <w:rsid w:val="00597683"/>
    <w:rsid w:val="005A34D9"/>
    <w:rsid w:val="005A3686"/>
    <w:rsid w:val="005A3AAB"/>
    <w:rsid w:val="005A449E"/>
    <w:rsid w:val="005A46B3"/>
    <w:rsid w:val="005A650D"/>
    <w:rsid w:val="005B126E"/>
    <w:rsid w:val="005B1C01"/>
    <w:rsid w:val="005B39DF"/>
    <w:rsid w:val="005B4534"/>
    <w:rsid w:val="005B5A21"/>
    <w:rsid w:val="005B6FE9"/>
    <w:rsid w:val="005B7403"/>
    <w:rsid w:val="005B7B8C"/>
    <w:rsid w:val="005C10FC"/>
    <w:rsid w:val="005C20C0"/>
    <w:rsid w:val="005C39E9"/>
    <w:rsid w:val="005C3DF8"/>
    <w:rsid w:val="005C453F"/>
    <w:rsid w:val="005C4582"/>
    <w:rsid w:val="005C4588"/>
    <w:rsid w:val="005C46BB"/>
    <w:rsid w:val="005C54F9"/>
    <w:rsid w:val="005C76E1"/>
    <w:rsid w:val="005C79B2"/>
    <w:rsid w:val="005C7D07"/>
    <w:rsid w:val="005C7E32"/>
    <w:rsid w:val="005D14AE"/>
    <w:rsid w:val="005D2804"/>
    <w:rsid w:val="005D3C0F"/>
    <w:rsid w:val="005D44CB"/>
    <w:rsid w:val="005D557E"/>
    <w:rsid w:val="005D5BEB"/>
    <w:rsid w:val="005D5E88"/>
    <w:rsid w:val="005D743A"/>
    <w:rsid w:val="005E34A3"/>
    <w:rsid w:val="005E34D1"/>
    <w:rsid w:val="005E7511"/>
    <w:rsid w:val="005F01EA"/>
    <w:rsid w:val="005F1023"/>
    <w:rsid w:val="005F32A9"/>
    <w:rsid w:val="005F35EF"/>
    <w:rsid w:val="005F3CEF"/>
    <w:rsid w:val="005F646E"/>
    <w:rsid w:val="00603BE2"/>
    <w:rsid w:val="006041FC"/>
    <w:rsid w:val="00604B8C"/>
    <w:rsid w:val="0060552A"/>
    <w:rsid w:val="0060644D"/>
    <w:rsid w:val="0060688F"/>
    <w:rsid w:val="00607295"/>
    <w:rsid w:val="00607453"/>
    <w:rsid w:val="0060749C"/>
    <w:rsid w:val="006078BE"/>
    <w:rsid w:val="00610FAB"/>
    <w:rsid w:val="00611408"/>
    <w:rsid w:val="00611894"/>
    <w:rsid w:val="00612F2D"/>
    <w:rsid w:val="006135D3"/>
    <w:rsid w:val="00614720"/>
    <w:rsid w:val="00614DAB"/>
    <w:rsid w:val="00614FE0"/>
    <w:rsid w:val="00615777"/>
    <w:rsid w:val="006173B9"/>
    <w:rsid w:val="00617F40"/>
    <w:rsid w:val="00620D34"/>
    <w:rsid w:val="00621036"/>
    <w:rsid w:val="00622BB0"/>
    <w:rsid w:val="006230F2"/>
    <w:rsid w:val="00624577"/>
    <w:rsid w:val="00624981"/>
    <w:rsid w:val="00625558"/>
    <w:rsid w:val="00625BC9"/>
    <w:rsid w:val="006262E5"/>
    <w:rsid w:val="00626C21"/>
    <w:rsid w:val="00627E5F"/>
    <w:rsid w:val="00631192"/>
    <w:rsid w:val="00631C80"/>
    <w:rsid w:val="00631CC6"/>
    <w:rsid w:val="00632854"/>
    <w:rsid w:val="00632D48"/>
    <w:rsid w:val="00632F0B"/>
    <w:rsid w:val="00633BAD"/>
    <w:rsid w:val="0063678F"/>
    <w:rsid w:val="006368EB"/>
    <w:rsid w:val="00642525"/>
    <w:rsid w:val="00642AF5"/>
    <w:rsid w:val="0064345B"/>
    <w:rsid w:val="00643A2D"/>
    <w:rsid w:val="00643A34"/>
    <w:rsid w:val="00644E2D"/>
    <w:rsid w:val="00645156"/>
    <w:rsid w:val="00645E63"/>
    <w:rsid w:val="006468A5"/>
    <w:rsid w:val="00646D04"/>
    <w:rsid w:val="00646D98"/>
    <w:rsid w:val="006505F5"/>
    <w:rsid w:val="00651FC1"/>
    <w:rsid w:val="00653786"/>
    <w:rsid w:val="0065418D"/>
    <w:rsid w:val="006546D2"/>
    <w:rsid w:val="00655256"/>
    <w:rsid w:val="0065678E"/>
    <w:rsid w:val="00656B44"/>
    <w:rsid w:val="006628A3"/>
    <w:rsid w:val="0066356C"/>
    <w:rsid w:val="00663811"/>
    <w:rsid w:val="00664105"/>
    <w:rsid w:val="006657E9"/>
    <w:rsid w:val="00665D6E"/>
    <w:rsid w:val="00666DDE"/>
    <w:rsid w:val="00667CA0"/>
    <w:rsid w:val="00670830"/>
    <w:rsid w:val="006715AC"/>
    <w:rsid w:val="00672EE2"/>
    <w:rsid w:val="0067442B"/>
    <w:rsid w:val="006750D9"/>
    <w:rsid w:val="006752B4"/>
    <w:rsid w:val="00675476"/>
    <w:rsid w:val="00675748"/>
    <w:rsid w:val="006758A2"/>
    <w:rsid w:val="00675DA4"/>
    <w:rsid w:val="00676CC7"/>
    <w:rsid w:val="0068204D"/>
    <w:rsid w:val="006829B1"/>
    <w:rsid w:val="00682B48"/>
    <w:rsid w:val="006858A9"/>
    <w:rsid w:val="00687140"/>
    <w:rsid w:val="00687B46"/>
    <w:rsid w:val="0069056D"/>
    <w:rsid w:val="00691FCC"/>
    <w:rsid w:val="00694227"/>
    <w:rsid w:val="00695545"/>
    <w:rsid w:val="00695849"/>
    <w:rsid w:val="00695A4A"/>
    <w:rsid w:val="0069783B"/>
    <w:rsid w:val="006A05FF"/>
    <w:rsid w:val="006A1BD1"/>
    <w:rsid w:val="006A211C"/>
    <w:rsid w:val="006A2869"/>
    <w:rsid w:val="006A3A37"/>
    <w:rsid w:val="006A4E46"/>
    <w:rsid w:val="006A5C50"/>
    <w:rsid w:val="006A630D"/>
    <w:rsid w:val="006A6578"/>
    <w:rsid w:val="006A67E7"/>
    <w:rsid w:val="006A6BEA"/>
    <w:rsid w:val="006A789E"/>
    <w:rsid w:val="006A7F32"/>
    <w:rsid w:val="006B041B"/>
    <w:rsid w:val="006B1329"/>
    <w:rsid w:val="006B2C69"/>
    <w:rsid w:val="006B351D"/>
    <w:rsid w:val="006B4D78"/>
    <w:rsid w:val="006B58B3"/>
    <w:rsid w:val="006B6052"/>
    <w:rsid w:val="006C11D7"/>
    <w:rsid w:val="006C4712"/>
    <w:rsid w:val="006C48A2"/>
    <w:rsid w:val="006C51F2"/>
    <w:rsid w:val="006C5EDE"/>
    <w:rsid w:val="006C6A0C"/>
    <w:rsid w:val="006C723C"/>
    <w:rsid w:val="006C752E"/>
    <w:rsid w:val="006C7A47"/>
    <w:rsid w:val="006D0EE1"/>
    <w:rsid w:val="006D1053"/>
    <w:rsid w:val="006D31E2"/>
    <w:rsid w:val="006D3FDA"/>
    <w:rsid w:val="006D4269"/>
    <w:rsid w:val="006D5BF8"/>
    <w:rsid w:val="006D5DD1"/>
    <w:rsid w:val="006D7A2A"/>
    <w:rsid w:val="006E037F"/>
    <w:rsid w:val="006E0625"/>
    <w:rsid w:val="006E0B18"/>
    <w:rsid w:val="006E3748"/>
    <w:rsid w:val="006E4B85"/>
    <w:rsid w:val="006E6E27"/>
    <w:rsid w:val="006E777A"/>
    <w:rsid w:val="006F1074"/>
    <w:rsid w:val="006F10B4"/>
    <w:rsid w:val="006F1AC6"/>
    <w:rsid w:val="006F2A97"/>
    <w:rsid w:val="006F2EBC"/>
    <w:rsid w:val="006F4B67"/>
    <w:rsid w:val="006F5014"/>
    <w:rsid w:val="006F5DDD"/>
    <w:rsid w:val="006F66B6"/>
    <w:rsid w:val="006F6C01"/>
    <w:rsid w:val="0070156C"/>
    <w:rsid w:val="00701888"/>
    <w:rsid w:val="0070276C"/>
    <w:rsid w:val="00702ADD"/>
    <w:rsid w:val="00702C6E"/>
    <w:rsid w:val="00703FC9"/>
    <w:rsid w:val="007043A0"/>
    <w:rsid w:val="00705CEF"/>
    <w:rsid w:val="00707DA6"/>
    <w:rsid w:val="00710BB1"/>
    <w:rsid w:val="007115D2"/>
    <w:rsid w:val="007123E2"/>
    <w:rsid w:val="007126D9"/>
    <w:rsid w:val="0071294D"/>
    <w:rsid w:val="007143C2"/>
    <w:rsid w:val="0071476D"/>
    <w:rsid w:val="00720419"/>
    <w:rsid w:val="00720636"/>
    <w:rsid w:val="00720A26"/>
    <w:rsid w:val="00721994"/>
    <w:rsid w:val="007219B1"/>
    <w:rsid w:val="00723A8D"/>
    <w:rsid w:val="00724E2F"/>
    <w:rsid w:val="007255B8"/>
    <w:rsid w:val="00725621"/>
    <w:rsid w:val="00727131"/>
    <w:rsid w:val="0072778C"/>
    <w:rsid w:val="0073141E"/>
    <w:rsid w:val="007323FE"/>
    <w:rsid w:val="007361E1"/>
    <w:rsid w:val="007420D1"/>
    <w:rsid w:val="007423B9"/>
    <w:rsid w:val="007433FC"/>
    <w:rsid w:val="00744DC9"/>
    <w:rsid w:val="00744E29"/>
    <w:rsid w:val="00746C42"/>
    <w:rsid w:val="00746DE0"/>
    <w:rsid w:val="0074745A"/>
    <w:rsid w:val="007509DF"/>
    <w:rsid w:val="00751EAC"/>
    <w:rsid w:val="00753673"/>
    <w:rsid w:val="007540E3"/>
    <w:rsid w:val="007559E0"/>
    <w:rsid w:val="00757279"/>
    <w:rsid w:val="00757506"/>
    <w:rsid w:val="00757AB3"/>
    <w:rsid w:val="00757EC0"/>
    <w:rsid w:val="00761C89"/>
    <w:rsid w:val="00762172"/>
    <w:rsid w:val="007627CC"/>
    <w:rsid w:val="00762DEA"/>
    <w:rsid w:val="00762E5A"/>
    <w:rsid w:val="00762EB2"/>
    <w:rsid w:val="00762FD0"/>
    <w:rsid w:val="00763F5A"/>
    <w:rsid w:val="007652D3"/>
    <w:rsid w:val="00765FB7"/>
    <w:rsid w:val="007707AC"/>
    <w:rsid w:val="00770B40"/>
    <w:rsid w:val="00770C70"/>
    <w:rsid w:val="00770EE4"/>
    <w:rsid w:val="007716F4"/>
    <w:rsid w:val="0077192E"/>
    <w:rsid w:val="00773183"/>
    <w:rsid w:val="0077325D"/>
    <w:rsid w:val="00773802"/>
    <w:rsid w:val="00775544"/>
    <w:rsid w:val="00775CF6"/>
    <w:rsid w:val="007765FE"/>
    <w:rsid w:val="0077722E"/>
    <w:rsid w:val="007775B7"/>
    <w:rsid w:val="007777AA"/>
    <w:rsid w:val="007779F2"/>
    <w:rsid w:val="007801EE"/>
    <w:rsid w:val="00780C0C"/>
    <w:rsid w:val="007817D3"/>
    <w:rsid w:val="00781A57"/>
    <w:rsid w:val="00784767"/>
    <w:rsid w:val="0078499C"/>
    <w:rsid w:val="00784EC5"/>
    <w:rsid w:val="00786363"/>
    <w:rsid w:val="00786F96"/>
    <w:rsid w:val="007873CA"/>
    <w:rsid w:val="0078756C"/>
    <w:rsid w:val="00787C0D"/>
    <w:rsid w:val="00787CD8"/>
    <w:rsid w:val="00791303"/>
    <w:rsid w:val="00792789"/>
    <w:rsid w:val="00794613"/>
    <w:rsid w:val="007954C0"/>
    <w:rsid w:val="00796574"/>
    <w:rsid w:val="00797ECE"/>
    <w:rsid w:val="007A01E2"/>
    <w:rsid w:val="007A03D7"/>
    <w:rsid w:val="007A0C5A"/>
    <w:rsid w:val="007A1857"/>
    <w:rsid w:val="007A1BE6"/>
    <w:rsid w:val="007A1DB7"/>
    <w:rsid w:val="007A2249"/>
    <w:rsid w:val="007A55CD"/>
    <w:rsid w:val="007A72E6"/>
    <w:rsid w:val="007A7A81"/>
    <w:rsid w:val="007B27DA"/>
    <w:rsid w:val="007B2AF8"/>
    <w:rsid w:val="007B45F1"/>
    <w:rsid w:val="007B48AA"/>
    <w:rsid w:val="007B4B0F"/>
    <w:rsid w:val="007B4B72"/>
    <w:rsid w:val="007B4BED"/>
    <w:rsid w:val="007B5EDC"/>
    <w:rsid w:val="007B6757"/>
    <w:rsid w:val="007B6E9C"/>
    <w:rsid w:val="007C0589"/>
    <w:rsid w:val="007C05E9"/>
    <w:rsid w:val="007C07D0"/>
    <w:rsid w:val="007C0C31"/>
    <w:rsid w:val="007C0E24"/>
    <w:rsid w:val="007C2507"/>
    <w:rsid w:val="007C27E5"/>
    <w:rsid w:val="007C3AE8"/>
    <w:rsid w:val="007C3F83"/>
    <w:rsid w:val="007D1370"/>
    <w:rsid w:val="007D2278"/>
    <w:rsid w:val="007D3151"/>
    <w:rsid w:val="007D3D7E"/>
    <w:rsid w:val="007D72D6"/>
    <w:rsid w:val="007E08B1"/>
    <w:rsid w:val="007E0EE5"/>
    <w:rsid w:val="007E0EE6"/>
    <w:rsid w:val="007E1293"/>
    <w:rsid w:val="007E188D"/>
    <w:rsid w:val="007E1F0B"/>
    <w:rsid w:val="007E3B39"/>
    <w:rsid w:val="007E4B52"/>
    <w:rsid w:val="007E6D23"/>
    <w:rsid w:val="007F1BA5"/>
    <w:rsid w:val="007F1D64"/>
    <w:rsid w:val="007F2006"/>
    <w:rsid w:val="007F2460"/>
    <w:rsid w:val="007F4165"/>
    <w:rsid w:val="007F5F47"/>
    <w:rsid w:val="007F68C1"/>
    <w:rsid w:val="007F710D"/>
    <w:rsid w:val="007F74B0"/>
    <w:rsid w:val="008003C0"/>
    <w:rsid w:val="0080085D"/>
    <w:rsid w:val="0080326B"/>
    <w:rsid w:val="0080717A"/>
    <w:rsid w:val="00807793"/>
    <w:rsid w:val="00807BA3"/>
    <w:rsid w:val="00811E1F"/>
    <w:rsid w:val="00812616"/>
    <w:rsid w:val="008136CB"/>
    <w:rsid w:val="008146FA"/>
    <w:rsid w:val="008152DE"/>
    <w:rsid w:val="00815885"/>
    <w:rsid w:val="00816027"/>
    <w:rsid w:val="00820189"/>
    <w:rsid w:val="0082159A"/>
    <w:rsid w:val="008248F7"/>
    <w:rsid w:val="0082598B"/>
    <w:rsid w:val="00827614"/>
    <w:rsid w:val="0082798C"/>
    <w:rsid w:val="00832BD0"/>
    <w:rsid w:val="00833B75"/>
    <w:rsid w:val="00834BBD"/>
    <w:rsid w:val="00835911"/>
    <w:rsid w:val="008408FB"/>
    <w:rsid w:val="0084254F"/>
    <w:rsid w:val="00842D7D"/>
    <w:rsid w:val="00842F19"/>
    <w:rsid w:val="0084360C"/>
    <w:rsid w:val="00843B26"/>
    <w:rsid w:val="0084465C"/>
    <w:rsid w:val="00844C4F"/>
    <w:rsid w:val="0084581A"/>
    <w:rsid w:val="00845CD6"/>
    <w:rsid w:val="00845CE9"/>
    <w:rsid w:val="00847EEB"/>
    <w:rsid w:val="00854530"/>
    <w:rsid w:val="00855987"/>
    <w:rsid w:val="008562E5"/>
    <w:rsid w:val="008564DF"/>
    <w:rsid w:val="00856594"/>
    <w:rsid w:val="008576C6"/>
    <w:rsid w:val="00860E50"/>
    <w:rsid w:val="008612C1"/>
    <w:rsid w:val="00861446"/>
    <w:rsid w:val="00861BB5"/>
    <w:rsid w:val="00862837"/>
    <w:rsid w:val="0086287B"/>
    <w:rsid w:val="008632DE"/>
    <w:rsid w:val="00863482"/>
    <w:rsid w:val="00863759"/>
    <w:rsid w:val="00863CA9"/>
    <w:rsid w:val="00865FE8"/>
    <w:rsid w:val="008660ED"/>
    <w:rsid w:val="008665AC"/>
    <w:rsid w:val="00867F1F"/>
    <w:rsid w:val="00871216"/>
    <w:rsid w:val="008713C2"/>
    <w:rsid w:val="00871618"/>
    <w:rsid w:val="00872742"/>
    <w:rsid w:val="0087479A"/>
    <w:rsid w:val="00876ADD"/>
    <w:rsid w:val="0087700B"/>
    <w:rsid w:val="00877CA7"/>
    <w:rsid w:val="00880727"/>
    <w:rsid w:val="00880A9A"/>
    <w:rsid w:val="00881662"/>
    <w:rsid w:val="00882CF1"/>
    <w:rsid w:val="00883636"/>
    <w:rsid w:val="00883718"/>
    <w:rsid w:val="008839CD"/>
    <w:rsid w:val="00884AA7"/>
    <w:rsid w:val="00885CF7"/>
    <w:rsid w:val="00886C66"/>
    <w:rsid w:val="00890386"/>
    <w:rsid w:val="008938ED"/>
    <w:rsid w:val="0089575E"/>
    <w:rsid w:val="00895FF5"/>
    <w:rsid w:val="008962E8"/>
    <w:rsid w:val="008A00D1"/>
    <w:rsid w:val="008A05A4"/>
    <w:rsid w:val="008A08DA"/>
    <w:rsid w:val="008A0A34"/>
    <w:rsid w:val="008A1A1C"/>
    <w:rsid w:val="008A43D1"/>
    <w:rsid w:val="008A4BA6"/>
    <w:rsid w:val="008A4BCE"/>
    <w:rsid w:val="008A556B"/>
    <w:rsid w:val="008A7579"/>
    <w:rsid w:val="008A77D8"/>
    <w:rsid w:val="008B05B5"/>
    <w:rsid w:val="008B0B06"/>
    <w:rsid w:val="008B1D0F"/>
    <w:rsid w:val="008B26F4"/>
    <w:rsid w:val="008B28A2"/>
    <w:rsid w:val="008B3E62"/>
    <w:rsid w:val="008B53B9"/>
    <w:rsid w:val="008B650A"/>
    <w:rsid w:val="008C17D8"/>
    <w:rsid w:val="008C1A80"/>
    <w:rsid w:val="008C1FB8"/>
    <w:rsid w:val="008C2F42"/>
    <w:rsid w:val="008C422B"/>
    <w:rsid w:val="008C44ED"/>
    <w:rsid w:val="008C4827"/>
    <w:rsid w:val="008C66FB"/>
    <w:rsid w:val="008C7316"/>
    <w:rsid w:val="008D06B7"/>
    <w:rsid w:val="008D07E7"/>
    <w:rsid w:val="008D15E3"/>
    <w:rsid w:val="008D212C"/>
    <w:rsid w:val="008D25A9"/>
    <w:rsid w:val="008D33F3"/>
    <w:rsid w:val="008D3A70"/>
    <w:rsid w:val="008D56CB"/>
    <w:rsid w:val="008D58C0"/>
    <w:rsid w:val="008D5AD6"/>
    <w:rsid w:val="008E1029"/>
    <w:rsid w:val="008E2CC6"/>
    <w:rsid w:val="008E658C"/>
    <w:rsid w:val="008E677A"/>
    <w:rsid w:val="008E7C19"/>
    <w:rsid w:val="008F179D"/>
    <w:rsid w:val="008F2B4F"/>
    <w:rsid w:val="008F3F39"/>
    <w:rsid w:val="008F475B"/>
    <w:rsid w:val="008F512B"/>
    <w:rsid w:val="008F6142"/>
    <w:rsid w:val="008F6611"/>
    <w:rsid w:val="008F7B86"/>
    <w:rsid w:val="00900AB0"/>
    <w:rsid w:val="00900F42"/>
    <w:rsid w:val="009019FB"/>
    <w:rsid w:val="00902A47"/>
    <w:rsid w:val="009045B1"/>
    <w:rsid w:val="009050ED"/>
    <w:rsid w:val="009056FE"/>
    <w:rsid w:val="009057E0"/>
    <w:rsid w:val="00906E15"/>
    <w:rsid w:val="00912243"/>
    <w:rsid w:val="00913BE6"/>
    <w:rsid w:val="00914D72"/>
    <w:rsid w:val="00915560"/>
    <w:rsid w:val="00915B89"/>
    <w:rsid w:val="00915DB3"/>
    <w:rsid w:val="009160F9"/>
    <w:rsid w:val="00916173"/>
    <w:rsid w:val="009169CC"/>
    <w:rsid w:val="00921D37"/>
    <w:rsid w:val="0092218D"/>
    <w:rsid w:val="00923B49"/>
    <w:rsid w:val="00924278"/>
    <w:rsid w:val="009245B5"/>
    <w:rsid w:val="00926421"/>
    <w:rsid w:val="009266E5"/>
    <w:rsid w:val="009271A5"/>
    <w:rsid w:val="00927340"/>
    <w:rsid w:val="00927436"/>
    <w:rsid w:val="00931B16"/>
    <w:rsid w:val="00931DF6"/>
    <w:rsid w:val="009347B8"/>
    <w:rsid w:val="00934F75"/>
    <w:rsid w:val="009361CC"/>
    <w:rsid w:val="00940722"/>
    <w:rsid w:val="00941E34"/>
    <w:rsid w:val="00943F6A"/>
    <w:rsid w:val="009444D1"/>
    <w:rsid w:val="0094468E"/>
    <w:rsid w:val="00944B33"/>
    <w:rsid w:val="00944C57"/>
    <w:rsid w:val="00945069"/>
    <w:rsid w:val="009455D3"/>
    <w:rsid w:val="009462B4"/>
    <w:rsid w:val="00946CD1"/>
    <w:rsid w:val="00946EA2"/>
    <w:rsid w:val="00947FF2"/>
    <w:rsid w:val="009500C4"/>
    <w:rsid w:val="009517D3"/>
    <w:rsid w:val="00952808"/>
    <w:rsid w:val="00952CAB"/>
    <w:rsid w:val="009530BE"/>
    <w:rsid w:val="0095320E"/>
    <w:rsid w:val="0095522C"/>
    <w:rsid w:val="009557AC"/>
    <w:rsid w:val="00955DA1"/>
    <w:rsid w:val="009560DD"/>
    <w:rsid w:val="009618FE"/>
    <w:rsid w:val="009628CA"/>
    <w:rsid w:val="00964AA9"/>
    <w:rsid w:val="00964E87"/>
    <w:rsid w:val="0096541E"/>
    <w:rsid w:val="00965455"/>
    <w:rsid w:val="00965539"/>
    <w:rsid w:val="00965DAD"/>
    <w:rsid w:val="009661EE"/>
    <w:rsid w:val="009671BB"/>
    <w:rsid w:val="0096729A"/>
    <w:rsid w:val="009714BE"/>
    <w:rsid w:val="009719FF"/>
    <w:rsid w:val="00972813"/>
    <w:rsid w:val="00973A19"/>
    <w:rsid w:val="009753AF"/>
    <w:rsid w:val="00976CD1"/>
    <w:rsid w:val="00980054"/>
    <w:rsid w:val="009802B4"/>
    <w:rsid w:val="009815A1"/>
    <w:rsid w:val="00983EFE"/>
    <w:rsid w:val="00984396"/>
    <w:rsid w:val="00984988"/>
    <w:rsid w:val="00986328"/>
    <w:rsid w:val="009870CE"/>
    <w:rsid w:val="00987F00"/>
    <w:rsid w:val="00990696"/>
    <w:rsid w:val="00993533"/>
    <w:rsid w:val="00996206"/>
    <w:rsid w:val="0099739B"/>
    <w:rsid w:val="00997A58"/>
    <w:rsid w:val="009A26C1"/>
    <w:rsid w:val="009A4471"/>
    <w:rsid w:val="009A5E88"/>
    <w:rsid w:val="009A77A3"/>
    <w:rsid w:val="009B105E"/>
    <w:rsid w:val="009B2E68"/>
    <w:rsid w:val="009B3ECD"/>
    <w:rsid w:val="009B4893"/>
    <w:rsid w:val="009B6BA5"/>
    <w:rsid w:val="009C0247"/>
    <w:rsid w:val="009C1A8F"/>
    <w:rsid w:val="009C2045"/>
    <w:rsid w:val="009C3C69"/>
    <w:rsid w:val="009C3FDA"/>
    <w:rsid w:val="009C40BA"/>
    <w:rsid w:val="009C47BF"/>
    <w:rsid w:val="009C5451"/>
    <w:rsid w:val="009C5621"/>
    <w:rsid w:val="009C6F9F"/>
    <w:rsid w:val="009D1244"/>
    <w:rsid w:val="009D19CE"/>
    <w:rsid w:val="009D423C"/>
    <w:rsid w:val="009D546C"/>
    <w:rsid w:val="009D5981"/>
    <w:rsid w:val="009E0DD0"/>
    <w:rsid w:val="009E0FB8"/>
    <w:rsid w:val="009E1980"/>
    <w:rsid w:val="009E1A9E"/>
    <w:rsid w:val="009E213E"/>
    <w:rsid w:val="009E2868"/>
    <w:rsid w:val="009E35EB"/>
    <w:rsid w:val="009E4154"/>
    <w:rsid w:val="009E4181"/>
    <w:rsid w:val="009E52AB"/>
    <w:rsid w:val="009E6C10"/>
    <w:rsid w:val="009E789C"/>
    <w:rsid w:val="009F1340"/>
    <w:rsid w:val="009F292C"/>
    <w:rsid w:val="009F2FD0"/>
    <w:rsid w:val="009F388F"/>
    <w:rsid w:val="009F5504"/>
    <w:rsid w:val="009F5A1F"/>
    <w:rsid w:val="009F6344"/>
    <w:rsid w:val="00A002EA"/>
    <w:rsid w:val="00A0216B"/>
    <w:rsid w:val="00A029DC"/>
    <w:rsid w:val="00A02D3F"/>
    <w:rsid w:val="00A0370C"/>
    <w:rsid w:val="00A03944"/>
    <w:rsid w:val="00A041A1"/>
    <w:rsid w:val="00A04941"/>
    <w:rsid w:val="00A071D1"/>
    <w:rsid w:val="00A07C0E"/>
    <w:rsid w:val="00A105FC"/>
    <w:rsid w:val="00A109CC"/>
    <w:rsid w:val="00A11BF1"/>
    <w:rsid w:val="00A12216"/>
    <w:rsid w:val="00A122D1"/>
    <w:rsid w:val="00A129DF"/>
    <w:rsid w:val="00A12A52"/>
    <w:rsid w:val="00A12D96"/>
    <w:rsid w:val="00A14ADB"/>
    <w:rsid w:val="00A14C64"/>
    <w:rsid w:val="00A14C8F"/>
    <w:rsid w:val="00A2081B"/>
    <w:rsid w:val="00A20C85"/>
    <w:rsid w:val="00A234E6"/>
    <w:rsid w:val="00A2451C"/>
    <w:rsid w:val="00A259D8"/>
    <w:rsid w:val="00A26415"/>
    <w:rsid w:val="00A3068E"/>
    <w:rsid w:val="00A31839"/>
    <w:rsid w:val="00A3295D"/>
    <w:rsid w:val="00A3436C"/>
    <w:rsid w:val="00A34A45"/>
    <w:rsid w:val="00A37E31"/>
    <w:rsid w:val="00A41719"/>
    <w:rsid w:val="00A42BC3"/>
    <w:rsid w:val="00A4601F"/>
    <w:rsid w:val="00A46911"/>
    <w:rsid w:val="00A47F7A"/>
    <w:rsid w:val="00A51869"/>
    <w:rsid w:val="00A5257D"/>
    <w:rsid w:val="00A528A0"/>
    <w:rsid w:val="00A52EFF"/>
    <w:rsid w:val="00A55AAB"/>
    <w:rsid w:val="00A57D36"/>
    <w:rsid w:val="00A60591"/>
    <w:rsid w:val="00A60655"/>
    <w:rsid w:val="00A607E9"/>
    <w:rsid w:val="00A60916"/>
    <w:rsid w:val="00A61638"/>
    <w:rsid w:val="00A6185A"/>
    <w:rsid w:val="00A628DA"/>
    <w:rsid w:val="00A66244"/>
    <w:rsid w:val="00A6750D"/>
    <w:rsid w:val="00A67682"/>
    <w:rsid w:val="00A67BD2"/>
    <w:rsid w:val="00A67FB4"/>
    <w:rsid w:val="00A7054D"/>
    <w:rsid w:val="00A70B2D"/>
    <w:rsid w:val="00A7125A"/>
    <w:rsid w:val="00A7129A"/>
    <w:rsid w:val="00A71972"/>
    <w:rsid w:val="00A731CD"/>
    <w:rsid w:val="00A743A8"/>
    <w:rsid w:val="00A75491"/>
    <w:rsid w:val="00A758A0"/>
    <w:rsid w:val="00A76ABE"/>
    <w:rsid w:val="00A76DA1"/>
    <w:rsid w:val="00A77939"/>
    <w:rsid w:val="00A80D5D"/>
    <w:rsid w:val="00A80FE9"/>
    <w:rsid w:val="00A83380"/>
    <w:rsid w:val="00A835A5"/>
    <w:rsid w:val="00A8419E"/>
    <w:rsid w:val="00A84432"/>
    <w:rsid w:val="00A84C61"/>
    <w:rsid w:val="00A855E3"/>
    <w:rsid w:val="00A85639"/>
    <w:rsid w:val="00A85B5C"/>
    <w:rsid w:val="00A8602D"/>
    <w:rsid w:val="00A86299"/>
    <w:rsid w:val="00A871E2"/>
    <w:rsid w:val="00A93564"/>
    <w:rsid w:val="00A939B8"/>
    <w:rsid w:val="00A95D76"/>
    <w:rsid w:val="00A95EF7"/>
    <w:rsid w:val="00AA128C"/>
    <w:rsid w:val="00AA1B51"/>
    <w:rsid w:val="00AA2C9B"/>
    <w:rsid w:val="00AA4B5D"/>
    <w:rsid w:val="00AA4F4E"/>
    <w:rsid w:val="00AB197E"/>
    <w:rsid w:val="00AB1B40"/>
    <w:rsid w:val="00AB3B90"/>
    <w:rsid w:val="00AB3B9A"/>
    <w:rsid w:val="00AB44BA"/>
    <w:rsid w:val="00AB5251"/>
    <w:rsid w:val="00AB5C5E"/>
    <w:rsid w:val="00AB6F5B"/>
    <w:rsid w:val="00AC11D5"/>
    <w:rsid w:val="00AC170A"/>
    <w:rsid w:val="00AC25D8"/>
    <w:rsid w:val="00AC3710"/>
    <w:rsid w:val="00AC3762"/>
    <w:rsid w:val="00AC3FD9"/>
    <w:rsid w:val="00AC567B"/>
    <w:rsid w:val="00AC5819"/>
    <w:rsid w:val="00AC65EC"/>
    <w:rsid w:val="00AC7C43"/>
    <w:rsid w:val="00AD09F2"/>
    <w:rsid w:val="00AD0B61"/>
    <w:rsid w:val="00AD1922"/>
    <w:rsid w:val="00AD1A2D"/>
    <w:rsid w:val="00AD1A74"/>
    <w:rsid w:val="00AD1C66"/>
    <w:rsid w:val="00AD2DA5"/>
    <w:rsid w:val="00AD2E5F"/>
    <w:rsid w:val="00AD4FAF"/>
    <w:rsid w:val="00AD57AB"/>
    <w:rsid w:val="00AD65D7"/>
    <w:rsid w:val="00AD6652"/>
    <w:rsid w:val="00AD77F9"/>
    <w:rsid w:val="00AD7D74"/>
    <w:rsid w:val="00AE0377"/>
    <w:rsid w:val="00AE1838"/>
    <w:rsid w:val="00AE26A3"/>
    <w:rsid w:val="00AE2C66"/>
    <w:rsid w:val="00AE359B"/>
    <w:rsid w:val="00AE35A5"/>
    <w:rsid w:val="00AE5114"/>
    <w:rsid w:val="00AE7D13"/>
    <w:rsid w:val="00AF07A6"/>
    <w:rsid w:val="00AF0CFF"/>
    <w:rsid w:val="00AF1403"/>
    <w:rsid w:val="00AF2A38"/>
    <w:rsid w:val="00AF569D"/>
    <w:rsid w:val="00AF5CE4"/>
    <w:rsid w:val="00AF5DCC"/>
    <w:rsid w:val="00AF6418"/>
    <w:rsid w:val="00AF65C3"/>
    <w:rsid w:val="00B02178"/>
    <w:rsid w:val="00B040AF"/>
    <w:rsid w:val="00B04E40"/>
    <w:rsid w:val="00B05607"/>
    <w:rsid w:val="00B06E12"/>
    <w:rsid w:val="00B10C94"/>
    <w:rsid w:val="00B122FE"/>
    <w:rsid w:val="00B12FE5"/>
    <w:rsid w:val="00B12FFD"/>
    <w:rsid w:val="00B141EF"/>
    <w:rsid w:val="00B144FE"/>
    <w:rsid w:val="00B15303"/>
    <w:rsid w:val="00B155A8"/>
    <w:rsid w:val="00B15EEC"/>
    <w:rsid w:val="00B171D4"/>
    <w:rsid w:val="00B17904"/>
    <w:rsid w:val="00B20461"/>
    <w:rsid w:val="00B20BE7"/>
    <w:rsid w:val="00B21BE6"/>
    <w:rsid w:val="00B221AD"/>
    <w:rsid w:val="00B2245C"/>
    <w:rsid w:val="00B22979"/>
    <w:rsid w:val="00B24FC3"/>
    <w:rsid w:val="00B24FDC"/>
    <w:rsid w:val="00B26330"/>
    <w:rsid w:val="00B30362"/>
    <w:rsid w:val="00B3127C"/>
    <w:rsid w:val="00B3294F"/>
    <w:rsid w:val="00B347D2"/>
    <w:rsid w:val="00B35558"/>
    <w:rsid w:val="00B35695"/>
    <w:rsid w:val="00B358AB"/>
    <w:rsid w:val="00B35E63"/>
    <w:rsid w:val="00B37944"/>
    <w:rsid w:val="00B41488"/>
    <w:rsid w:val="00B4154C"/>
    <w:rsid w:val="00B4634D"/>
    <w:rsid w:val="00B47B1F"/>
    <w:rsid w:val="00B50178"/>
    <w:rsid w:val="00B504D1"/>
    <w:rsid w:val="00B51486"/>
    <w:rsid w:val="00B514AB"/>
    <w:rsid w:val="00B532ED"/>
    <w:rsid w:val="00B559EC"/>
    <w:rsid w:val="00B55CD1"/>
    <w:rsid w:val="00B56AB9"/>
    <w:rsid w:val="00B60294"/>
    <w:rsid w:val="00B6203B"/>
    <w:rsid w:val="00B628BB"/>
    <w:rsid w:val="00B63321"/>
    <w:rsid w:val="00B649F8"/>
    <w:rsid w:val="00B65BF4"/>
    <w:rsid w:val="00B66AE2"/>
    <w:rsid w:val="00B7187E"/>
    <w:rsid w:val="00B72807"/>
    <w:rsid w:val="00B72F6E"/>
    <w:rsid w:val="00B73F41"/>
    <w:rsid w:val="00B7482A"/>
    <w:rsid w:val="00B74F18"/>
    <w:rsid w:val="00B76698"/>
    <w:rsid w:val="00B76D9F"/>
    <w:rsid w:val="00B77192"/>
    <w:rsid w:val="00B81B3A"/>
    <w:rsid w:val="00B8253A"/>
    <w:rsid w:val="00B83C29"/>
    <w:rsid w:val="00B83FBD"/>
    <w:rsid w:val="00B83FEF"/>
    <w:rsid w:val="00B87BB8"/>
    <w:rsid w:val="00B87DCE"/>
    <w:rsid w:val="00B9040F"/>
    <w:rsid w:val="00B964C4"/>
    <w:rsid w:val="00B976EE"/>
    <w:rsid w:val="00B97806"/>
    <w:rsid w:val="00BA07D7"/>
    <w:rsid w:val="00BA0E87"/>
    <w:rsid w:val="00BA1295"/>
    <w:rsid w:val="00BA22F8"/>
    <w:rsid w:val="00BA31E5"/>
    <w:rsid w:val="00BA3322"/>
    <w:rsid w:val="00BA33A5"/>
    <w:rsid w:val="00BA4D90"/>
    <w:rsid w:val="00BA5A01"/>
    <w:rsid w:val="00BA5A7C"/>
    <w:rsid w:val="00BA5D06"/>
    <w:rsid w:val="00BA71D3"/>
    <w:rsid w:val="00BB06AD"/>
    <w:rsid w:val="00BB1AB0"/>
    <w:rsid w:val="00BB239F"/>
    <w:rsid w:val="00BB3B00"/>
    <w:rsid w:val="00BB4501"/>
    <w:rsid w:val="00BB523E"/>
    <w:rsid w:val="00BB5A0A"/>
    <w:rsid w:val="00BB7238"/>
    <w:rsid w:val="00BC0262"/>
    <w:rsid w:val="00BC19D6"/>
    <w:rsid w:val="00BC2F82"/>
    <w:rsid w:val="00BC305C"/>
    <w:rsid w:val="00BC384F"/>
    <w:rsid w:val="00BC3BDD"/>
    <w:rsid w:val="00BC4157"/>
    <w:rsid w:val="00BC4C1C"/>
    <w:rsid w:val="00BC5778"/>
    <w:rsid w:val="00BC7435"/>
    <w:rsid w:val="00BD0D93"/>
    <w:rsid w:val="00BD16A3"/>
    <w:rsid w:val="00BD1F18"/>
    <w:rsid w:val="00BD2B54"/>
    <w:rsid w:val="00BD2CC6"/>
    <w:rsid w:val="00BD3FC5"/>
    <w:rsid w:val="00BD508A"/>
    <w:rsid w:val="00BD5633"/>
    <w:rsid w:val="00BE1B93"/>
    <w:rsid w:val="00BE1C5B"/>
    <w:rsid w:val="00BE2049"/>
    <w:rsid w:val="00BE4340"/>
    <w:rsid w:val="00BF153A"/>
    <w:rsid w:val="00BF18DD"/>
    <w:rsid w:val="00BF1BD4"/>
    <w:rsid w:val="00BF2AF0"/>
    <w:rsid w:val="00BF3CDC"/>
    <w:rsid w:val="00BF417D"/>
    <w:rsid w:val="00BF4987"/>
    <w:rsid w:val="00BF4E64"/>
    <w:rsid w:val="00BF5892"/>
    <w:rsid w:val="00C005DC"/>
    <w:rsid w:val="00C007AD"/>
    <w:rsid w:val="00C00CC8"/>
    <w:rsid w:val="00C00F73"/>
    <w:rsid w:val="00C02B4F"/>
    <w:rsid w:val="00C0395C"/>
    <w:rsid w:val="00C04CB2"/>
    <w:rsid w:val="00C05FDE"/>
    <w:rsid w:val="00C077D0"/>
    <w:rsid w:val="00C10E65"/>
    <w:rsid w:val="00C129E2"/>
    <w:rsid w:val="00C14BBE"/>
    <w:rsid w:val="00C15D80"/>
    <w:rsid w:val="00C16220"/>
    <w:rsid w:val="00C16266"/>
    <w:rsid w:val="00C16EBF"/>
    <w:rsid w:val="00C17F2A"/>
    <w:rsid w:val="00C21092"/>
    <w:rsid w:val="00C223AB"/>
    <w:rsid w:val="00C22A4F"/>
    <w:rsid w:val="00C24222"/>
    <w:rsid w:val="00C2430A"/>
    <w:rsid w:val="00C24CA6"/>
    <w:rsid w:val="00C24D29"/>
    <w:rsid w:val="00C24D76"/>
    <w:rsid w:val="00C25FF1"/>
    <w:rsid w:val="00C326A1"/>
    <w:rsid w:val="00C355D1"/>
    <w:rsid w:val="00C40469"/>
    <w:rsid w:val="00C40517"/>
    <w:rsid w:val="00C409DE"/>
    <w:rsid w:val="00C40A34"/>
    <w:rsid w:val="00C411C5"/>
    <w:rsid w:val="00C436DD"/>
    <w:rsid w:val="00C444B5"/>
    <w:rsid w:val="00C44AB4"/>
    <w:rsid w:val="00C44FC7"/>
    <w:rsid w:val="00C45429"/>
    <w:rsid w:val="00C4611C"/>
    <w:rsid w:val="00C466CE"/>
    <w:rsid w:val="00C469EC"/>
    <w:rsid w:val="00C47281"/>
    <w:rsid w:val="00C47A22"/>
    <w:rsid w:val="00C500E9"/>
    <w:rsid w:val="00C507FC"/>
    <w:rsid w:val="00C53398"/>
    <w:rsid w:val="00C53546"/>
    <w:rsid w:val="00C5359D"/>
    <w:rsid w:val="00C545C1"/>
    <w:rsid w:val="00C60267"/>
    <w:rsid w:val="00C62104"/>
    <w:rsid w:val="00C621F3"/>
    <w:rsid w:val="00C63F87"/>
    <w:rsid w:val="00C64F81"/>
    <w:rsid w:val="00C6518F"/>
    <w:rsid w:val="00C656CE"/>
    <w:rsid w:val="00C65D43"/>
    <w:rsid w:val="00C662AB"/>
    <w:rsid w:val="00C66A10"/>
    <w:rsid w:val="00C67C6D"/>
    <w:rsid w:val="00C67F71"/>
    <w:rsid w:val="00C70FEA"/>
    <w:rsid w:val="00C71BC5"/>
    <w:rsid w:val="00C7469C"/>
    <w:rsid w:val="00C77344"/>
    <w:rsid w:val="00C77FF3"/>
    <w:rsid w:val="00C8029E"/>
    <w:rsid w:val="00C8160E"/>
    <w:rsid w:val="00C81F27"/>
    <w:rsid w:val="00C82F00"/>
    <w:rsid w:val="00C83F8E"/>
    <w:rsid w:val="00C8788D"/>
    <w:rsid w:val="00C92A78"/>
    <w:rsid w:val="00C938DE"/>
    <w:rsid w:val="00C93F47"/>
    <w:rsid w:val="00C94489"/>
    <w:rsid w:val="00C952F6"/>
    <w:rsid w:val="00C9655C"/>
    <w:rsid w:val="00CA0761"/>
    <w:rsid w:val="00CA0865"/>
    <w:rsid w:val="00CA1C1B"/>
    <w:rsid w:val="00CA1DB8"/>
    <w:rsid w:val="00CA3DE7"/>
    <w:rsid w:val="00CA430D"/>
    <w:rsid w:val="00CA431D"/>
    <w:rsid w:val="00CA4CD7"/>
    <w:rsid w:val="00CA4E10"/>
    <w:rsid w:val="00CA57A4"/>
    <w:rsid w:val="00CA5EB7"/>
    <w:rsid w:val="00CA68A0"/>
    <w:rsid w:val="00CB0F0D"/>
    <w:rsid w:val="00CB2CAE"/>
    <w:rsid w:val="00CB3212"/>
    <w:rsid w:val="00CB4789"/>
    <w:rsid w:val="00CB583B"/>
    <w:rsid w:val="00CB69B0"/>
    <w:rsid w:val="00CB6AA7"/>
    <w:rsid w:val="00CB7D08"/>
    <w:rsid w:val="00CC0403"/>
    <w:rsid w:val="00CC05B7"/>
    <w:rsid w:val="00CC0D2E"/>
    <w:rsid w:val="00CC106E"/>
    <w:rsid w:val="00CC1DE3"/>
    <w:rsid w:val="00CC1EB2"/>
    <w:rsid w:val="00CC27F8"/>
    <w:rsid w:val="00CC31C7"/>
    <w:rsid w:val="00CC374A"/>
    <w:rsid w:val="00CC6737"/>
    <w:rsid w:val="00CC704A"/>
    <w:rsid w:val="00CD216E"/>
    <w:rsid w:val="00CD2DDF"/>
    <w:rsid w:val="00CD41A4"/>
    <w:rsid w:val="00CD4349"/>
    <w:rsid w:val="00CD5454"/>
    <w:rsid w:val="00CD5C47"/>
    <w:rsid w:val="00CD60FA"/>
    <w:rsid w:val="00CE0489"/>
    <w:rsid w:val="00CE04BC"/>
    <w:rsid w:val="00CE078D"/>
    <w:rsid w:val="00CE1644"/>
    <w:rsid w:val="00CE187D"/>
    <w:rsid w:val="00CE2EF9"/>
    <w:rsid w:val="00CE4AD5"/>
    <w:rsid w:val="00CE4C05"/>
    <w:rsid w:val="00CE7135"/>
    <w:rsid w:val="00CF0712"/>
    <w:rsid w:val="00CF09F4"/>
    <w:rsid w:val="00CF18B7"/>
    <w:rsid w:val="00CF197C"/>
    <w:rsid w:val="00CF20DA"/>
    <w:rsid w:val="00CF3C05"/>
    <w:rsid w:val="00CF6196"/>
    <w:rsid w:val="00CF68C9"/>
    <w:rsid w:val="00CF7112"/>
    <w:rsid w:val="00CF7162"/>
    <w:rsid w:val="00CF7621"/>
    <w:rsid w:val="00D01168"/>
    <w:rsid w:val="00D01278"/>
    <w:rsid w:val="00D019D9"/>
    <w:rsid w:val="00D01A14"/>
    <w:rsid w:val="00D03F88"/>
    <w:rsid w:val="00D0576A"/>
    <w:rsid w:val="00D05EBD"/>
    <w:rsid w:val="00D063BA"/>
    <w:rsid w:val="00D06809"/>
    <w:rsid w:val="00D069F2"/>
    <w:rsid w:val="00D07D6C"/>
    <w:rsid w:val="00D11B3C"/>
    <w:rsid w:val="00D13113"/>
    <w:rsid w:val="00D14B37"/>
    <w:rsid w:val="00D14D30"/>
    <w:rsid w:val="00D15770"/>
    <w:rsid w:val="00D158FF"/>
    <w:rsid w:val="00D15B25"/>
    <w:rsid w:val="00D16202"/>
    <w:rsid w:val="00D1744B"/>
    <w:rsid w:val="00D17C25"/>
    <w:rsid w:val="00D203A4"/>
    <w:rsid w:val="00D2051C"/>
    <w:rsid w:val="00D2089B"/>
    <w:rsid w:val="00D21012"/>
    <w:rsid w:val="00D21AE1"/>
    <w:rsid w:val="00D22C0B"/>
    <w:rsid w:val="00D22C70"/>
    <w:rsid w:val="00D2358E"/>
    <w:rsid w:val="00D25E00"/>
    <w:rsid w:val="00D261B6"/>
    <w:rsid w:val="00D267F2"/>
    <w:rsid w:val="00D26A26"/>
    <w:rsid w:val="00D306BA"/>
    <w:rsid w:val="00D30D42"/>
    <w:rsid w:val="00D31BFF"/>
    <w:rsid w:val="00D328DD"/>
    <w:rsid w:val="00D35240"/>
    <w:rsid w:val="00D37525"/>
    <w:rsid w:val="00D40DC7"/>
    <w:rsid w:val="00D42144"/>
    <w:rsid w:val="00D42812"/>
    <w:rsid w:val="00D44249"/>
    <w:rsid w:val="00D45D29"/>
    <w:rsid w:val="00D46C53"/>
    <w:rsid w:val="00D470B3"/>
    <w:rsid w:val="00D510C5"/>
    <w:rsid w:val="00D51634"/>
    <w:rsid w:val="00D5463F"/>
    <w:rsid w:val="00D5472E"/>
    <w:rsid w:val="00D55E26"/>
    <w:rsid w:val="00D5748F"/>
    <w:rsid w:val="00D57E97"/>
    <w:rsid w:val="00D61C51"/>
    <w:rsid w:val="00D6311E"/>
    <w:rsid w:val="00D639CA"/>
    <w:rsid w:val="00D63FA3"/>
    <w:rsid w:val="00D65115"/>
    <w:rsid w:val="00D67284"/>
    <w:rsid w:val="00D674BE"/>
    <w:rsid w:val="00D72E30"/>
    <w:rsid w:val="00D74459"/>
    <w:rsid w:val="00D74C4E"/>
    <w:rsid w:val="00D81B24"/>
    <w:rsid w:val="00D8228F"/>
    <w:rsid w:val="00D82BA6"/>
    <w:rsid w:val="00D83355"/>
    <w:rsid w:val="00D84DB2"/>
    <w:rsid w:val="00D85750"/>
    <w:rsid w:val="00D91009"/>
    <w:rsid w:val="00D910D4"/>
    <w:rsid w:val="00D921FC"/>
    <w:rsid w:val="00D92CF2"/>
    <w:rsid w:val="00D93063"/>
    <w:rsid w:val="00D943BC"/>
    <w:rsid w:val="00D94ACD"/>
    <w:rsid w:val="00D957A7"/>
    <w:rsid w:val="00D95EEF"/>
    <w:rsid w:val="00D973A9"/>
    <w:rsid w:val="00DA07FD"/>
    <w:rsid w:val="00DA0851"/>
    <w:rsid w:val="00DA11E4"/>
    <w:rsid w:val="00DA1EDF"/>
    <w:rsid w:val="00DA4022"/>
    <w:rsid w:val="00DA4A5E"/>
    <w:rsid w:val="00DA524C"/>
    <w:rsid w:val="00DA55DE"/>
    <w:rsid w:val="00DA6944"/>
    <w:rsid w:val="00DA6948"/>
    <w:rsid w:val="00DA723F"/>
    <w:rsid w:val="00DB2E76"/>
    <w:rsid w:val="00DB342C"/>
    <w:rsid w:val="00DB39EB"/>
    <w:rsid w:val="00DB4151"/>
    <w:rsid w:val="00DB508C"/>
    <w:rsid w:val="00DB6BC3"/>
    <w:rsid w:val="00DB6F39"/>
    <w:rsid w:val="00DC2AFB"/>
    <w:rsid w:val="00DC330A"/>
    <w:rsid w:val="00DC33BF"/>
    <w:rsid w:val="00DC3A82"/>
    <w:rsid w:val="00DC3B69"/>
    <w:rsid w:val="00DC478B"/>
    <w:rsid w:val="00DC543A"/>
    <w:rsid w:val="00DC59C7"/>
    <w:rsid w:val="00DC61F8"/>
    <w:rsid w:val="00DC69C9"/>
    <w:rsid w:val="00DC70C4"/>
    <w:rsid w:val="00DD062F"/>
    <w:rsid w:val="00DD0708"/>
    <w:rsid w:val="00DD096A"/>
    <w:rsid w:val="00DD1256"/>
    <w:rsid w:val="00DD289E"/>
    <w:rsid w:val="00DD2C34"/>
    <w:rsid w:val="00DD357A"/>
    <w:rsid w:val="00DD36AB"/>
    <w:rsid w:val="00DD45F7"/>
    <w:rsid w:val="00DD5636"/>
    <w:rsid w:val="00DD5800"/>
    <w:rsid w:val="00DD646D"/>
    <w:rsid w:val="00DE0258"/>
    <w:rsid w:val="00DE0496"/>
    <w:rsid w:val="00DE05E4"/>
    <w:rsid w:val="00DE1380"/>
    <w:rsid w:val="00DE1D26"/>
    <w:rsid w:val="00DE21F7"/>
    <w:rsid w:val="00DE2B0A"/>
    <w:rsid w:val="00DE2C94"/>
    <w:rsid w:val="00DE2CAD"/>
    <w:rsid w:val="00DE4870"/>
    <w:rsid w:val="00DE78C8"/>
    <w:rsid w:val="00DF0C4F"/>
    <w:rsid w:val="00DF0E83"/>
    <w:rsid w:val="00DF1542"/>
    <w:rsid w:val="00DF1C2F"/>
    <w:rsid w:val="00DF23D9"/>
    <w:rsid w:val="00DF355B"/>
    <w:rsid w:val="00DF3BDF"/>
    <w:rsid w:val="00DF3FE2"/>
    <w:rsid w:val="00DF42A4"/>
    <w:rsid w:val="00DF4C81"/>
    <w:rsid w:val="00DF4F3F"/>
    <w:rsid w:val="00DF5339"/>
    <w:rsid w:val="00DF5B9F"/>
    <w:rsid w:val="00DF5F5E"/>
    <w:rsid w:val="00DF688E"/>
    <w:rsid w:val="00E01665"/>
    <w:rsid w:val="00E017F1"/>
    <w:rsid w:val="00E03BEA"/>
    <w:rsid w:val="00E05E6D"/>
    <w:rsid w:val="00E06D11"/>
    <w:rsid w:val="00E10730"/>
    <w:rsid w:val="00E109DB"/>
    <w:rsid w:val="00E10C08"/>
    <w:rsid w:val="00E11D26"/>
    <w:rsid w:val="00E1219F"/>
    <w:rsid w:val="00E123E9"/>
    <w:rsid w:val="00E13567"/>
    <w:rsid w:val="00E13A99"/>
    <w:rsid w:val="00E14F0B"/>
    <w:rsid w:val="00E15D81"/>
    <w:rsid w:val="00E15E68"/>
    <w:rsid w:val="00E214E3"/>
    <w:rsid w:val="00E22642"/>
    <w:rsid w:val="00E247A4"/>
    <w:rsid w:val="00E263B2"/>
    <w:rsid w:val="00E26A1F"/>
    <w:rsid w:val="00E27556"/>
    <w:rsid w:val="00E27671"/>
    <w:rsid w:val="00E30297"/>
    <w:rsid w:val="00E30ABA"/>
    <w:rsid w:val="00E3151F"/>
    <w:rsid w:val="00E336AB"/>
    <w:rsid w:val="00E3651B"/>
    <w:rsid w:val="00E3715E"/>
    <w:rsid w:val="00E40320"/>
    <w:rsid w:val="00E413F4"/>
    <w:rsid w:val="00E428E7"/>
    <w:rsid w:val="00E42B98"/>
    <w:rsid w:val="00E42F05"/>
    <w:rsid w:val="00E44517"/>
    <w:rsid w:val="00E457EA"/>
    <w:rsid w:val="00E45D47"/>
    <w:rsid w:val="00E45F2E"/>
    <w:rsid w:val="00E46021"/>
    <w:rsid w:val="00E51447"/>
    <w:rsid w:val="00E51568"/>
    <w:rsid w:val="00E5292C"/>
    <w:rsid w:val="00E52C9E"/>
    <w:rsid w:val="00E52E63"/>
    <w:rsid w:val="00E534E2"/>
    <w:rsid w:val="00E5527D"/>
    <w:rsid w:val="00E557E2"/>
    <w:rsid w:val="00E5650A"/>
    <w:rsid w:val="00E57F0B"/>
    <w:rsid w:val="00E606BA"/>
    <w:rsid w:val="00E607C1"/>
    <w:rsid w:val="00E61C80"/>
    <w:rsid w:val="00E622D8"/>
    <w:rsid w:val="00E636C1"/>
    <w:rsid w:val="00E637FF"/>
    <w:rsid w:val="00E672D1"/>
    <w:rsid w:val="00E7002E"/>
    <w:rsid w:val="00E70AB8"/>
    <w:rsid w:val="00E70DCD"/>
    <w:rsid w:val="00E70E2B"/>
    <w:rsid w:val="00E7130E"/>
    <w:rsid w:val="00E73127"/>
    <w:rsid w:val="00E74B8F"/>
    <w:rsid w:val="00E75350"/>
    <w:rsid w:val="00E7613A"/>
    <w:rsid w:val="00E764FA"/>
    <w:rsid w:val="00E80D90"/>
    <w:rsid w:val="00E80FB9"/>
    <w:rsid w:val="00E81779"/>
    <w:rsid w:val="00E81FDD"/>
    <w:rsid w:val="00E824B4"/>
    <w:rsid w:val="00E82F40"/>
    <w:rsid w:val="00E84577"/>
    <w:rsid w:val="00E85416"/>
    <w:rsid w:val="00E86788"/>
    <w:rsid w:val="00E86DDD"/>
    <w:rsid w:val="00E87303"/>
    <w:rsid w:val="00E87AC5"/>
    <w:rsid w:val="00E87C42"/>
    <w:rsid w:val="00E90599"/>
    <w:rsid w:val="00E9226B"/>
    <w:rsid w:val="00E92BDD"/>
    <w:rsid w:val="00E92C53"/>
    <w:rsid w:val="00E93979"/>
    <w:rsid w:val="00E940F0"/>
    <w:rsid w:val="00E942C2"/>
    <w:rsid w:val="00E95A40"/>
    <w:rsid w:val="00E965CC"/>
    <w:rsid w:val="00E968A2"/>
    <w:rsid w:val="00E972A0"/>
    <w:rsid w:val="00EA0029"/>
    <w:rsid w:val="00EA0ACF"/>
    <w:rsid w:val="00EA0AD4"/>
    <w:rsid w:val="00EA0F44"/>
    <w:rsid w:val="00EA100A"/>
    <w:rsid w:val="00EA2C88"/>
    <w:rsid w:val="00EA32F7"/>
    <w:rsid w:val="00EA51B0"/>
    <w:rsid w:val="00EA6D60"/>
    <w:rsid w:val="00EA7F3E"/>
    <w:rsid w:val="00EB2BB5"/>
    <w:rsid w:val="00EB3DD9"/>
    <w:rsid w:val="00EB48A6"/>
    <w:rsid w:val="00EB552C"/>
    <w:rsid w:val="00EB606B"/>
    <w:rsid w:val="00EB78FC"/>
    <w:rsid w:val="00EB7EC3"/>
    <w:rsid w:val="00EC0D63"/>
    <w:rsid w:val="00EC14CE"/>
    <w:rsid w:val="00EC1C3F"/>
    <w:rsid w:val="00EC211D"/>
    <w:rsid w:val="00EC34D4"/>
    <w:rsid w:val="00EC3B2B"/>
    <w:rsid w:val="00EC5DB2"/>
    <w:rsid w:val="00EC628B"/>
    <w:rsid w:val="00EC77B5"/>
    <w:rsid w:val="00ED035E"/>
    <w:rsid w:val="00ED1508"/>
    <w:rsid w:val="00ED193D"/>
    <w:rsid w:val="00ED2376"/>
    <w:rsid w:val="00ED23CB"/>
    <w:rsid w:val="00ED23E2"/>
    <w:rsid w:val="00ED3F84"/>
    <w:rsid w:val="00ED6233"/>
    <w:rsid w:val="00EE03C7"/>
    <w:rsid w:val="00EE0F64"/>
    <w:rsid w:val="00EE16D1"/>
    <w:rsid w:val="00EE1B54"/>
    <w:rsid w:val="00EE21DD"/>
    <w:rsid w:val="00EE2202"/>
    <w:rsid w:val="00EE2944"/>
    <w:rsid w:val="00EE31BA"/>
    <w:rsid w:val="00EE4325"/>
    <w:rsid w:val="00EE454A"/>
    <w:rsid w:val="00EE456A"/>
    <w:rsid w:val="00EE4AFB"/>
    <w:rsid w:val="00EE65E4"/>
    <w:rsid w:val="00EE6612"/>
    <w:rsid w:val="00EE7154"/>
    <w:rsid w:val="00EE78E6"/>
    <w:rsid w:val="00EF1537"/>
    <w:rsid w:val="00EF188D"/>
    <w:rsid w:val="00EF2515"/>
    <w:rsid w:val="00EF3D83"/>
    <w:rsid w:val="00EF7829"/>
    <w:rsid w:val="00F00EF4"/>
    <w:rsid w:val="00F03491"/>
    <w:rsid w:val="00F0474B"/>
    <w:rsid w:val="00F056BE"/>
    <w:rsid w:val="00F1146D"/>
    <w:rsid w:val="00F13AAD"/>
    <w:rsid w:val="00F16343"/>
    <w:rsid w:val="00F16D9F"/>
    <w:rsid w:val="00F1742B"/>
    <w:rsid w:val="00F177D4"/>
    <w:rsid w:val="00F17845"/>
    <w:rsid w:val="00F2147F"/>
    <w:rsid w:val="00F21B76"/>
    <w:rsid w:val="00F229F9"/>
    <w:rsid w:val="00F22D42"/>
    <w:rsid w:val="00F24186"/>
    <w:rsid w:val="00F25935"/>
    <w:rsid w:val="00F269FB"/>
    <w:rsid w:val="00F30811"/>
    <w:rsid w:val="00F309A6"/>
    <w:rsid w:val="00F30B3F"/>
    <w:rsid w:val="00F31A23"/>
    <w:rsid w:val="00F32835"/>
    <w:rsid w:val="00F34520"/>
    <w:rsid w:val="00F35AD2"/>
    <w:rsid w:val="00F37253"/>
    <w:rsid w:val="00F3771F"/>
    <w:rsid w:val="00F42381"/>
    <w:rsid w:val="00F42963"/>
    <w:rsid w:val="00F446DF"/>
    <w:rsid w:val="00F458ED"/>
    <w:rsid w:val="00F45DD6"/>
    <w:rsid w:val="00F46D66"/>
    <w:rsid w:val="00F46FD7"/>
    <w:rsid w:val="00F479E7"/>
    <w:rsid w:val="00F50244"/>
    <w:rsid w:val="00F50C6D"/>
    <w:rsid w:val="00F53E8D"/>
    <w:rsid w:val="00F53F44"/>
    <w:rsid w:val="00F54AB4"/>
    <w:rsid w:val="00F55D0E"/>
    <w:rsid w:val="00F56730"/>
    <w:rsid w:val="00F57727"/>
    <w:rsid w:val="00F6060C"/>
    <w:rsid w:val="00F610AF"/>
    <w:rsid w:val="00F61589"/>
    <w:rsid w:val="00F62EDC"/>
    <w:rsid w:val="00F62F13"/>
    <w:rsid w:val="00F6356E"/>
    <w:rsid w:val="00F639BE"/>
    <w:rsid w:val="00F658B4"/>
    <w:rsid w:val="00F6692A"/>
    <w:rsid w:val="00F66D69"/>
    <w:rsid w:val="00F67C26"/>
    <w:rsid w:val="00F70222"/>
    <w:rsid w:val="00F72B08"/>
    <w:rsid w:val="00F75650"/>
    <w:rsid w:val="00F75CA1"/>
    <w:rsid w:val="00F76027"/>
    <w:rsid w:val="00F77ED5"/>
    <w:rsid w:val="00F8045C"/>
    <w:rsid w:val="00F81236"/>
    <w:rsid w:val="00F81E86"/>
    <w:rsid w:val="00F82D13"/>
    <w:rsid w:val="00F84586"/>
    <w:rsid w:val="00F84B76"/>
    <w:rsid w:val="00F84D0D"/>
    <w:rsid w:val="00F84D93"/>
    <w:rsid w:val="00F84E52"/>
    <w:rsid w:val="00F85682"/>
    <w:rsid w:val="00F856F8"/>
    <w:rsid w:val="00F85B3F"/>
    <w:rsid w:val="00F85F7A"/>
    <w:rsid w:val="00F87AEB"/>
    <w:rsid w:val="00F90B87"/>
    <w:rsid w:val="00F92470"/>
    <w:rsid w:val="00F938EB"/>
    <w:rsid w:val="00F93ABA"/>
    <w:rsid w:val="00F93CAB"/>
    <w:rsid w:val="00F9425A"/>
    <w:rsid w:val="00F97A44"/>
    <w:rsid w:val="00F97D25"/>
    <w:rsid w:val="00F97ED1"/>
    <w:rsid w:val="00FA01B5"/>
    <w:rsid w:val="00FA1CA5"/>
    <w:rsid w:val="00FA1CBF"/>
    <w:rsid w:val="00FA3123"/>
    <w:rsid w:val="00FA3C02"/>
    <w:rsid w:val="00FA5B52"/>
    <w:rsid w:val="00FA774A"/>
    <w:rsid w:val="00FB0582"/>
    <w:rsid w:val="00FB34E9"/>
    <w:rsid w:val="00FB361B"/>
    <w:rsid w:val="00FB3746"/>
    <w:rsid w:val="00FB3D99"/>
    <w:rsid w:val="00FB3EB7"/>
    <w:rsid w:val="00FB4B6B"/>
    <w:rsid w:val="00FB646F"/>
    <w:rsid w:val="00FB7368"/>
    <w:rsid w:val="00FC0141"/>
    <w:rsid w:val="00FC0E72"/>
    <w:rsid w:val="00FC2DA0"/>
    <w:rsid w:val="00FC3752"/>
    <w:rsid w:val="00FC3B4C"/>
    <w:rsid w:val="00FC6A0F"/>
    <w:rsid w:val="00FC6E16"/>
    <w:rsid w:val="00FC74F2"/>
    <w:rsid w:val="00FC79B4"/>
    <w:rsid w:val="00FC7B9C"/>
    <w:rsid w:val="00FC7DDE"/>
    <w:rsid w:val="00FD00FB"/>
    <w:rsid w:val="00FD157A"/>
    <w:rsid w:val="00FD15CC"/>
    <w:rsid w:val="00FD19C3"/>
    <w:rsid w:val="00FD313D"/>
    <w:rsid w:val="00FD37B1"/>
    <w:rsid w:val="00FD51A0"/>
    <w:rsid w:val="00FD5758"/>
    <w:rsid w:val="00FD7112"/>
    <w:rsid w:val="00FD7B33"/>
    <w:rsid w:val="00FE3B6D"/>
    <w:rsid w:val="00FE3E01"/>
    <w:rsid w:val="00FE409A"/>
    <w:rsid w:val="00FE5BEC"/>
    <w:rsid w:val="00FE6223"/>
    <w:rsid w:val="00FE7402"/>
    <w:rsid w:val="00FE7596"/>
    <w:rsid w:val="00FF02B4"/>
    <w:rsid w:val="00FF0387"/>
    <w:rsid w:val="00FF0850"/>
    <w:rsid w:val="00FF1CC4"/>
    <w:rsid w:val="00FF2DA6"/>
    <w:rsid w:val="00FF3140"/>
    <w:rsid w:val="00FF35C4"/>
    <w:rsid w:val="00FF3FBB"/>
    <w:rsid w:val="00FF4468"/>
    <w:rsid w:val="00FF49DC"/>
    <w:rsid w:val="00FF5AE8"/>
    <w:rsid w:val="01045C06"/>
    <w:rsid w:val="010C7B6E"/>
    <w:rsid w:val="01100009"/>
    <w:rsid w:val="01133743"/>
    <w:rsid w:val="01152DE6"/>
    <w:rsid w:val="011543F5"/>
    <w:rsid w:val="0118722A"/>
    <w:rsid w:val="011A24F4"/>
    <w:rsid w:val="011A617D"/>
    <w:rsid w:val="011A7FFA"/>
    <w:rsid w:val="011E197F"/>
    <w:rsid w:val="01283CD4"/>
    <w:rsid w:val="012A2737"/>
    <w:rsid w:val="012B5195"/>
    <w:rsid w:val="012E2818"/>
    <w:rsid w:val="013B3B22"/>
    <w:rsid w:val="013D290D"/>
    <w:rsid w:val="013E0584"/>
    <w:rsid w:val="01422811"/>
    <w:rsid w:val="01435A0A"/>
    <w:rsid w:val="01436DC1"/>
    <w:rsid w:val="01487009"/>
    <w:rsid w:val="014933A9"/>
    <w:rsid w:val="014A68A5"/>
    <w:rsid w:val="014E1D19"/>
    <w:rsid w:val="015D0A8C"/>
    <w:rsid w:val="01635B2E"/>
    <w:rsid w:val="016C383B"/>
    <w:rsid w:val="016D637B"/>
    <w:rsid w:val="01757493"/>
    <w:rsid w:val="01771001"/>
    <w:rsid w:val="017737E1"/>
    <w:rsid w:val="018F4C90"/>
    <w:rsid w:val="01925FB5"/>
    <w:rsid w:val="01940898"/>
    <w:rsid w:val="01942676"/>
    <w:rsid w:val="01974375"/>
    <w:rsid w:val="019F7FD2"/>
    <w:rsid w:val="01A04569"/>
    <w:rsid w:val="01A44C1A"/>
    <w:rsid w:val="01AA337A"/>
    <w:rsid w:val="01B24562"/>
    <w:rsid w:val="01B25462"/>
    <w:rsid w:val="01BD0148"/>
    <w:rsid w:val="01BE116C"/>
    <w:rsid w:val="01C37971"/>
    <w:rsid w:val="01C63997"/>
    <w:rsid w:val="01C91D43"/>
    <w:rsid w:val="01CA5B3F"/>
    <w:rsid w:val="01CE20A9"/>
    <w:rsid w:val="01CF646C"/>
    <w:rsid w:val="01D55CE7"/>
    <w:rsid w:val="01E45522"/>
    <w:rsid w:val="01E828EC"/>
    <w:rsid w:val="01EB08F7"/>
    <w:rsid w:val="01EC02DA"/>
    <w:rsid w:val="01F30778"/>
    <w:rsid w:val="01F72E8E"/>
    <w:rsid w:val="01F82501"/>
    <w:rsid w:val="01FB0FF1"/>
    <w:rsid w:val="01FB251C"/>
    <w:rsid w:val="020E1CB4"/>
    <w:rsid w:val="02171810"/>
    <w:rsid w:val="021E3B44"/>
    <w:rsid w:val="0220298B"/>
    <w:rsid w:val="02262140"/>
    <w:rsid w:val="02324D75"/>
    <w:rsid w:val="02340074"/>
    <w:rsid w:val="02373AFF"/>
    <w:rsid w:val="02375C7F"/>
    <w:rsid w:val="024141DC"/>
    <w:rsid w:val="02445A1B"/>
    <w:rsid w:val="024747D9"/>
    <w:rsid w:val="024A187A"/>
    <w:rsid w:val="024A3C38"/>
    <w:rsid w:val="024D5FF7"/>
    <w:rsid w:val="024E62CC"/>
    <w:rsid w:val="024F5B5C"/>
    <w:rsid w:val="024F7F1C"/>
    <w:rsid w:val="0250441F"/>
    <w:rsid w:val="025332CB"/>
    <w:rsid w:val="02537367"/>
    <w:rsid w:val="025568C3"/>
    <w:rsid w:val="025603A7"/>
    <w:rsid w:val="025879B6"/>
    <w:rsid w:val="025A3DAA"/>
    <w:rsid w:val="025F16F8"/>
    <w:rsid w:val="025F7C87"/>
    <w:rsid w:val="02682A7A"/>
    <w:rsid w:val="02684D18"/>
    <w:rsid w:val="026914ED"/>
    <w:rsid w:val="02695D9C"/>
    <w:rsid w:val="026C21BD"/>
    <w:rsid w:val="026E2FBB"/>
    <w:rsid w:val="02733EE7"/>
    <w:rsid w:val="027A0EA7"/>
    <w:rsid w:val="027A3118"/>
    <w:rsid w:val="027C1FC8"/>
    <w:rsid w:val="027D71DE"/>
    <w:rsid w:val="02824DAE"/>
    <w:rsid w:val="02875A7E"/>
    <w:rsid w:val="028821B5"/>
    <w:rsid w:val="02892572"/>
    <w:rsid w:val="02920017"/>
    <w:rsid w:val="02942822"/>
    <w:rsid w:val="029C17B2"/>
    <w:rsid w:val="029C3C67"/>
    <w:rsid w:val="029D1813"/>
    <w:rsid w:val="02A21FC3"/>
    <w:rsid w:val="02AC3961"/>
    <w:rsid w:val="02B05756"/>
    <w:rsid w:val="02B67D14"/>
    <w:rsid w:val="02B7449E"/>
    <w:rsid w:val="02B7624C"/>
    <w:rsid w:val="02C24BF1"/>
    <w:rsid w:val="02C45764"/>
    <w:rsid w:val="02C52F3C"/>
    <w:rsid w:val="02C55846"/>
    <w:rsid w:val="02CB6205"/>
    <w:rsid w:val="02D04EF9"/>
    <w:rsid w:val="02D23D3C"/>
    <w:rsid w:val="02D42D1D"/>
    <w:rsid w:val="02DA018C"/>
    <w:rsid w:val="02DB0EC8"/>
    <w:rsid w:val="02DE458C"/>
    <w:rsid w:val="02DE5ECF"/>
    <w:rsid w:val="02DF7415"/>
    <w:rsid w:val="02E022DC"/>
    <w:rsid w:val="02E05542"/>
    <w:rsid w:val="02E2537C"/>
    <w:rsid w:val="02F14012"/>
    <w:rsid w:val="02F53035"/>
    <w:rsid w:val="02F80E58"/>
    <w:rsid w:val="02F81169"/>
    <w:rsid w:val="02FA4872"/>
    <w:rsid w:val="02FB17FA"/>
    <w:rsid w:val="03002B19"/>
    <w:rsid w:val="03011609"/>
    <w:rsid w:val="03030070"/>
    <w:rsid w:val="03046EE7"/>
    <w:rsid w:val="03071371"/>
    <w:rsid w:val="030733C6"/>
    <w:rsid w:val="03087992"/>
    <w:rsid w:val="030A2061"/>
    <w:rsid w:val="030C412C"/>
    <w:rsid w:val="030D3DCD"/>
    <w:rsid w:val="03127926"/>
    <w:rsid w:val="0315231E"/>
    <w:rsid w:val="03176558"/>
    <w:rsid w:val="03194982"/>
    <w:rsid w:val="032B1D65"/>
    <w:rsid w:val="032B6C3A"/>
    <w:rsid w:val="032B6FC3"/>
    <w:rsid w:val="032F4B88"/>
    <w:rsid w:val="03337726"/>
    <w:rsid w:val="03386243"/>
    <w:rsid w:val="033A2D7B"/>
    <w:rsid w:val="034344FE"/>
    <w:rsid w:val="03495A30"/>
    <w:rsid w:val="034B2E38"/>
    <w:rsid w:val="034B56FA"/>
    <w:rsid w:val="034C292E"/>
    <w:rsid w:val="034C5CFC"/>
    <w:rsid w:val="034D24B8"/>
    <w:rsid w:val="03501222"/>
    <w:rsid w:val="03511516"/>
    <w:rsid w:val="03584D2D"/>
    <w:rsid w:val="035854C7"/>
    <w:rsid w:val="035D7505"/>
    <w:rsid w:val="03653907"/>
    <w:rsid w:val="03657588"/>
    <w:rsid w:val="0370048C"/>
    <w:rsid w:val="037B100C"/>
    <w:rsid w:val="037B232F"/>
    <w:rsid w:val="037F2379"/>
    <w:rsid w:val="03833986"/>
    <w:rsid w:val="0392198D"/>
    <w:rsid w:val="039761AA"/>
    <w:rsid w:val="03977E2B"/>
    <w:rsid w:val="03A252D1"/>
    <w:rsid w:val="03A54F27"/>
    <w:rsid w:val="03A5694E"/>
    <w:rsid w:val="03AB2227"/>
    <w:rsid w:val="03AE40CA"/>
    <w:rsid w:val="03AF3F12"/>
    <w:rsid w:val="03B064BA"/>
    <w:rsid w:val="03B2525F"/>
    <w:rsid w:val="03B409B3"/>
    <w:rsid w:val="03B4192A"/>
    <w:rsid w:val="03B64756"/>
    <w:rsid w:val="03B8359F"/>
    <w:rsid w:val="03BC7892"/>
    <w:rsid w:val="03BD5C5C"/>
    <w:rsid w:val="03C93F87"/>
    <w:rsid w:val="03CC5D27"/>
    <w:rsid w:val="03D31304"/>
    <w:rsid w:val="03D42E2E"/>
    <w:rsid w:val="03D838D4"/>
    <w:rsid w:val="03D86828"/>
    <w:rsid w:val="03D90444"/>
    <w:rsid w:val="03DC5620"/>
    <w:rsid w:val="03E47515"/>
    <w:rsid w:val="03EA08A3"/>
    <w:rsid w:val="03EA2651"/>
    <w:rsid w:val="03EB75CD"/>
    <w:rsid w:val="03ED4258"/>
    <w:rsid w:val="03F318EE"/>
    <w:rsid w:val="03F7099B"/>
    <w:rsid w:val="03F86D29"/>
    <w:rsid w:val="03FC0703"/>
    <w:rsid w:val="03FD3243"/>
    <w:rsid w:val="04002846"/>
    <w:rsid w:val="040056EA"/>
    <w:rsid w:val="040069E6"/>
    <w:rsid w:val="040709E4"/>
    <w:rsid w:val="04071455"/>
    <w:rsid w:val="04085605"/>
    <w:rsid w:val="040B47D7"/>
    <w:rsid w:val="040B7132"/>
    <w:rsid w:val="040E7DA9"/>
    <w:rsid w:val="04117B0C"/>
    <w:rsid w:val="04132A69"/>
    <w:rsid w:val="041B0C33"/>
    <w:rsid w:val="041B66F9"/>
    <w:rsid w:val="04206073"/>
    <w:rsid w:val="04233FD1"/>
    <w:rsid w:val="04274849"/>
    <w:rsid w:val="04280C07"/>
    <w:rsid w:val="04290700"/>
    <w:rsid w:val="042D2F45"/>
    <w:rsid w:val="0431233A"/>
    <w:rsid w:val="0433224A"/>
    <w:rsid w:val="043B5964"/>
    <w:rsid w:val="043B62FD"/>
    <w:rsid w:val="043D650D"/>
    <w:rsid w:val="044304D4"/>
    <w:rsid w:val="044641FA"/>
    <w:rsid w:val="04483249"/>
    <w:rsid w:val="044A1B88"/>
    <w:rsid w:val="044A7727"/>
    <w:rsid w:val="04540CAA"/>
    <w:rsid w:val="045B0350"/>
    <w:rsid w:val="045B52FD"/>
    <w:rsid w:val="045F7112"/>
    <w:rsid w:val="04610763"/>
    <w:rsid w:val="04627217"/>
    <w:rsid w:val="04642A59"/>
    <w:rsid w:val="04655F72"/>
    <w:rsid w:val="04673B37"/>
    <w:rsid w:val="0467711F"/>
    <w:rsid w:val="046B44B1"/>
    <w:rsid w:val="047076FD"/>
    <w:rsid w:val="04711669"/>
    <w:rsid w:val="04714B20"/>
    <w:rsid w:val="04725FA5"/>
    <w:rsid w:val="04760528"/>
    <w:rsid w:val="047878C5"/>
    <w:rsid w:val="047A6470"/>
    <w:rsid w:val="04814FA5"/>
    <w:rsid w:val="04832A0C"/>
    <w:rsid w:val="04832B86"/>
    <w:rsid w:val="048613AF"/>
    <w:rsid w:val="048754D5"/>
    <w:rsid w:val="048A0275"/>
    <w:rsid w:val="048F0F5B"/>
    <w:rsid w:val="04934AEE"/>
    <w:rsid w:val="049504FD"/>
    <w:rsid w:val="049B394B"/>
    <w:rsid w:val="049E4797"/>
    <w:rsid w:val="04A25D78"/>
    <w:rsid w:val="04A37E96"/>
    <w:rsid w:val="04AA6EBB"/>
    <w:rsid w:val="04AC03CF"/>
    <w:rsid w:val="04B07113"/>
    <w:rsid w:val="04B4772E"/>
    <w:rsid w:val="04BC3FEE"/>
    <w:rsid w:val="04BD7D66"/>
    <w:rsid w:val="04BE2663"/>
    <w:rsid w:val="04BE3FA3"/>
    <w:rsid w:val="04BF5182"/>
    <w:rsid w:val="04C61FE1"/>
    <w:rsid w:val="04C74740"/>
    <w:rsid w:val="04C8074E"/>
    <w:rsid w:val="04C821C5"/>
    <w:rsid w:val="04CC1D57"/>
    <w:rsid w:val="04CC24F2"/>
    <w:rsid w:val="04D506A7"/>
    <w:rsid w:val="04D66679"/>
    <w:rsid w:val="04D911E8"/>
    <w:rsid w:val="04DA4474"/>
    <w:rsid w:val="04DA72D4"/>
    <w:rsid w:val="04E40E94"/>
    <w:rsid w:val="04EE2866"/>
    <w:rsid w:val="04F010F2"/>
    <w:rsid w:val="04F031D8"/>
    <w:rsid w:val="04F477ED"/>
    <w:rsid w:val="04F706BD"/>
    <w:rsid w:val="04FF1D2A"/>
    <w:rsid w:val="050316C3"/>
    <w:rsid w:val="050A108C"/>
    <w:rsid w:val="050C701D"/>
    <w:rsid w:val="050E6A6E"/>
    <w:rsid w:val="050F513D"/>
    <w:rsid w:val="051264A0"/>
    <w:rsid w:val="05162FED"/>
    <w:rsid w:val="052206E6"/>
    <w:rsid w:val="052868E0"/>
    <w:rsid w:val="052B2F21"/>
    <w:rsid w:val="052C32F2"/>
    <w:rsid w:val="052E6B3D"/>
    <w:rsid w:val="053462B5"/>
    <w:rsid w:val="0536160C"/>
    <w:rsid w:val="053745BC"/>
    <w:rsid w:val="053B23E0"/>
    <w:rsid w:val="05404A6E"/>
    <w:rsid w:val="054138B9"/>
    <w:rsid w:val="054547AD"/>
    <w:rsid w:val="05525E37"/>
    <w:rsid w:val="055847E5"/>
    <w:rsid w:val="05592024"/>
    <w:rsid w:val="055B0236"/>
    <w:rsid w:val="05652436"/>
    <w:rsid w:val="05660C4D"/>
    <w:rsid w:val="05663A8F"/>
    <w:rsid w:val="05694C05"/>
    <w:rsid w:val="056A348D"/>
    <w:rsid w:val="057212CC"/>
    <w:rsid w:val="057346A4"/>
    <w:rsid w:val="057523EE"/>
    <w:rsid w:val="057752B4"/>
    <w:rsid w:val="0579641D"/>
    <w:rsid w:val="057B35D8"/>
    <w:rsid w:val="057C49F5"/>
    <w:rsid w:val="057D2B39"/>
    <w:rsid w:val="05813D75"/>
    <w:rsid w:val="05856AD5"/>
    <w:rsid w:val="05886B5D"/>
    <w:rsid w:val="05893D5B"/>
    <w:rsid w:val="058B3D08"/>
    <w:rsid w:val="058D598A"/>
    <w:rsid w:val="059A0E46"/>
    <w:rsid w:val="059B2ADA"/>
    <w:rsid w:val="059B324C"/>
    <w:rsid w:val="059B62F9"/>
    <w:rsid w:val="05A105C3"/>
    <w:rsid w:val="05A319CB"/>
    <w:rsid w:val="05B03EFC"/>
    <w:rsid w:val="05B2044A"/>
    <w:rsid w:val="05B94854"/>
    <w:rsid w:val="05BE6850"/>
    <w:rsid w:val="05C259E7"/>
    <w:rsid w:val="05C53ABD"/>
    <w:rsid w:val="05C80770"/>
    <w:rsid w:val="05C817AC"/>
    <w:rsid w:val="05C81EA5"/>
    <w:rsid w:val="05C94B30"/>
    <w:rsid w:val="05CA6C45"/>
    <w:rsid w:val="05CC00CB"/>
    <w:rsid w:val="05D44CFD"/>
    <w:rsid w:val="05D609AF"/>
    <w:rsid w:val="05D67257"/>
    <w:rsid w:val="05D730D7"/>
    <w:rsid w:val="05DD68DA"/>
    <w:rsid w:val="05DE1905"/>
    <w:rsid w:val="05E429C1"/>
    <w:rsid w:val="05E638E9"/>
    <w:rsid w:val="05E6604B"/>
    <w:rsid w:val="05E76C33"/>
    <w:rsid w:val="05E82841"/>
    <w:rsid w:val="05E97EB1"/>
    <w:rsid w:val="05F04FB5"/>
    <w:rsid w:val="05F11A75"/>
    <w:rsid w:val="05F12A58"/>
    <w:rsid w:val="05FA087E"/>
    <w:rsid w:val="05FA19A7"/>
    <w:rsid w:val="05FC6C61"/>
    <w:rsid w:val="05FE4B2D"/>
    <w:rsid w:val="06035D48"/>
    <w:rsid w:val="060371E1"/>
    <w:rsid w:val="06141690"/>
    <w:rsid w:val="06157B26"/>
    <w:rsid w:val="061614DB"/>
    <w:rsid w:val="06175450"/>
    <w:rsid w:val="061A26B9"/>
    <w:rsid w:val="061E2D35"/>
    <w:rsid w:val="061F35DA"/>
    <w:rsid w:val="06226DD8"/>
    <w:rsid w:val="06284529"/>
    <w:rsid w:val="062926A6"/>
    <w:rsid w:val="0629581F"/>
    <w:rsid w:val="062A12B2"/>
    <w:rsid w:val="062D4C69"/>
    <w:rsid w:val="063215DB"/>
    <w:rsid w:val="0634079E"/>
    <w:rsid w:val="06393581"/>
    <w:rsid w:val="06397202"/>
    <w:rsid w:val="063B18FA"/>
    <w:rsid w:val="063B20C2"/>
    <w:rsid w:val="063B6BC5"/>
    <w:rsid w:val="063D298D"/>
    <w:rsid w:val="063F7FD2"/>
    <w:rsid w:val="064066A7"/>
    <w:rsid w:val="06493EB7"/>
    <w:rsid w:val="064B376D"/>
    <w:rsid w:val="06536FE3"/>
    <w:rsid w:val="06607BED"/>
    <w:rsid w:val="0662140C"/>
    <w:rsid w:val="06641F6F"/>
    <w:rsid w:val="066A1827"/>
    <w:rsid w:val="066E4158"/>
    <w:rsid w:val="067032E2"/>
    <w:rsid w:val="06712BB6"/>
    <w:rsid w:val="0680104B"/>
    <w:rsid w:val="06820D51"/>
    <w:rsid w:val="068A22F9"/>
    <w:rsid w:val="068F128E"/>
    <w:rsid w:val="06904D51"/>
    <w:rsid w:val="0691594F"/>
    <w:rsid w:val="06927670"/>
    <w:rsid w:val="069355F1"/>
    <w:rsid w:val="06954F7B"/>
    <w:rsid w:val="06994236"/>
    <w:rsid w:val="069D4452"/>
    <w:rsid w:val="06A21C4A"/>
    <w:rsid w:val="06A703CD"/>
    <w:rsid w:val="06AC51CE"/>
    <w:rsid w:val="06AD4FA2"/>
    <w:rsid w:val="06AE5083"/>
    <w:rsid w:val="06AF565C"/>
    <w:rsid w:val="06B23366"/>
    <w:rsid w:val="06B36548"/>
    <w:rsid w:val="06BD0E59"/>
    <w:rsid w:val="06BF61DF"/>
    <w:rsid w:val="06C618F3"/>
    <w:rsid w:val="06CF7309"/>
    <w:rsid w:val="06D03667"/>
    <w:rsid w:val="06D323C0"/>
    <w:rsid w:val="06D53189"/>
    <w:rsid w:val="06DA403B"/>
    <w:rsid w:val="06DB0A3D"/>
    <w:rsid w:val="06DD229C"/>
    <w:rsid w:val="06DF5D71"/>
    <w:rsid w:val="06E378F0"/>
    <w:rsid w:val="06E57D2D"/>
    <w:rsid w:val="06E70943"/>
    <w:rsid w:val="06EA4CF2"/>
    <w:rsid w:val="06F14920"/>
    <w:rsid w:val="06F832D7"/>
    <w:rsid w:val="06FA12D1"/>
    <w:rsid w:val="06FD18F1"/>
    <w:rsid w:val="06FF2063"/>
    <w:rsid w:val="06FF292F"/>
    <w:rsid w:val="070302E6"/>
    <w:rsid w:val="07063BAD"/>
    <w:rsid w:val="0708212B"/>
    <w:rsid w:val="070963A8"/>
    <w:rsid w:val="070D22CF"/>
    <w:rsid w:val="07156292"/>
    <w:rsid w:val="071639C8"/>
    <w:rsid w:val="07224529"/>
    <w:rsid w:val="072834E6"/>
    <w:rsid w:val="072A08AD"/>
    <w:rsid w:val="072B7208"/>
    <w:rsid w:val="072C2749"/>
    <w:rsid w:val="072D490A"/>
    <w:rsid w:val="073014A0"/>
    <w:rsid w:val="07403F9E"/>
    <w:rsid w:val="07414D9F"/>
    <w:rsid w:val="07424A1B"/>
    <w:rsid w:val="074624AC"/>
    <w:rsid w:val="074C4EEA"/>
    <w:rsid w:val="07501CE5"/>
    <w:rsid w:val="07506C6F"/>
    <w:rsid w:val="07532CDB"/>
    <w:rsid w:val="07560580"/>
    <w:rsid w:val="075C1D30"/>
    <w:rsid w:val="075E4BD2"/>
    <w:rsid w:val="075E5547"/>
    <w:rsid w:val="0760679A"/>
    <w:rsid w:val="0766005E"/>
    <w:rsid w:val="07685DB1"/>
    <w:rsid w:val="076F08B5"/>
    <w:rsid w:val="0770179A"/>
    <w:rsid w:val="0772061E"/>
    <w:rsid w:val="07754928"/>
    <w:rsid w:val="07780E39"/>
    <w:rsid w:val="077E2D64"/>
    <w:rsid w:val="077E75FF"/>
    <w:rsid w:val="077F35F8"/>
    <w:rsid w:val="078015BC"/>
    <w:rsid w:val="07846919"/>
    <w:rsid w:val="078732C9"/>
    <w:rsid w:val="078C78D5"/>
    <w:rsid w:val="078D4A31"/>
    <w:rsid w:val="078D570D"/>
    <w:rsid w:val="078F610E"/>
    <w:rsid w:val="0790350F"/>
    <w:rsid w:val="07922A7A"/>
    <w:rsid w:val="0798540A"/>
    <w:rsid w:val="079F2C2C"/>
    <w:rsid w:val="079F5530"/>
    <w:rsid w:val="07AA3C27"/>
    <w:rsid w:val="07AB20F7"/>
    <w:rsid w:val="07AD1952"/>
    <w:rsid w:val="07B13328"/>
    <w:rsid w:val="07B76CEE"/>
    <w:rsid w:val="07BA62FB"/>
    <w:rsid w:val="07BB2E0D"/>
    <w:rsid w:val="07C25A94"/>
    <w:rsid w:val="07C359C0"/>
    <w:rsid w:val="07CB4F73"/>
    <w:rsid w:val="07CE30C0"/>
    <w:rsid w:val="07CF00E5"/>
    <w:rsid w:val="07D23015"/>
    <w:rsid w:val="07D50A26"/>
    <w:rsid w:val="07DE0F28"/>
    <w:rsid w:val="07DE37FE"/>
    <w:rsid w:val="07DE5E86"/>
    <w:rsid w:val="07E049CF"/>
    <w:rsid w:val="07E176B1"/>
    <w:rsid w:val="07E23E73"/>
    <w:rsid w:val="07E57418"/>
    <w:rsid w:val="07EB2D56"/>
    <w:rsid w:val="07EB496C"/>
    <w:rsid w:val="07EF544B"/>
    <w:rsid w:val="07F475A6"/>
    <w:rsid w:val="07F87A8E"/>
    <w:rsid w:val="080018FE"/>
    <w:rsid w:val="08004D8B"/>
    <w:rsid w:val="080213AA"/>
    <w:rsid w:val="080278BF"/>
    <w:rsid w:val="08044350"/>
    <w:rsid w:val="08053D59"/>
    <w:rsid w:val="080B529A"/>
    <w:rsid w:val="080B7A69"/>
    <w:rsid w:val="08104A2E"/>
    <w:rsid w:val="08152F24"/>
    <w:rsid w:val="081C2ADD"/>
    <w:rsid w:val="08207581"/>
    <w:rsid w:val="08214272"/>
    <w:rsid w:val="08243D40"/>
    <w:rsid w:val="0825576A"/>
    <w:rsid w:val="08260D68"/>
    <w:rsid w:val="082770CD"/>
    <w:rsid w:val="08293538"/>
    <w:rsid w:val="08294F1C"/>
    <w:rsid w:val="0833420C"/>
    <w:rsid w:val="083874D3"/>
    <w:rsid w:val="083C4900"/>
    <w:rsid w:val="083D2696"/>
    <w:rsid w:val="084C5B71"/>
    <w:rsid w:val="0858090D"/>
    <w:rsid w:val="08640C24"/>
    <w:rsid w:val="08655BF4"/>
    <w:rsid w:val="08697728"/>
    <w:rsid w:val="086E43AF"/>
    <w:rsid w:val="086F2B2F"/>
    <w:rsid w:val="08710737"/>
    <w:rsid w:val="087151C6"/>
    <w:rsid w:val="08755437"/>
    <w:rsid w:val="08781FB6"/>
    <w:rsid w:val="087848DF"/>
    <w:rsid w:val="08800C83"/>
    <w:rsid w:val="088057B4"/>
    <w:rsid w:val="088124CA"/>
    <w:rsid w:val="08870006"/>
    <w:rsid w:val="088E5CA1"/>
    <w:rsid w:val="088F107C"/>
    <w:rsid w:val="08922AD4"/>
    <w:rsid w:val="08930C6C"/>
    <w:rsid w:val="08997DF3"/>
    <w:rsid w:val="08A03726"/>
    <w:rsid w:val="08A2697C"/>
    <w:rsid w:val="08A61C91"/>
    <w:rsid w:val="08AD7259"/>
    <w:rsid w:val="08AF21EA"/>
    <w:rsid w:val="08B438B2"/>
    <w:rsid w:val="08B46870"/>
    <w:rsid w:val="08B80116"/>
    <w:rsid w:val="08B83F78"/>
    <w:rsid w:val="08C81D0D"/>
    <w:rsid w:val="08C90CEB"/>
    <w:rsid w:val="08CD1C83"/>
    <w:rsid w:val="08CE561D"/>
    <w:rsid w:val="08D147CC"/>
    <w:rsid w:val="08D336FE"/>
    <w:rsid w:val="08D714C3"/>
    <w:rsid w:val="08DA2C94"/>
    <w:rsid w:val="08DD11AB"/>
    <w:rsid w:val="08E01CBB"/>
    <w:rsid w:val="08E753B1"/>
    <w:rsid w:val="08E96726"/>
    <w:rsid w:val="08ED20E4"/>
    <w:rsid w:val="08F96DAA"/>
    <w:rsid w:val="08FB5577"/>
    <w:rsid w:val="090010E4"/>
    <w:rsid w:val="09001FB9"/>
    <w:rsid w:val="09007638"/>
    <w:rsid w:val="090460D9"/>
    <w:rsid w:val="09061B72"/>
    <w:rsid w:val="09072214"/>
    <w:rsid w:val="090A6BEB"/>
    <w:rsid w:val="090F3972"/>
    <w:rsid w:val="0912746C"/>
    <w:rsid w:val="09151D69"/>
    <w:rsid w:val="091C6DF8"/>
    <w:rsid w:val="091D77AB"/>
    <w:rsid w:val="091F61A8"/>
    <w:rsid w:val="091F75E5"/>
    <w:rsid w:val="09264D16"/>
    <w:rsid w:val="092710A7"/>
    <w:rsid w:val="093E58FA"/>
    <w:rsid w:val="09410F65"/>
    <w:rsid w:val="0941638F"/>
    <w:rsid w:val="094504C5"/>
    <w:rsid w:val="09483AC0"/>
    <w:rsid w:val="09485AA5"/>
    <w:rsid w:val="094A3180"/>
    <w:rsid w:val="094A6105"/>
    <w:rsid w:val="094B0895"/>
    <w:rsid w:val="09542EDF"/>
    <w:rsid w:val="09570BCB"/>
    <w:rsid w:val="095A2E88"/>
    <w:rsid w:val="095D5FCC"/>
    <w:rsid w:val="0969489F"/>
    <w:rsid w:val="096E025B"/>
    <w:rsid w:val="09773691"/>
    <w:rsid w:val="0978683F"/>
    <w:rsid w:val="097910B5"/>
    <w:rsid w:val="097C3109"/>
    <w:rsid w:val="09974E8E"/>
    <w:rsid w:val="099A1DF6"/>
    <w:rsid w:val="09B45A5D"/>
    <w:rsid w:val="09B66ECE"/>
    <w:rsid w:val="09BB7227"/>
    <w:rsid w:val="09BB793A"/>
    <w:rsid w:val="09C158EA"/>
    <w:rsid w:val="09C340C6"/>
    <w:rsid w:val="09C34EB8"/>
    <w:rsid w:val="09C37D84"/>
    <w:rsid w:val="09C555CC"/>
    <w:rsid w:val="09C80BBA"/>
    <w:rsid w:val="09CF795A"/>
    <w:rsid w:val="09D011FB"/>
    <w:rsid w:val="09D3683A"/>
    <w:rsid w:val="09D86291"/>
    <w:rsid w:val="09D87BCF"/>
    <w:rsid w:val="09DB5DFA"/>
    <w:rsid w:val="09DC16A2"/>
    <w:rsid w:val="09E00ED2"/>
    <w:rsid w:val="09E64E21"/>
    <w:rsid w:val="09EE3643"/>
    <w:rsid w:val="09F7587A"/>
    <w:rsid w:val="09FA43FC"/>
    <w:rsid w:val="09FE2D09"/>
    <w:rsid w:val="09FE3745"/>
    <w:rsid w:val="09FE4ED3"/>
    <w:rsid w:val="09FF1587"/>
    <w:rsid w:val="0A045094"/>
    <w:rsid w:val="0A0531CF"/>
    <w:rsid w:val="0A1359B0"/>
    <w:rsid w:val="0A1574E3"/>
    <w:rsid w:val="0A1956D7"/>
    <w:rsid w:val="0A1B3564"/>
    <w:rsid w:val="0A1C1730"/>
    <w:rsid w:val="0A1D361B"/>
    <w:rsid w:val="0A255CAE"/>
    <w:rsid w:val="0A2958A0"/>
    <w:rsid w:val="0A2D3298"/>
    <w:rsid w:val="0A2E63E2"/>
    <w:rsid w:val="0A333FE0"/>
    <w:rsid w:val="0A35219B"/>
    <w:rsid w:val="0A3836A7"/>
    <w:rsid w:val="0A3A4D1D"/>
    <w:rsid w:val="0A3B750C"/>
    <w:rsid w:val="0A4277EB"/>
    <w:rsid w:val="0A4F0A43"/>
    <w:rsid w:val="0A5139E4"/>
    <w:rsid w:val="0A5A6234"/>
    <w:rsid w:val="0A5B72B7"/>
    <w:rsid w:val="0A5D4017"/>
    <w:rsid w:val="0A5F33D7"/>
    <w:rsid w:val="0A661C57"/>
    <w:rsid w:val="0A6C34F7"/>
    <w:rsid w:val="0A6D6C65"/>
    <w:rsid w:val="0A6F2F69"/>
    <w:rsid w:val="0A713250"/>
    <w:rsid w:val="0A726D81"/>
    <w:rsid w:val="0A733924"/>
    <w:rsid w:val="0A77170F"/>
    <w:rsid w:val="0A78320C"/>
    <w:rsid w:val="0A7A5A49"/>
    <w:rsid w:val="0A7B4003"/>
    <w:rsid w:val="0A7C26B9"/>
    <w:rsid w:val="0A865FB3"/>
    <w:rsid w:val="0A8A4996"/>
    <w:rsid w:val="0A8B5E82"/>
    <w:rsid w:val="0A8B6AA7"/>
    <w:rsid w:val="0A8E0FB4"/>
    <w:rsid w:val="0A9528EE"/>
    <w:rsid w:val="0A984BB5"/>
    <w:rsid w:val="0A9E5F13"/>
    <w:rsid w:val="0AA011FB"/>
    <w:rsid w:val="0AA2653C"/>
    <w:rsid w:val="0AA5035E"/>
    <w:rsid w:val="0AAA59D3"/>
    <w:rsid w:val="0AAD2524"/>
    <w:rsid w:val="0AB01FBE"/>
    <w:rsid w:val="0AB13469"/>
    <w:rsid w:val="0AB63AB2"/>
    <w:rsid w:val="0ABD2805"/>
    <w:rsid w:val="0ABD4449"/>
    <w:rsid w:val="0ABD589E"/>
    <w:rsid w:val="0AC17AF8"/>
    <w:rsid w:val="0AC20E99"/>
    <w:rsid w:val="0ACC2D82"/>
    <w:rsid w:val="0AD0351E"/>
    <w:rsid w:val="0AD1026E"/>
    <w:rsid w:val="0AD67FB4"/>
    <w:rsid w:val="0AD95315"/>
    <w:rsid w:val="0AD95378"/>
    <w:rsid w:val="0AE10715"/>
    <w:rsid w:val="0AE3137B"/>
    <w:rsid w:val="0AE322B4"/>
    <w:rsid w:val="0AE3455B"/>
    <w:rsid w:val="0AE5581E"/>
    <w:rsid w:val="0AE70AD6"/>
    <w:rsid w:val="0AFC3831"/>
    <w:rsid w:val="0B0174EE"/>
    <w:rsid w:val="0B055B73"/>
    <w:rsid w:val="0B05618F"/>
    <w:rsid w:val="0B0F610B"/>
    <w:rsid w:val="0B114564"/>
    <w:rsid w:val="0B1161C0"/>
    <w:rsid w:val="0B147F46"/>
    <w:rsid w:val="0B1754EF"/>
    <w:rsid w:val="0B1849A8"/>
    <w:rsid w:val="0B1A76EA"/>
    <w:rsid w:val="0B1D7C61"/>
    <w:rsid w:val="0B1F7688"/>
    <w:rsid w:val="0B277C7E"/>
    <w:rsid w:val="0B314791"/>
    <w:rsid w:val="0B3560EE"/>
    <w:rsid w:val="0B384957"/>
    <w:rsid w:val="0B47638A"/>
    <w:rsid w:val="0B4B4BE2"/>
    <w:rsid w:val="0B4E2FCD"/>
    <w:rsid w:val="0B52609F"/>
    <w:rsid w:val="0B545A1E"/>
    <w:rsid w:val="0B567647"/>
    <w:rsid w:val="0B5B7FAA"/>
    <w:rsid w:val="0B5F1AF8"/>
    <w:rsid w:val="0B610DC6"/>
    <w:rsid w:val="0B6411BF"/>
    <w:rsid w:val="0B6554E5"/>
    <w:rsid w:val="0B664538"/>
    <w:rsid w:val="0B671EC0"/>
    <w:rsid w:val="0B6A1CAE"/>
    <w:rsid w:val="0B6A2923"/>
    <w:rsid w:val="0B6C1B3C"/>
    <w:rsid w:val="0B70419F"/>
    <w:rsid w:val="0B70455F"/>
    <w:rsid w:val="0B734215"/>
    <w:rsid w:val="0B754DE4"/>
    <w:rsid w:val="0B7849E6"/>
    <w:rsid w:val="0B7C4B14"/>
    <w:rsid w:val="0B8055BA"/>
    <w:rsid w:val="0B827583"/>
    <w:rsid w:val="0B827CEB"/>
    <w:rsid w:val="0B8342FB"/>
    <w:rsid w:val="0B851F87"/>
    <w:rsid w:val="0B877BBD"/>
    <w:rsid w:val="0B881546"/>
    <w:rsid w:val="0B8859CB"/>
    <w:rsid w:val="0B8A00C9"/>
    <w:rsid w:val="0B8A3944"/>
    <w:rsid w:val="0B8C3718"/>
    <w:rsid w:val="0B9431EC"/>
    <w:rsid w:val="0B972AA3"/>
    <w:rsid w:val="0B9A6B9A"/>
    <w:rsid w:val="0B9B6B07"/>
    <w:rsid w:val="0B9C0C07"/>
    <w:rsid w:val="0B9E591F"/>
    <w:rsid w:val="0BA000F0"/>
    <w:rsid w:val="0BA25F4F"/>
    <w:rsid w:val="0BB61374"/>
    <w:rsid w:val="0BB64CC0"/>
    <w:rsid w:val="0BBB6AB2"/>
    <w:rsid w:val="0BC051D2"/>
    <w:rsid w:val="0BC21C96"/>
    <w:rsid w:val="0BC3135E"/>
    <w:rsid w:val="0BC3527F"/>
    <w:rsid w:val="0BC639A4"/>
    <w:rsid w:val="0BC800CF"/>
    <w:rsid w:val="0BC91A77"/>
    <w:rsid w:val="0BCB3FC4"/>
    <w:rsid w:val="0BCE1E2E"/>
    <w:rsid w:val="0BCF7AF7"/>
    <w:rsid w:val="0BD00708"/>
    <w:rsid w:val="0BD07F9F"/>
    <w:rsid w:val="0BD1179C"/>
    <w:rsid w:val="0BD42FC2"/>
    <w:rsid w:val="0BD6099D"/>
    <w:rsid w:val="0BE029B0"/>
    <w:rsid w:val="0BE5363F"/>
    <w:rsid w:val="0BE630C4"/>
    <w:rsid w:val="0BE81A3A"/>
    <w:rsid w:val="0BEA1179"/>
    <w:rsid w:val="0BEF6A57"/>
    <w:rsid w:val="0BF06E89"/>
    <w:rsid w:val="0BF70816"/>
    <w:rsid w:val="0BF73B5D"/>
    <w:rsid w:val="0BF93842"/>
    <w:rsid w:val="0BFC1972"/>
    <w:rsid w:val="0BFD293A"/>
    <w:rsid w:val="0BFF0D6F"/>
    <w:rsid w:val="0BFF343B"/>
    <w:rsid w:val="0C000467"/>
    <w:rsid w:val="0C02022C"/>
    <w:rsid w:val="0C06457B"/>
    <w:rsid w:val="0C067B2E"/>
    <w:rsid w:val="0C0A474F"/>
    <w:rsid w:val="0C0A7BFE"/>
    <w:rsid w:val="0C0F4A68"/>
    <w:rsid w:val="0C1019B7"/>
    <w:rsid w:val="0C123919"/>
    <w:rsid w:val="0C124148"/>
    <w:rsid w:val="0C162BB3"/>
    <w:rsid w:val="0C1A7F4B"/>
    <w:rsid w:val="0C1E558E"/>
    <w:rsid w:val="0C1F6C27"/>
    <w:rsid w:val="0C2560A6"/>
    <w:rsid w:val="0C2D21C2"/>
    <w:rsid w:val="0C2D370C"/>
    <w:rsid w:val="0C361035"/>
    <w:rsid w:val="0C3D28D3"/>
    <w:rsid w:val="0C3F3B28"/>
    <w:rsid w:val="0C4075F8"/>
    <w:rsid w:val="0C411B54"/>
    <w:rsid w:val="0C430267"/>
    <w:rsid w:val="0C4A7F32"/>
    <w:rsid w:val="0C4D5A4E"/>
    <w:rsid w:val="0C57439F"/>
    <w:rsid w:val="0C5B52BD"/>
    <w:rsid w:val="0C6031E3"/>
    <w:rsid w:val="0C610DEE"/>
    <w:rsid w:val="0C636A7C"/>
    <w:rsid w:val="0C696A08"/>
    <w:rsid w:val="0C6C54B2"/>
    <w:rsid w:val="0C711B61"/>
    <w:rsid w:val="0C750425"/>
    <w:rsid w:val="0C780FDE"/>
    <w:rsid w:val="0C797504"/>
    <w:rsid w:val="0C797E2A"/>
    <w:rsid w:val="0C7A1A25"/>
    <w:rsid w:val="0C7C40AD"/>
    <w:rsid w:val="0C87795B"/>
    <w:rsid w:val="0C881B2B"/>
    <w:rsid w:val="0C886EAB"/>
    <w:rsid w:val="0C96135E"/>
    <w:rsid w:val="0C964395"/>
    <w:rsid w:val="0C971064"/>
    <w:rsid w:val="0C97633E"/>
    <w:rsid w:val="0C9B072C"/>
    <w:rsid w:val="0C9F3F66"/>
    <w:rsid w:val="0CA07539"/>
    <w:rsid w:val="0CA12ED8"/>
    <w:rsid w:val="0CA3050C"/>
    <w:rsid w:val="0CA71AC1"/>
    <w:rsid w:val="0CA830A9"/>
    <w:rsid w:val="0CAC2B9A"/>
    <w:rsid w:val="0CAF7635"/>
    <w:rsid w:val="0CB02907"/>
    <w:rsid w:val="0CB640B3"/>
    <w:rsid w:val="0CB81E22"/>
    <w:rsid w:val="0CB905E3"/>
    <w:rsid w:val="0CBE6AEA"/>
    <w:rsid w:val="0CC03DE0"/>
    <w:rsid w:val="0CCC323C"/>
    <w:rsid w:val="0CCF3D21"/>
    <w:rsid w:val="0CD272BE"/>
    <w:rsid w:val="0CE02193"/>
    <w:rsid w:val="0CE46AB6"/>
    <w:rsid w:val="0CE6100B"/>
    <w:rsid w:val="0CED310D"/>
    <w:rsid w:val="0CEF6FAF"/>
    <w:rsid w:val="0CF03B04"/>
    <w:rsid w:val="0CF21E3A"/>
    <w:rsid w:val="0CF35FC4"/>
    <w:rsid w:val="0CF36CD7"/>
    <w:rsid w:val="0CF638FE"/>
    <w:rsid w:val="0CF76BFF"/>
    <w:rsid w:val="0CF8549F"/>
    <w:rsid w:val="0D027FE2"/>
    <w:rsid w:val="0D051235"/>
    <w:rsid w:val="0D093B48"/>
    <w:rsid w:val="0D0A310F"/>
    <w:rsid w:val="0D0E384B"/>
    <w:rsid w:val="0D0F17B2"/>
    <w:rsid w:val="0D1102E9"/>
    <w:rsid w:val="0D117998"/>
    <w:rsid w:val="0D130BE8"/>
    <w:rsid w:val="0D1C4BDC"/>
    <w:rsid w:val="0D1F1AFD"/>
    <w:rsid w:val="0D226D7C"/>
    <w:rsid w:val="0D25452E"/>
    <w:rsid w:val="0D273763"/>
    <w:rsid w:val="0D292634"/>
    <w:rsid w:val="0D2B1DE2"/>
    <w:rsid w:val="0D312AD6"/>
    <w:rsid w:val="0D361E1A"/>
    <w:rsid w:val="0D366AF8"/>
    <w:rsid w:val="0D3E7744"/>
    <w:rsid w:val="0D421E20"/>
    <w:rsid w:val="0D45254C"/>
    <w:rsid w:val="0D48153D"/>
    <w:rsid w:val="0D4E78A4"/>
    <w:rsid w:val="0D55777E"/>
    <w:rsid w:val="0D565535"/>
    <w:rsid w:val="0D5E761F"/>
    <w:rsid w:val="0D684D14"/>
    <w:rsid w:val="0D6908DA"/>
    <w:rsid w:val="0D697066"/>
    <w:rsid w:val="0D6B4803"/>
    <w:rsid w:val="0D743065"/>
    <w:rsid w:val="0D7874B0"/>
    <w:rsid w:val="0D7A2C98"/>
    <w:rsid w:val="0D7E56D3"/>
    <w:rsid w:val="0D7F4DD7"/>
    <w:rsid w:val="0D80795F"/>
    <w:rsid w:val="0D824D5C"/>
    <w:rsid w:val="0D8256A8"/>
    <w:rsid w:val="0D8311B8"/>
    <w:rsid w:val="0D834E05"/>
    <w:rsid w:val="0D842DF1"/>
    <w:rsid w:val="0D874ADF"/>
    <w:rsid w:val="0D967B5E"/>
    <w:rsid w:val="0D980398"/>
    <w:rsid w:val="0D993F1B"/>
    <w:rsid w:val="0DA16B6D"/>
    <w:rsid w:val="0DA4476F"/>
    <w:rsid w:val="0DA90614"/>
    <w:rsid w:val="0DAA431F"/>
    <w:rsid w:val="0DAB3B2E"/>
    <w:rsid w:val="0DAC2FB5"/>
    <w:rsid w:val="0DAE3966"/>
    <w:rsid w:val="0DB14F4E"/>
    <w:rsid w:val="0DB77A48"/>
    <w:rsid w:val="0DC12F5C"/>
    <w:rsid w:val="0DC2307F"/>
    <w:rsid w:val="0DC259B0"/>
    <w:rsid w:val="0DC31481"/>
    <w:rsid w:val="0DC72BAA"/>
    <w:rsid w:val="0DCA4185"/>
    <w:rsid w:val="0DCB52A1"/>
    <w:rsid w:val="0DD36D74"/>
    <w:rsid w:val="0DD57025"/>
    <w:rsid w:val="0DD739F3"/>
    <w:rsid w:val="0DD90EFC"/>
    <w:rsid w:val="0DDB765D"/>
    <w:rsid w:val="0DDE19E0"/>
    <w:rsid w:val="0DE06336"/>
    <w:rsid w:val="0DE13E31"/>
    <w:rsid w:val="0DE15C34"/>
    <w:rsid w:val="0DF26C8F"/>
    <w:rsid w:val="0DFD0D85"/>
    <w:rsid w:val="0E025DFD"/>
    <w:rsid w:val="0E042972"/>
    <w:rsid w:val="0E042F3A"/>
    <w:rsid w:val="0E0E518E"/>
    <w:rsid w:val="0E10132B"/>
    <w:rsid w:val="0E153EE3"/>
    <w:rsid w:val="0E1B5116"/>
    <w:rsid w:val="0E1D558A"/>
    <w:rsid w:val="0E1D79DF"/>
    <w:rsid w:val="0E1E7613"/>
    <w:rsid w:val="0E22442B"/>
    <w:rsid w:val="0E2321D2"/>
    <w:rsid w:val="0E271173"/>
    <w:rsid w:val="0E2915B0"/>
    <w:rsid w:val="0E293843"/>
    <w:rsid w:val="0E294810"/>
    <w:rsid w:val="0E307332"/>
    <w:rsid w:val="0E321FAA"/>
    <w:rsid w:val="0E340AD4"/>
    <w:rsid w:val="0E355ACB"/>
    <w:rsid w:val="0E3842C2"/>
    <w:rsid w:val="0E3D1D2E"/>
    <w:rsid w:val="0E3F61CD"/>
    <w:rsid w:val="0E4168A4"/>
    <w:rsid w:val="0E417A59"/>
    <w:rsid w:val="0E422B7A"/>
    <w:rsid w:val="0E431092"/>
    <w:rsid w:val="0E4470A1"/>
    <w:rsid w:val="0E461E96"/>
    <w:rsid w:val="0E4664EC"/>
    <w:rsid w:val="0E485F25"/>
    <w:rsid w:val="0E4D6EEF"/>
    <w:rsid w:val="0E4F0E44"/>
    <w:rsid w:val="0E4F688C"/>
    <w:rsid w:val="0E5E5C95"/>
    <w:rsid w:val="0E6114E2"/>
    <w:rsid w:val="0E6F20D1"/>
    <w:rsid w:val="0E781AD9"/>
    <w:rsid w:val="0E797F70"/>
    <w:rsid w:val="0E7A0885"/>
    <w:rsid w:val="0E7F6250"/>
    <w:rsid w:val="0E8050A0"/>
    <w:rsid w:val="0E806DD3"/>
    <w:rsid w:val="0E811D86"/>
    <w:rsid w:val="0E87567B"/>
    <w:rsid w:val="0E8803AE"/>
    <w:rsid w:val="0E9E6512"/>
    <w:rsid w:val="0E9E7E4B"/>
    <w:rsid w:val="0E9F4556"/>
    <w:rsid w:val="0EA01550"/>
    <w:rsid w:val="0EA13423"/>
    <w:rsid w:val="0EA24A6E"/>
    <w:rsid w:val="0EA62355"/>
    <w:rsid w:val="0EA72E84"/>
    <w:rsid w:val="0EAB0454"/>
    <w:rsid w:val="0EB01EB4"/>
    <w:rsid w:val="0EB76F17"/>
    <w:rsid w:val="0EB85342"/>
    <w:rsid w:val="0EBF4B33"/>
    <w:rsid w:val="0EC676AC"/>
    <w:rsid w:val="0EC933C4"/>
    <w:rsid w:val="0ECD17DE"/>
    <w:rsid w:val="0ED974FA"/>
    <w:rsid w:val="0EE35827"/>
    <w:rsid w:val="0EE73618"/>
    <w:rsid w:val="0EEA5BFB"/>
    <w:rsid w:val="0EEC1973"/>
    <w:rsid w:val="0EEC54CF"/>
    <w:rsid w:val="0EEE7499"/>
    <w:rsid w:val="0EF22E1D"/>
    <w:rsid w:val="0EF31BA7"/>
    <w:rsid w:val="0EFB6BB9"/>
    <w:rsid w:val="0EFD4DD8"/>
    <w:rsid w:val="0F0270E5"/>
    <w:rsid w:val="0F03492F"/>
    <w:rsid w:val="0F0371AA"/>
    <w:rsid w:val="0F0551D9"/>
    <w:rsid w:val="0F07621B"/>
    <w:rsid w:val="0F0C3EFE"/>
    <w:rsid w:val="0F0F6B0E"/>
    <w:rsid w:val="0F10309C"/>
    <w:rsid w:val="0F122B09"/>
    <w:rsid w:val="0F123B13"/>
    <w:rsid w:val="0F135577"/>
    <w:rsid w:val="0F1B2078"/>
    <w:rsid w:val="0F1F7211"/>
    <w:rsid w:val="0F2115CE"/>
    <w:rsid w:val="0F290BEB"/>
    <w:rsid w:val="0F2A5E3E"/>
    <w:rsid w:val="0F2B07F0"/>
    <w:rsid w:val="0F335810"/>
    <w:rsid w:val="0F3378C9"/>
    <w:rsid w:val="0F360E40"/>
    <w:rsid w:val="0F36499C"/>
    <w:rsid w:val="0F376F54"/>
    <w:rsid w:val="0F3B12D3"/>
    <w:rsid w:val="0F3B5649"/>
    <w:rsid w:val="0F3D6C9F"/>
    <w:rsid w:val="0F3E464F"/>
    <w:rsid w:val="0F3E734D"/>
    <w:rsid w:val="0F404EB9"/>
    <w:rsid w:val="0F460DB1"/>
    <w:rsid w:val="0F484E30"/>
    <w:rsid w:val="0F4C298B"/>
    <w:rsid w:val="0F4C6D3F"/>
    <w:rsid w:val="0F4F5A5E"/>
    <w:rsid w:val="0F504996"/>
    <w:rsid w:val="0F51712B"/>
    <w:rsid w:val="0F537E09"/>
    <w:rsid w:val="0F5519A2"/>
    <w:rsid w:val="0F555D4B"/>
    <w:rsid w:val="0F562358"/>
    <w:rsid w:val="0F57653D"/>
    <w:rsid w:val="0F624D34"/>
    <w:rsid w:val="0F6537CD"/>
    <w:rsid w:val="0F6649E9"/>
    <w:rsid w:val="0F6677CA"/>
    <w:rsid w:val="0F6A5DE4"/>
    <w:rsid w:val="0F6E4136"/>
    <w:rsid w:val="0F6E4BFE"/>
    <w:rsid w:val="0F6F5629"/>
    <w:rsid w:val="0F742073"/>
    <w:rsid w:val="0F743D9F"/>
    <w:rsid w:val="0F797717"/>
    <w:rsid w:val="0F7C76AE"/>
    <w:rsid w:val="0F7F5516"/>
    <w:rsid w:val="0F876751"/>
    <w:rsid w:val="0F8D136F"/>
    <w:rsid w:val="0F9C2180"/>
    <w:rsid w:val="0FA32268"/>
    <w:rsid w:val="0FA753AD"/>
    <w:rsid w:val="0FA804B8"/>
    <w:rsid w:val="0FB87F46"/>
    <w:rsid w:val="0FBF6D24"/>
    <w:rsid w:val="0FC70FD9"/>
    <w:rsid w:val="0FD0452A"/>
    <w:rsid w:val="0FD53DC0"/>
    <w:rsid w:val="0FDA1FC4"/>
    <w:rsid w:val="0FDD39FA"/>
    <w:rsid w:val="0FDEA88D"/>
    <w:rsid w:val="0FDF3286"/>
    <w:rsid w:val="0FDF557D"/>
    <w:rsid w:val="0FDFD0F3"/>
    <w:rsid w:val="0FE13393"/>
    <w:rsid w:val="0FE51F7C"/>
    <w:rsid w:val="0FE94252"/>
    <w:rsid w:val="0FFA1E6E"/>
    <w:rsid w:val="0FFC1B1F"/>
    <w:rsid w:val="0FFD6294"/>
    <w:rsid w:val="0FFD7928"/>
    <w:rsid w:val="0FFF4054"/>
    <w:rsid w:val="10001E59"/>
    <w:rsid w:val="10022568"/>
    <w:rsid w:val="1003421E"/>
    <w:rsid w:val="10036BD3"/>
    <w:rsid w:val="10057813"/>
    <w:rsid w:val="1006383A"/>
    <w:rsid w:val="10064605"/>
    <w:rsid w:val="10066FF7"/>
    <w:rsid w:val="10072013"/>
    <w:rsid w:val="100A5320"/>
    <w:rsid w:val="100F7844"/>
    <w:rsid w:val="10135C2C"/>
    <w:rsid w:val="101535E0"/>
    <w:rsid w:val="101D40CC"/>
    <w:rsid w:val="101F495D"/>
    <w:rsid w:val="102A0ABF"/>
    <w:rsid w:val="102B44CA"/>
    <w:rsid w:val="102C4DCC"/>
    <w:rsid w:val="102C5656"/>
    <w:rsid w:val="102F3D08"/>
    <w:rsid w:val="10343E79"/>
    <w:rsid w:val="103560A7"/>
    <w:rsid w:val="10356BAE"/>
    <w:rsid w:val="10382F96"/>
    <w:rsid w:val="103F3D25"/>
    <w:rsid w:val="10401DA3"/>
    <w:rsid w:val="104E7D36"/>
    <w:rsid w:val="105412E2"/>
    <w:rsid w:val="1054497B"/>
    <w:rsid w:val="105F317B"/>
    <w:rsid w:val="106539C4"/>
    <w:rsid w:val="1067746C"/>
    <w:rsid w:val="10693D22"/>
    <w:rsid w:val="106A0C5F"/>
    <w:rsid w:val="106A7211"/>
    <w:rsid w:val="107B4D5D"/>
    <w:rsid w:val="107C2BDE"/>
    <w:rsid w:val="10860E4F"/>
    <w:rsid w:val="108811DA"/>
    <w:rsid w:val="108A3753"/>
    <w:rsid w:val="108A401E"/>
    <w:rsid w:val="108F0B3D"/>
    <w:rsid w:val="10982B63"/>
    <w:rsid w:val="109E036D"/>
    <w:rsid w:val="10A361FB"/>
    <w:rsid w:val="10A64D3E"/>
    <w:rsid w:val="10A655A5"/>
    <w:rsid w:val="10A90029"/>
    <w:rsid w:val="10A94C70"/>
    <w:rsid w:val="10AD7FD6"/>
    <w:rsid w:val="10B313BA"/>
    <w:rsid w:val="10C230B5"/>
    <w:rsid w:val="10C71CA1"/>
    <w:rsid w:val="10CF5185"/>
    <w:rsid w:val="10D30F51"/>
    <w:rsid w:val="10D61441"/>
    <w:rsid w:val="10D85031"/>
    <w:rsid w:val="10D97CD5"/>
    <w:rsid w:val="10DF73D6"/>
    <w:rsid w:val="10E140C8"/>
    <w:rsid w:val="10E21C0B"/>
    <w:rsid w:val="10E30B54"/>
    <w:rsid w:val="10E433E1"/>
    <w:rsid w:val="10F23603"/>
    <w:rsid w:val="10F26F1F"/>
    <w:rsid w:val="10F76166"/>
    <w:rsid w:val="10FD7067"/>
    <w:rsid w:val="1102722C"/>
    <w:rsid w:val="110669F1"/>
    <w:rsid w:val="11070AFA"/>
    <w:rsid w:val="110E1A1A"/>
    <w:rsid w:val="1111170C"/>
    <w:rsid w:val="1111746F"/>
    <w:rsid w:val="11117506"/>
    <w:rsid w:val="111365ED"/>
    <w:rsid w:val="11142CC5"/>
    <w:rsid w:val="11181D8C"/>
    <w:rsid w:val="111835F4"/>
    <w:rsid w:val="11186FAC"/>
    <w:rsid w:val="1119295E"/>
    <w:rsid w:val="11233F17"/>
    <w:rsid w:val="112401F9"/>
    <w:rsid w:val="112472B2"/>
    <w:rsid w:val="11257461"/>
    <w:rsid w:val="11277159"/>
    <w:rsid w:val="11282D2A"/>
    <w:rsid w:val="112D5038"/>
    <w:rsid w:val="1130238D"/>
    <w:rsid w:val="11337E3C"/>
    <w:rsid w:val="11365B80"/>
    <w:rsid w:val="11367C1D"/>
    <w:rsid w:val="11381A45"/>
    <w:rsid w:val="113E3401"/>
    <w:rsid w:val="113F6C2D"/>
    <w:rsid w:val="1141539A"/>
    <w:rsid w:val="1144788D"/>
    <w:rsid w:val="114B5CEB"/>
    <w:rsid w:val="11502C8B"/>
    <w:rsid w:val="11530CAB"/>
    <w:rsid w:val="115B06EA"/>
    <w:rsid w:val="115C2ABA"/>
    <w:rsid w:val="115C4CDD"/>
    <w:rsid w:val="116077B3"/>
    <w:rsid w:val="11624AC2"/>
    <w:rsid w:val="116511AA"/>
    <w:rsid w:val="116644C3"/>
    <w:rsid w:val="116737AF"/>
    <w:rsid w:val="116B4687"/>
    <w:rsid w:val="116C3E8E"/>
    <w:rsid w:val="11716160"/>
    <w:rsid w:val="11721E67"/>
    <w:rsid w:val="11733C86"/>
    <w:rsid w:val="117524CD"/>
    <w:rsid w:val="117A373D"/>
    <w:rsid w:val="117B075C"/>
    <w:rsid w:val="117C0060"/>
    <w:rsid w:val="118A4EFD"/>
    <w:rsid w:val="119E17DA"/>
    <w:rsid w:val="11A178F0"/>
    <w:rsid w:val="11A21965"/>
    <w:rsid w:val="11A55E09"/>
    <w:rsid w:val="11A67BC0"/>
    <w:rsid w:val="11A87C2A"/>
    <w:rsid w:val="11A97430"/>
    <w:rsid w:val="11B43572"/>
    <w:rsid w:val="11B47631"/>
    <w:rsid w:val="11B52A7E"/>
    <w:rsid w:val="11C10E95"/>
    <w:rsid w:val="11C230D5"/>
    <w:rsid w:val="11C60DA9"/>
    <w:rsid w:val="11C83570"/>
    <w:rsid w:val="11C84314"/>
    <w:rsid w:val="11CF57C5"/>
    <w:rsid w:val="11D10038"/>
    <w:rsid w:val="11D4303C"/>
    <w:rsid w:val="11DB1F0F"/>
    <w:rsid w:val="11E15093"/>
    <w:rsid w:val="11EB1064"/>
    <w:rsid w:val="11EB4F63"/>
    <w:rsid w:val="11EF7A24"/>
    <w:rsid w:val="11EF7CF7"/>
    <w:rsid w:val="11F1648B"/>
    <w:rsid w:val="11F20A50"/>
    <w:rsid w:val="11F824C1"/>
    <w:rsid w:val="12015148"/>
    <w:rsid w:val="1202140D"/>
    <w:rsid w:val="120308F1"/>
    <w:rsid w:val="1206675E"/>
    <w:rsid w:val="12086AC4"/>
    <w:rsid w:val="120936C0"/>
    <w:rsid w:val="120C4EC5"/>
    <w:rsid w:val="120D5E38"/>
    <w:rsid w:val="12156604"/>
    <w:rsid w:val="1216124F"/>
    <w:rsid w:val="12165ABE"/>
    <w:rsid w:val="12180606"/>
    <w:rsid w:val="121F6C88"/>
    <w:rsid w:val="122065A8"/>
    <w:rsid w:val="12266F4A"/>
    <w:rsid w:val="122A0FB8"/>
    <w:rsid w:val="122B72EC"/>
    <w:rsid w:val="122D3151"/>
    <w:rsid w:val="12382E7C"/>
    <w:rsid w:val="123D3CED"/>
    <w:rsid w:val="124B796D"/>
    <w:rsid w:val="124F776A"/>
    <w:rsid w:val="124F7959"/>
    <w:rsid w:val="12516FB7"/>
    <w:rsid w:val="12585603"/>
    <w:rsid w:val="126021F0"/>
    <w:rsid w:val="126220F5"/>
    <w:rsid w:val="12654A96"/>
    <w:rsid w:val="12714D02"/>
    <w:rsid w:val="127647B1"/>
    <w:rsid w:val="12775420"/>
    <w:rsid w:val="12797050"/>
    <w:rsid w:val="127C2730"/>
    <w:rsid w:val="127E418D"/>
    <w:rsid w:val="127F5A29"/>
    <w:rsid w:val="12841C45"/>
    <w:rsid w:val="128D1FDB"/>
    <w:rsid w:val="128D2C74"/>
    <w:rsid w:val="128E41E3"/>
    <w:rsid w:val="128E5077"/>
    <w:rsid w:val="12966422"/>
    <w:rsid w:val="12990AD0"/>
    <w:rsid w:val="12993BC0"/>
    <w:rsid w:val="129A65B4"/>
    <w:rsid w:val="12A60160"/>
    <w:rsid w:val="12A85E22"/>
    <w:rsid w:val="12A97330"/>
    <w:rsid w:val="12AA1DAE"/>
    <w:rsid w:val="12AB1F5A"/>
    <w:rsid w:val="12B15EA7"/>
    <w:rsid w:val="12B30045"/>
    <w:rsid w:val="12B306EA"/>
    <w:rsid w:val="12B411D1"/>
    <w:rsid w:val="12B8224B"/>
    <w:rsid w:val="12B90AA3"/>
    <w:rsid w:val="12BA3637"/>
    <w:rsid w:val="12BF040F"/>
    <w:rsid w:val="12C0064E"/>
    <w:rsid w:val="12C17C69"/>
    <w:rsid w:val="12C42D6A"/>
    <w:rsid w:val="12C6668D"/>
    <w:rsid w:val="12CC1FCB"/>
    <w:rsid w:val="12CD386A"/>
    <w:rsid w:val="12D2254B"/>
    <w:rsid w:val="12D61160"/>
    <w:rsid w:val="12DC6016"/>
    <w:rsid w:val="12DC75F0"/>
    <w:rsid w:val="12DF0031"/>
    <w:rsid w:val="12E132AE"/>
    <w:rsid w:val="12E2167F"/>
    <w:rsid w:val="12E25285"/>
    <w:rsid w:val="12E63205"/>
    <w:rsid w:val="12E74926"/>
    <w:rsid w:val="12EA7213"/>
    <w:rsid w:val="12EC2BC5"/>
    <w:rsid w:val="12ED7A68"/>
    <w:rsid w:val="12EE363F"/>
    <w:rsid w:val="12EF3857"/>
    <w:rsid w:val="12EF7CD6"/>
    <w:rsid w:val="12F30C1E"/>
    <w:rsid w:val="12F51B4E"/>
    <w:rsid w:val="12FA0E6C"/>
    <w:rsid w:val="12FF2DBB"/>
    <w:rsid w:val="13001169"/>
    <w:rsid w:val="13037110"/>
    <w:rsid w:val="13056FBA"/>
    <w:rsid w:val="130620DA"/>
    <w:rsid w:val="130A6FDC"/>
    <w:rsid w:val="130B1586"/>
    <w:rsid w:val="13105004"/>
    <w:rsid w:val="13123997"/>
    <w:rsid w:val="13166FBF"/>
    <w:rsid w:val="13193E85"/>
    <w:rsid w:val="132248C6"/>
    <w:rsid w:val="13226697"/>
    <w:rsid w:val="132422DE"/>
    <w:rsid w:val="132A49AD"/>
    <w:rsid w:val="132B08B2"/>
    <w:rsid w:val="132C67FD"/>
    <w:rsid w:val="13317780"/>
    <w:rsid w:val="13372B28"/>
    <w:rsid w:val="13384560"/>
    <w:rsid w:val="13393A4A"/>
    <w:rsid w:val="133970E6"/>
    <w:rsid w:val="133B4DA5"/>
    <w:rsid w:val="133B74C7"/>
    <w:rsid w:val="13406016"/>
    <w:rsid w:val="13470F5F"/>
    <w:rsid w:val="134A52B4"/>
    <w:rsid w:val="134C708C"/>
    <w:rsid w:val="134D48BF"/>
    <w:rsid w:val="135051B1"/>
    <w:rsid w:val="13510827"/>
    <w:rsid w:val="13551362"/>
    <w:rsid w:val="13587589"/>
    <w:rsid w:val="13596EAB"/>
    <w:rsid w:val="1366059E"/>
    <w:rsid w:val="13707C41"/>
    <w:rsid w:val="137109C1"/>
    <w:rsid w:val="137205E2"/>
    <w:rsid w:val="13750571"/>
    <w:rsid w:val="137C03A3"/>
    <w:rsid w:val="1383410E"/>
    <w:rsid w:val="13843B13"/>
    <w:rsid w:val="13854782"/>
    <w:rsid w:val="13856D32"/>
    <w:rsid w:val="13863CFA"/>
    <w:rsid w:val="138A01E3"/>
    <w:rsid w:val="138B581C"/>
    <w:rsid w:val="13902A1B"/>
    <w:rsid w:val="13932718"/>
    <w:rsid w:val="139558A7"/>
    <w:rsid w:val="13965551"/>
    <w:rsid w:val="139761A1"/>
    <w:rsid w:val="139A35F7"/>
    <w:rsid w:val="139B6B4A"/>
    <w:rsid w:val="13A10C31"/>
    <w:rsid w:val="13A23509"/>
    <w:rsid w:val="13A621A4"/>
    <w:rsid w:val="13A70E40"/>
    <w:rsid w:val="13B72C75"/>
    <w:rsid w:val="13B96394"/>
    <w:rsid w:val="13BD54D9"/>
    <w:rsid w:val="13BD5F68"/>
    <w:rsid w:val="13BE2377"/>
    <w:rsid w:val="13C609E5"/>
    <w:rsid w:val="13CA3A26"/>
    <w:rsid w:val="13D5246B"/>
    <w:rsid w:val="13D55C31"/>
    <w:rsid w:val="13D76909"/>
    <w:rsid w:val="13D852DA"/>
    <w:rsid w:val="13DA4EA5"/>
    <w:rsid w:val="13DB7655"/>
    <w:rsid w:val="13DE6AB7"/>
    <w:rsid w:val="13E76BAD"/>
    <w:rsid w:val="13E93021"/>
    <w:rsid w:val="13ED3A67"/>
    <w:rsid w:val="13EE182D"/>
    <w:rsid w:val="13EE5A13"/>
    <w:rsid w:val="13F12211"/>
    <w:rsid w:val="13F60A5F"/>
    <w:rsid w:val="13F619FF"/>
    <w:rsid w:val="13F96C36"/>
    <w:rsid w:val="13FE0D1B"/>
    <w:rsid w:val="13FE2BFF"/>
    <w:rsid w:val="13FE7F0B"/>
    <w:rsid w:val="14022484"/>
    <w:rsid w:val="14041C33"/>
    <w:rsid w:val="14063196"/>
    <w:rsid w:val="140B5280"/>
    <w:rsid w:val="140D17A8"/>
    <w:rsid w:val="141538A7"/>
    <w:rsid w:val="14171240"/>
    <w:rsid w:val="14180B15"/>
    <w:rsid w:val="141929B8"/>
    <w:rsid w:val="141D782D"/>
    <w:rsid w:val="141E3D46"/>
    <w:rsid w:val="141E632D"/>
    <w:rsid w:val="141E7E35"/>
    <w:rsid w:val="14247C63"/>
    <w:rsid w:val="14283E13"/>
    <w:rsid w:val="14297CBC"/>
    <w:rsid w:val="142B1B2D"/>
    <w:rsid w:val="143469EA"/>
    <w:rsid w:val="143509B7"/>
    <w:rsid w:val="143B04A1"/>
    <w:rsid w:val="143C6EDC"/>
    <w:rsid w:val="143D15D9"/>
    <w:rsid w:val="14463A2F"/>
    <w:rsid w:val="14471D70"/>
    <w:rsid w:val="144774BB"/>
    <w:rsid w:val="144A180F"/>
    <w:rsid w:val="144B1E5D"/>
    <w:rsid w:val="144E6A20"/>
    <w:rsid w:val="144E76B4"/>
    <w:rsid w:val="14515E26"/>
    <w:rsid w:val="145473D9"/>
    <w:rsid w:val="14573FC9"/>
    <w:rsid w:val="14576C9A"/>
    <w:rsid w:val="145A12D7"/>
    <w:rsid w:val="145C1D8F"/>
    <w:rsid w:val="14616905"/>
    <w:rsid w:val="14634486"/>
    <w:rsid w:val="146349CF"/>
    <w:rsid w:val="146B50E8"/>
    <w:rsid w:val="146B7556"/>
    <w:rsid w:val="146C6F39"/>
    <w:rsid w:val="146D6D52"/>
    <w:rsid w:val="14720E75"/>
    <w:rsid w:val="1472356E"/>
    <w:rsid w:val="147571D8"/>
    <w:rsid w:val="14774A9A"/>
    <w:rsid w:val="1481408D"/>
    <w:rsid w:val="14850EEE"/>
    <w:rsid w:val="14861B0F"/>
    <w:rsid w:val="14874375"/>
    <w:rsid w:val="148A144D"/>
    <w:rsid w:val="148A5B4B"/>
    <w:rsid w:val="14956953"/>
    <w:rsid w:val="14973DBC"/>
    <w:rsid w:val="1497412F"/>
    <w:rsid w:val="149D7D85"/>
    <w:rsid w:val="149F47C2"/>
    <w:rsid w:val="14A10B0A"/>
    <w:rsid w:val="14A625C4"/>
    <w:rsid w:val="14A86B20"/>
    <w:rsid w:val="14AA0032"/>
    <w:rsid w:val="14AF76CB"/>
    <w:rsid w:val="14B06562"/>
    <w:rsid w:val="14B20F69"/>
    <w:rsid w:val="14B37F89"/>
    <w:rsid w:val="14B95602"/>
    <w:rsid w:val="14BA691F"/>
    <w:rsid w:val="14BB0BB4"/>
    <w:rsid w:val="14BF3F82"/>
    <w:rsid w:val="14C210F0"/>
    <w:rsid w:val="14CE4E97"/>
    <w:rsid w:val="14D5722D"/>
    <w:rsid w:val="14D812E8"/>
    <w:rsid w:val="14D8703F"/>
    <w:rsid w:val="14D87CAF"/>
    <w:rsid w:val="14DA42D3"/>
    <w:rsid w:val="14DC32D6"/>
    <w:rsid w:val="14E27077"/>
    <w:rsid w:val="14E34AAC"/>
    <w:rsid w:val="14E37374"/>
    <w:rsid w:val="14E71E31"/>
    <w:rsid w:val="14E76E65"/>
    <w:rsid w:val="14ED2E0F"/>
    <w:rsid w:val="14EFCF6A"/>
    <w:rsid w:val="14F07F3C"/>
    <w:rsid w:val="14F45EBD"/>
    <w:rsid w:val="14FC4062"/>
    <w:rsid w:val="1505647C"/>
    <w:rsid w:val="1508363D"/>
    <w:rsid w:val="150A4E59"/>
    <w:rsid w:val="150C45DB"/>
    <w:rsid w:val="150E277B"/>
    <w:rsid w:val="15107656"/>
    <w:rsid w:val="15131063"/>
    <w:rsid w:val="151B4D60"/>
    <w:rsid w:val="151C35A8"/>
    <w:rsid w:val="151E0C6C"/>
    <w:rsid w:val="151F263A"/>
    <w:rsid w:val="15235F9E"/>
    <w:rsid w:val="152422F5"/>
    <w:rsid w:val="152845F4"/>
    <w:rsid w:val="152A5FC8"/>
    <w:rsid w:val="152D05F0"/>
    <w:rsid w:val="15331A6E"/>
    <w:rsid w:val="1535003D"/>
    <w:rsid w:val="153A11A2"/>
    <w:rsid w:val="154726BC"/>
    <w:rsid w:val="15480BF9"/>
    <w:rsid w:val="15515FB7"/>
    <w:rsid w:val="1559479F"/>
    <w:rsid w:val="155D6E11"/>
    <w:rsid w:val="15612364"/>
    <w:rsid w:val="156A7C0F"/>
    <w:rsid w:val="156C133C"/>
    <w:rsid w:val="15717857"/>
    <w:rsid w:val="157213F8"/>
    <w:rsid w:val="15777CFA"/>
    <w:rsid w:val="15845B1B"/>
    <w:rsid w:val="15855BD0"/>
    <w:rsid w:val="158648C9"/>
    <w:rsid w:val="158906F8"/>
    <w:rsid w:val="15890BEB"/>
    <w:rsid w:val="15891CCA"/>
    <w:rsid w:val="158A77F0"/>
    <w:rsid w:val="159138A6"/>
    <w:rsid w:val="15920E60"/>
    <w:rsid w:val="159267A0"/>
    <w:rsid w:val="15981F0D"/>
    <w:rsid w:val="1598568E"/>
    <w:rsid w:val="15A72150"/>
    <w:rsid w:val="15A73D31"/>
    <w:rsid w:val="15A9526D"/>
    <w:rsid w:val="15AC7140"/>
    <w:rsid w:val="15AE4FFF"/>
    <w:rsid w:val="15AF6630"/>
    <w:rsid w:val="15B314B8"/>
    <w:rsid w:val="15BA7F62"/>
    <w:rsid w:val="15BB209F"/>
    <w:rsid w:val="15BE4F9D"/>
    <w:rsid w:val="15BF7627"/>
    <w:rsid w:val="15C70F33"/>
    <w:rsid w:val="15D303AE"/>
    <w:rsid w:val="15D361D6"/>
    <w:rsid w:val="15D725B8"/>
    <w:rsid w:val="15DD255A"/>
    <w:rsid w:val="15E433A4"/>
    <w:rsid w:val="15E74C42"/>
    <w:rsid w:val="15E94DE3"/>
    <w:rsid w:val="15ED34ED"/>
    <w:rsid w:val="15ED4F1F"/>
    <w:rsid w:val="15EE2F93"/>
    <w:rsid w:val="15F95ABA"/>
    <w:rsid w:val="15FC6940"/>
    <w:rsid w:val="16017F79"/>
    <w:rsid w:val="16021935"/>
    <w:rsid w:val="160326B7"/>
    <w:rsid w:val="16110F14"/>
    <w:rsid w:val="16114931"/>
    <w:rsid w:val="16144172"/>
    <w:rsid w:val="161456D8"/>
    <w:rsid w:val="16184DFC"/>
    <w:rsid w:val="161B58EF"/>
    <w:rsid w:val="161F618A"/>
    <w:rsid w:val="1628685B"/>
    <w:rsid w:val="162D5ED1"/>
    <w:rsid w:val="162E6FC1"/>
    <w:rsid w:val="16371AF2"/>
    <w:rsid w:val="16394325"/>
    <w:rsid w:val="164022B2"/>
    <w:rsid w:val="164773D2"/>
    <w:rsid w:val="16484130"/>
    <w:rsid w:val="165266A1"/>
    <w:rsid w:val="16562DF7"/>
    <w:rsid w:val="16572125"/>
    <w:rsid w:val="16584985"/>
    <w:rsid w:val="165B7851"/>
    <w:rsid w:val="165F2A2B"/>
    <w:rsid w:val="16605964"/>
    <w:rsid w:val="166848FA"/>
    <w:rsid w:val="16695AB6"/>
    <w:rsid w:val="166D15EC"/>
    <w:rsid w:val="166F4CEF"/>
    <w:rsid w:val="16716E4E"/>
    <w:rsid w:val="1672456C"/>
    <w:rsid w:val="167268C7"/>
    <w:rsid w:val="167434A5"/>
    <w:rsid w:val="16782820"/>
    <w:rsid w:val="1679698A"/>
    <w:rsid w:val="167F7F14"/>
    <w:rsid w:val="1680666C"/>
    <w:rsid w:val="16821E34"/>
    <w:rsid w:val="16835DD8"/>
    <w:rsid w:val="16867CEB"/>
    <w:rsid w:val="168B2498"/>
    <w:rsid w:val="168E25AC"/>
    <w:rsid w:val="168E43DE"/>
    <w:rsid w:val="168F4299"/>
    <w:rsid w:val="16905BFB"/>
    <w:rsid w:val="169249EB"/>
    <w:rsid w:val="16925CC3"/>
    <w:rsid w:val="1692768D"/>
    <w:rsid w:val="169348ED"/>
    <w:rsid w:val="16976DA1"/>
    <w:rsid w:val="16996E18"/>
    <w:rsid w:val="16A43959"/>
    <w:rsid w:val="16A8378B"/>
    <w:rsid w:val="16BD0DD1"/>
    <w:rsid w:val="16BF28B7"/>
    <w:rsid w:val="16C1354C"/>
    <w:rsid w:val="16C263D1"/>
    <w:rsid w:val="16C63FEA"/>
    <w:rsid w:val="16C90FD5"/>
    <w:rsid w:val="16CB5972"/>
    <w:rsid w:val="16CE1858"/>
    <w:rsid w:val="16D3C20B"/>
    <w:rsid w:val="16D43419"/>
    <w:rsid w:val="16D94449"/>
    <w:rsid w:val="16DA1A46"/>
    <w:rsid w:val="16DB6C40"/>
    <w:rsid w:val="16DE7DF3"/>
    <w:rsid w:val="16EC590D"/>
    <w:rsid w:val="16EC613E"/>
    <w:rsid w:val="16ED097E"/>
    <w:rsid w:val="16F03E2A"/>
    <w:rsid w:val="16F05EE5"/>
    <w:rsid w:val="16F1142A"/>
    <w:rsid w:val="16F4389E"/>
    <w:rsid w:val="16F604A8"/>
    <w:rsid w:val="16FC0ED6"/>
    <w:rsid w:val="170A0BE8"/>
    <w:rsid w:val="170B2BB3"/>
    <w:rsid w:val="170C477E"/>
    <w:rsid w:val="170E4BAD"/>
    <w:rsid w:val="1713128D"/>
    <w:rsid w:val="171E571D"/>
    <w:rsid w:val="171E6035"/>
    <w:rsid w:val="17237EFC"/>
    <w:rsid w:val="1726326D"/>
    <w:rsid w:val="17283764"/>
    <w:rsid w:val="17363C69"/>
    <w:rsid w:val="174348B8"/>
    <w:rsid w:val="174A5C6E"/>
    <w:rsid w:val="174C3764"/>
    <w:rsid w:val="174C7F6F"/>
    <w:rsid w:val="174E222E"/>
    <w:rsid w:val="174E4245"/>
    <w:rsid w:val="17503D04"/>
    <w:rsid w:val="17514365"/>
    <w:rsid w:val="17514A69"/>
    <w:rsid w:val="17525C1C"/>
    <w:rsid w:val="17526288"/>
    <w:rsid w:val="17562080"/>
    <w:rsid w:val="175E70B6"/>
    <w:rsid w:val="17616908"/>
    <w:rsid w:val="1761790B"/>
    <w:rsid w:val="176B7B12"/>
    <w:rsid w:val="177A443A"/>
    <w:rsid w:val="17815494"/>
    <w:rsid w:val="17873F7B"/>
    <w:rsid w:val="17895B10"/>
    <w:rsid w:val="17897FA9"/>
    <w:rsid w:val="178A3B54"/>
    <w:rsid w:val="178A4908"/>
    <w:rsid w:val="178B50D3"/>
    <w:rsid w:val="17926464"/>
    <w:rsid w:val="1794695C"/>
    <w:rsid w:val="17980AD1"/>
    <w:rsid w:val="179943B4"/>
    <w:rsid w:val="179A2DD1"/>
    <w:rsid w:val="179B7A92"/>
    <w:rsid w:val="17A14875"/>
    <w:rsid w:val="17A16485"/>
    <w:rsid w:val="17A22518"/>
    <w:rsid w:val="17A76437"/>
    <w:rsid w:val="17AB0CC4"/>
    <w:rsid w:val="17AB60C3"/>
    <w:rsid w:val="17B05275"/>
    <w:rsid w:val="17B24672"/>
    <w:rsid w:val="17B70475"/>
    <w:rsid w:val="17B95853"/>
    <w:rsid w:val="17BB2D80"/>
    <w:rsid w:val="17BB7E24"/>
    <w:rsid w:val="17BC4744"/>
    <w:rsid w:val="17C12160"/>
    <w:rsid w:val="17CA0CAD"/>
    <w:rsid w:val="17CC27BD"/>
    <w:rsid w:val="17D16185"/>
    <w:rsid w:val="17D42857"/>
    <w:rsid w:val="17D4383A"/>
    <w:rsid w:val="17D7464E"/>
    <w:rsid w:val="17D75954"/>
    <w:rsid w:val="17DB31DE"/>
    <w:rsid w:val="17E21050"/>
    <w:rsid w:val="17E54E50"/>
    <w:rsid w:val="17E609D5"/>
    <w:rsid w:val="17EE738A"/>
    <w:rsid w:val="17F27687"/>
    <w:rsid w:val="17F42693"/>
    <w:rsid w:val="17F71417"/>
    <w:rsid w:val="17FB29AF"/>
    <w:rsid w:val="17FE48E7"/>
    <w:rsid w:val="180334FA"/>
    <w:rsid w:val="18073C94"/>
    <w:rsid w:val="180E0E19"/>
    <w:rsid w:val="180F6B00"/>
    <w:rsid w:val="18100480"/>
    <w:rsid w:val="1815467C"/>
    <w:rsid w:val="181A7D7B"/>
    <w:rsid w:val="181E0FD7"/>
    <w:rsid w:val="181E5D36"/>
    <w:rsid w:val="18273A1C"/>
    <w:rsid w:val="18285E51"/>
    <w:rsid w:val="182B5A1E"/>
    <w:rsid w:val="182E3981"/>
    <w:rsid w:val="183125B0"/>
    <w:rsid w:val="18364A99"/>
    <w:rsid w:val="18367A9E"/>
    <w:rsid w:val="183B73E8"/>
    <w:rsid w:val="18424B25"/>
    <w:rsid w:val="184C6C6F"/>
    <w:rsid w:val="185129DC"/>
    <w:rsid w:val="185A4336"/>
    <w:rsid w:val="185A613C"/>
    <w:rsid w:val="185B0450"/>
    <w:rsid w:val="185B07BC"/>
    <w:rsid w:val="18670DB7"/>
    <w:rsid w:val="1869193F"/>
    <w:rsid w:val="186A2BAC"/>
    <w:rsid w:val="186F11A3"/>
    <w:rsid w:val="186F4569"/>
    <w:rsid w:val="187206BA"/>
    <w:rsid w:val="18734EA6"/>
    <w:rsid w:val="1876533E"/>
    <w:rsid w:val="187C6AA1"/>
    <w:rsid w:val="1883421E"/>
    <w:rsid w:val="18852382"/>
    <w:rsid w:val="1886220C"/>
    <w:rsid w:val="188B1EF4"/>
    <w:rsid w:val="18914A90"/>
    <w:rsid w:val="189324AC"/>
    <w:rsid w:val="1895148D"/>
    <w:rsid w:val="189C5487"/>
    <w:rsid w:val="189C7F66"/>
    <w:rsid w:val="189E285B"/>
    <w:rsid w:val="18A036C0"/>
    <w:rsid w:val="18A23FD8"/>
    <w:rsid w:val="18A40BC9"/>
    <w:rsid w:val="18AE5655"/>
    <w:rsid w:val="18B404A9"/>
    <w:rsid w:val="18B422C5"/>
    <w:rsid w:val="18B94D03"/>
    <w:rsid w:val="18BA3023"/>
    <w:rsid w:val="18BF0881"/>
    <w:rsid w:val="18CA3CA2"/>
    <w:rsid w:val="18D1680F"/>
    <w:rsid w:val="18D93DA8"/>
    <w:rsid w:val="18DC052A"/>
    <w:rsid w:val="18DC4414"/>
    <w:rsid w:val="18E13BCB"/>
    <w:rsid w:val="18E84595"/>
    <w:rsid w:val="18E9324C"/>
    <w:rsid w:val="18ED54E2"/>
    <w:rsid w:val="18F17F66"/>
    <w:rsid w:val="18F314F5"/>
    <w:rsid w:val="18F36FE7"/>
    <w:rsid w:val="18F37C24"/>
    <w:rsid w:val="18F74135"/>
    <w:rsid w:val="18F87799"/>
    <w:rsid w:val="18F90118"/>
    <w:rsid w:val="18F91BE0"/>
    <w:rsid w:val="18F953B8"/>
    <w:rsid w:val="19016902"/>
    <w:rsid w:val="19047334"/>
    <w:rsid w:val="19082212"/>
    <w:rsid w:val="190B3323"/>
    <w:rsid w:val="19131657"/>
    <w:rsid w:val="1913501F"/>
    <w:rsid w:val="19183B03"/>
    <w:rsid w:val="19197186"/>
    <w:rsid w:val="191A630D"/>
    <w:rsid w:val="191C2DB8"/>
    <w:rsid w:val="191F4E01"/>
    <w:rsid w:val="1921740E"/>
    <w:rsid w:val="19242674"/>
    <w:rsid w:val="192A0359"/>
    <w:rsid w:val="192A37C4"/>
    <w:rsid w:val="192A7CF0"/>
    <w:rsid w:val="193348E5"/>
    <w:rsid w:val="194A5EA6"/>
    <w:rsid w:val="194B275F"/>
    <w:rsid w:val="194B4217"/>
    <w:rsid w:val="194C5D53"/>
    <w:rsid w:val="19520533"/>
    <w:rsid w:val="19532426"/>
    <w:rsid w:val="195523F2"/>
    <w:rsid w:val="195B10DB"/>
    <w:rsid w:val="195B3E1C"/>
    <w:rsid w:val="196368BC"/>
    <w:rsid w:val="196459E6"/>
    <w:rsid w:val="196B1122"/>
    <w:rsid w:val="19762CF1"/>
    <w:rsid w:val="19784E95"/>
    <w:rsid w:val="19796417"/>
    <w:rsid w:val="197C5D9C"/>
    <w:rsid w:val="19807FBB"/>
    <w:rsid w:val="19886622"/>
    <w:rsid w:val="198D0D38"/>
    <w:rsid w:val="198D5A24"/>
    <w:rsid w:val="198D78AF"/>
    <w:rsid w:val="19913835"/>
    <w:rsid w:val="19945903"/>
    <w:rsid w:val="199645BD"/>
    <w:rsid w:val="19973DAE"/>
    <w:rsid w:val="199835F3"/>
    <w:rsid w:val="199A56C6"/>
    <w:rsid w:val="199B1812"/>
    <w:rsid w:val="199D7FE9"/>
    <w:rsid w:val="19A800F2"/>
    <w:rsid w:val="19A846E9"/>
    <w:rsid w:val="19A9608E"/>
    <w:rsid w:val="19B178C7"/>
    <w:rsid w:val="19B24D33"/>
    <w:rsid w:val="19B27C8F"/>
    <w:rsid w:val="19B57F8D"/>
    <w:rsid w:val="19B92EE8"/>
    <w:rsid w:val="19BA5007"/>
    <w:rsid w:val="19BC57EC"/>
    <w:rsid w:val="19C02131"/>
    <w:rsid w:val="19C42635"/>
    <w:rsid w:val="19C90CC2"/>
    <w:rsid w:val="19CC03D7"/>
    <w:rsid w:val="19D42BAC"/>
    <w:rsid w:val="19DC7069"/>
    <w:rsid w:val="19DE1455"/>
    <w:rsid w:val="19E45F1F"/>
    <w:rsid w:val="19E508CA"/>
    <w:rsid w:val="19E95B22"/>
    <w:rsid w:val="19F1634A"/>
    <w:rsid w:val="19F20BFB"/>
    <w:rsid w:val="19F416DC"/>
    <w:rsid w:val="19F830DB"/>
    <w:rsid w:val="1A006134"/>
    <w:rsid w:val="1A0077F4"/>
    <w:rsid w:val="1A1013CB"/>
    <w:rsid w:val="1A11000A"/>
    <w:rsid w:val="1A1752DD"/>
    <w:rsid w:val="1A1C0D89"/>
    <w:rsid w:val="1A20487A"/>
    <w:rsid w:val="1A2532B7"/>
    <w:rsid w:val="1A274046"/>
    <w:rsid w:val="1A2975D8"/>
    <w:rsid w:val="1A2A3350"/>
    <w:rsid w:val="1A2F529F"/>
    <w:rsid w:val="1A3A5C86"/>
    <w:rsid w:val="1A3B3FE7"/>
    <w:rsid w:val="1A3D7DE9"/>
    <w:rsid w:val="1A3E6B78"/>
    <w:rsid w:val="1A4406D6"/>
    <w:rsid w:val="1A491808"/>
    <w:rsid w:val="1A575842"/>
    <w:rsid w:val="1A5914F1"/>
    <w:rsid w:val="1A592AE8"/>
    <w:rsid w:val="1A594AA2"/>
    <w:rsid w:val="1A5D160C"/>
    <w:rsid w:val="1A664F48"/>
    <w:rsid w:val="1A695265"/>
    <w:rsid w:val="1A70320A"/>
    <w:rsid w:val="1A750A6F"/>
    <w:rsid w:val="1A766C75"/>
    <w:rsid w:val="1A7A5C24"/>
    <w:rsid w:val="1A7B29FF"/>
    <w:rsid w:val="1A7F5449"/>
    <w:rsid w:val="1A824F3A"/>
    <w:rsid w:val="1A8407A9"/>
    <w:rsid w:val="1A866319"/>
    <w:rsid w:val="1A95199C"/>
    <w:rsid w:val="1A9979E0"/>
    <w:rsid w:val="1A9C017F"/>
    <w:rsid w:val="1AA01D33"/>
    <w:rsid w:val="1AA06E55"/>
    <w:rsid w:val="1AA137ED"/>
    <w:rsid w:val="1AB012DF"/>
    <w:rsid w:val="1AB74EE1"/>
    <w:rsid w:val="1ABE04F9"/>
    <w:rsid w:val="1AC00FFA"/>
    <w:rsid w:val="1AC40F07"/>
    <w:rsid w:val="1AC461BB"/>
    <w:rsid w:val="1AC5136C"/>
    <w:rsid w:val="1AC5397D"/>
    <w:rsid w:val="1AD877FA"/>
    <w:rsid w:val="1AE64F0F"/>
    <w:rsid w:val="1AE715EE"/>
    <w:rsid w:val="1AE843C7"/>
    <w:rsid w:val="1AEA192D"/>
    <w:rsid w:val="1AF154E6"/>
    <w:rsid w:val="1AF273D2"/>
    <w:rsid w:val="1AF50B06"/>
    <w:rsid w:val="1AF56C06"/>
    <w:rsid w:val="1AF73720"/>
    <w:rsid w:val="1AF83CC3"/>
    <w:rsid w:val="1AF83D1E"/>
    <w:rsid w:val="1AF8714F"/>
    <w:rsid w:val="1AF8A711"/>
    <w:rsid w:val="1AFB0113"/>
    <w:rsid w:val="1AFD66D8"/>
    <w:rsid w:val="1AFE6A01"/>
    <w:rsid w:val="1AFF7DE7"/>
    <w:rsid w:val="1B0150C3"/>
    <w:rsid w:val="1B0F5381"/>
    <w:rsid w:val="1B102AA0"/>
    <w:rsid w:val="1B116AEC"/>
    <w:rsid w:val="1B1436B9"/>
    <w:rsid w:val="1B164246"/>
    <w:rsid w:val="1B1664D3"/>
    <w:rsid w:val="1B182E5E"/>
    <w:rsid w:val="1B1B22BE"/>
    <w:rsid w:val="1B231D98"/>
    <w:rsid w:val="1B2756A4"/>
    <w:rsid w:val="1B312A82"/>
    <w:rsid w:val="1B315B2C"/>
    <w:rsid w:val="1B3222EC"/>
    <w:rsid w:val="1B335ED2"/>
    <w:rsid w:val="1B3912C0"/>
    <w:rsid w:val="1B4218C1"/>
    <w:rsid w:val="1B4449DA"/>
    <w:rsid w:val="1B5042DC"/>
    <w:rsid w:val="1B531E37"/>
    <w:rsid w:val="1B533C32"/>
    <w:rsid w:val="1B5701A3"/>
    <w:rsid w:val="1B5A40D5"/>
    <w:rsid w:val="1B5C7E09"/>
    <w:rsid w:val="1B5D1CA5"/>
    <w:rsid w:val="1B602503"/>
    <w:rsid w:val="1B626224"/>
    <w:rsid w:val="1B642FDA"/>
    <w:rsid w:val="1B6811B9"/>
    <w:rsid w:val="1B6C4054"/>
    <w:rsid w:val="1B6E72DD"/>
    <w:rsid w:val="1B6F06C3"/>
    <w:rsid w:val="1B732BFA"/>
    <w:rsid w:val="1B746F78"/>
    <w:rsid w:val="1B7C49ED"/>
    <w:rsid w:val="1B832C5A"/>
    <w:rsid w:val="1B843AF0"/>
    <w:rsid w:val="1B855C7F"/>
    <w:rsid w:val="1B8A22F8"/>
    <w:rsid w:val="1B8B27CD"/>
    <w:rsid w:val="1B8C79B3"/>
    <w:rsid w:val="1B917B2A"/>
    <w:rsid w:val="1B99078D"/>
    <w:rsid w:val="1B9A4406"/>
    <w:rsid w:val="1B9D3155"/>
    <w:rsid w:val="1BA95437"/>
    <w:rsid w:val="1BAC3EF2"/>
    <w:rsid w:val="1BAE6166"/>
    <w:rsid w:val="1BB55D48"/>
    <w:rsid w:val="1BB621A6"/>
    <w:rsid w:val="1BBC5DD3"/>
    <w:rsid w:val="1BBD5957"/>
    <w:rsid w:val="1BBE0B2C"/>
    <w:rsid w:val="1BBF09DB"/>
    <w:rsid w:val="1BC00934"/>
    <w:rsid w:val="1BC318E0"/>
    <w:rsid w:val="1BC87BF2"/>
    <w:rsid w:val="1BCE40E5"/>
    <w:rsid w:val="1BCF1DDA"/>
    <w:rsid w:val="1BD50F06"/>
    <w:rsid w:val="1BD9395D"/>
    <w:rsid w:val="1BDC6CCC"/>
    <w:rsid w:val="1BDD2AF9"/>
    <w:rsid w:val="1BE12D74"/>
    <w:rsid w:val="1BE3555C"/>
    <w:rsid w:val="1BE39917"/>
    <w:rsid w:val="1BE46B41"/>
    <w:rsid w:val="1BE517C2"/>
    <w:rsid w:val="1BE7659D"/>
    <w:rsid w:val="1BEA0543"/>
    <w:rsid w:val="1BED7DD5"/>
    <w:rsid w:val="1BEE11BA"/>
    <w:rsid w:val="1BEF53E4"/>
    <w:rsid w:val="1BF1403C"/>
    <w:rsid w:val="1BF41E67"/>
    <w:rsid w:val="1BF463A0"/>
    <w:rsid w:val="1BF7F272"/>
    <w:rsid w:val="1BFC2F25"/>
    <w:rsid w:val="1BFE14D4"/>
    <w:rsid w:val="1C031FCE"/>
    <w:rsid w:val="1C033679"/>
    <w:rsid w:val="1C073948"/>
    <w:rsid w:val="1C0E3A82"/>
    <w:rsid w:val="1C0F6249"/>
    <w:rsid w:val="1C1037E0"/>
    <w:rsid w:val="1C1E2FA3"/>
    <w:rsid w:val="1C273A3E"/>
    <w:rsid w:val="1C275221"/>
    <w:rsid w:val="1C2B407D"/>
    <w:rsid w:val="1C2C289B"/>
    <w:rsid w:val="1C2E13AD"/>
    <w:rsid w:val="1C335A98"/>
    <w:rsid w:val="1C3415C7"/>
    <w:rsid w:val="1C352DAE"/>
    <w:rsid w:val="1C364B5F"/>
    <w:rsid w:val="1C37229F"/>
    <w:rsid w:val="1C3E1F36"/>
    <w:rsid w:val="1C3E6846"/>
    <w:rsid w:val="1C4649DD"/>
    <w:rsid w:val="1C464AC4"/>
    <w:rsid w:val="1C4D31FC"/>
    <w:rsid w:val="1C4F0FDC"/>
    <w:rsid w:val="1C550F7F"/>
    <w:rsid w:val="1C640D41"/>
    <w:rsid w:val="1C701787"/>
    <w:rsid w:val="1C740C65"/>
    <w:rsid w:val="1C744D19"/>
    <w:rsid w:val="1C7D0C72"/>
    <w:rsid w:val="1C802DD3"/>
    <w:rsid w:val="1C8712FC"/>
    <w:rsid w:val="1C88155B"/>
    <w:rsid w:val="1C8B3CDA"/>
    <w:rsid w:val="1C8E0476"/>
    <w:rsid w:val="1C9108A2"/>
    <w:rsid w:val="1C9512BE"/>
    <w:rsid w:val="1C9634F7"/>
    <w:rsid w:val="1C9B5CBC"/>
    <w:rsid w:val="1C9D048E"/>
    <w:rsid w:val="1C9F21E5"/>
    <w:rsid w:val="1CA47700"/>
    <w:rsid w:val="1CA7512B"/>
    <w:rsid w:val="1CA828EF"/>
    <w:rsid w:val="1CA90375"/>
    <w:rsid w:val="1CA95659"/>
    <w:rsid w:val="1CAB3D14"/>
    <w:rsid w:val="1CAC55DB"/>
    <w:rsid w:val="1CB330A6"/>
    <w:rsid w:val="1CB51565"/>
    <w:rsid w:val="1CB5D28A"/>
    <w:rsid w:val="1CB8095F"/>
    <w:rsid w:val="1CBA27D8"/>
    <w:rsid w:val="1CBC17A5"/>
    <w:rsid w:val="1CBE5098"/>
    <w:rsid w:val="1CC048FC"/>
    <w:rsid w:val="1CC169B2"/>
    <w:rsid w:val="1CC62BBE"/>
    <w:rsid w:val="1CC646B2"/>
    <w:rsid w:val="1CC95BBA"/>
    <w:rsid w:val="1CCA2992"/>
    <w:rsid w:val="1CCB3B9A"/>
    <w:rsid w:val="1CCD4E7C"/>
    <w:rsid w:val="1CD6156D"/>
    <w:rsid w:val="1CD81801"/>
    <w:rsid w:val="1CD835EE"/>
    <w:rsid w:val="1CD93DA7"/>
    <w:rsid w:val="1CDD1075"/>
    <w:rsid w:val="1CE10C11"/>
    <w:rsid w:val="1CE22226"/>
    <w:rsid w:val="1CE441EE"/>
    <w:rsid w:val="1CE468B0"/>
    <w:rsid w:val="1CE75183"/>
    <w:rsid w:val="1CEC66FC"/>
    <w:rsid w:val="1CEC73CC"/>
    <w:rsid w:val="1CED2A78"/>
    <w:rsid w:val="1CF06FAA"/>
    <w:rsid w:val="1CF10C66"/>
    <w:rsid w:val="1CF40FD1"/>
    <w:rsid w:val="1CF43E77"/>
    <w:rsid w:val="1CF816FF"/>
    <w:rsid w:val="1CF90136"/>
    <w:rsid w:val="1D040948"/>
    <w:rsid w:val="1D073197"/>
    <w:rsid w:val="1D0A2772"/>
    <w:rsid w:val="1D1633EA"/>
    <w:rsid w:val="1D182F7B"/>
    <w:rsid w:val="1D1D16B1"/>
    <w:rsid w:val="1D1E6395"/>
    <w:rsid w:val="1D296728"/>
    <w:rsid w:val="1D306ECF"/>
    <w:rsid w:val="1D3314B1"/>
    <w:rsid w:val="1D34073C"/>
    <w:rsid w:val="1D347FD4"/>
    <w:rsid w:val="1D357060"/>
    <w:rsid w:val="1D370D5D"/>
    <w:rsid w:val="1D407647"/>
    <w:rsid w:val="1D4150B4"/>
    <w:rsid w:val="1D445313"/>
    <w:rsid w:val="1D5032B7"/>
    <w:rsid w:val="1D520E88"/>
    <w:rsid w:val="1D537FB3"/>
    <w:rsid w:val="1D554563"/>
    <w:rsid w:val="1D573297"/>
    <w:rsid w:val="1D58568E"/>
    <w:rsid w:val="1D651AC1"/>
    <w:rsid w:val="1D66081B"/>
    <w:rsid w:val="1D680E6E"/>
    <w:rsid w:val="1D6B5DE3"/>
    <w:rsid w:val="1D6E17A5"/>
    <w:rsid w:val="1D6E3BAB"/>
    <w:rsid w:val="1D7414BD"/>
    <w:rsid w:val="1D78240F"/>
    <w:rsid w:val="1D7D530A"/>
    <w:rsid w:val="1D7F31CD"/>
    <w:rsid w:val="1D8137CE"/>
    <w:rsid w:val="1D843594"/>
    <w:rsid w:val="1D846CDC"/>
    <w:rsid w:val="1D896BE1"/>
    <w:rsid w:val="1D92305D"/>
    <w:rsid w:val="1D926A1C"/>
    <w:rsid w:val="1D94528A"/>
    <w:rsid w:val="1D983C25"/>
    <w:rsid w:val="1D9A07EC"/>
    <w:rsid w:val="1DAB48DB"/>
    <w:rsid w:val="1DB32A62"/>
    <w:rsid w:val="1DB409B5"/>
    <w:rsid w:val="1DB47F9E"/>
    <w:rsid w:val="1DB61654"/>
    <w:rsid w:val="1DBD713D"/>
    <w:rsid w:val="1DBE55FA"/>
    <w:rsid w:val="1DC27F7F"/>
    <w:rsid w:val="1DC437F3"/>
    <w:rsid w:val="1DC84D0B"/>
    <w:rsid w:val="1DC916E4"/>
    <w:rsid w:val="1DC95097"/>
    <w:rsid w:val="1DD1180A"/>
    <w:rsid w:val="1DD63821"/>
    <w:rsid w:val="1DD66394"/>
    <w:rsid w:val="1DD863F9"/>
    <w:rsid w:val="1DDA2363"/>
    <w:rsid w:val="1DDB1E9E"/>
    <w:rsid w:val="1DDB565B"/>
    <w:rsid w:val="1DE101C9"/>
    <w:rsid w:val="1DE16BD0"/>
    <w:rsid w:val="1DE62CE5"/>
    <w:rsid w:val="1DE76867"/>
    <w:rsid w:val="1DEA4569"/>
    <w:rsid w:val="1DEA7807"/>
    <w:rsid w:val="1DEE17A9"/>
    <w:rsid w:val="1DF35929"/>
    <w:rsid w:val="1DF41EB3"/>
    <w:rsid w:val="1DF838C7"/>
    <w:rsid w:val="1DFE440A"/>
    <w:rsid w:val="1DFF0161"/>
    <w:rsid w:val="1DFF0BC8"/>
    <w:rsid w:val="1E0032BE"/>
    <w:rsid w:val="1E017C48"/>
    <w:rsid w:val="1E043E95"/>
    <w:rsid w:val="1E047265"/>
    <w:rsid w:val="1E067CDF"/>
    <w:rsid w:val="1E071929"/>
    <w:rsid w:val="1E1359E8"/>
    <w:rsid w:val="1E222F01"/>
    <w:rsid w:val="1E2311AD"/>
    <w:rsid w:val="1E25455A"/>
    <w:rsid w:val="1E28404A"/>
    <w:rsid w:val="1E2A1FB9"/>
    <w:rsid w:val="1E2F3805"/>
    <w:rsid w:val="1E320A25"/>
    <w:rsid w:val="1E38241A"/>
    <w:rsid w:val="1E425DDB"/>
    <w:rsid w:val="1E444636"/>
    <w:rsid w:val="1E463302"/>
    <w:rsid w:val="1E4C12A6"/>
    <w:rsid w:val="1E5E5F61"/>
    <w:rsid w:val="1E611CB4"/>
    <w:rsid w:val="1E62101A"/>
    <w:rsid w:val="1E636F1B"/>
    <w:rsid w:val="1E661F81"/>
    <w:rsid w:val="1E67646F"/>
    <w:rsid w:val="1E683570"/>
    <w:rsid w:val="1E6C3157"/>
    <w:rsid w:val="1E7178FE"/>
    <w:rsid w:val="1E7434E8"/>
    <w:rsid w:val="1E7A29B8"/>
    <w:rsid w:val="1E7A6E7B"/>
    <w:rsid w:val="1E825897"/>
    <w:rsid w:val="1E8650C6"/>
    <w:rsid w:val="1E8B52A5"/>
    <w:rsid w:val="1E8E5E2F"/>
    <w:rsid w:val="1E9A4987"/>
    <w:rsid w:val="1EA062D6"/>
    <w:rsid w:val="1EA3224C"/>
    <w:rsid w:val="1EA524F8"/>
    <w:rsid w:val="1EA853AF"/>
    <w:rsid w:val="1EA90CE7"/>
    <w:rsid w:val="1EA946BA"/>
    <w:rsid w:val="1EAA50AA"/>
    <w:rsid w:val="1EAC5F81"/>
    <w:rsid w:val="1EB633FF"/>
    <w:rsid w:val="1EB71BC7"/>
    <w:rsid w:val="1EB81EDC"/>
    <w:rsid w:val="1EBD7884"/>
    <w:rsid w:val="1EBF3548"/>
    <w:rsid w:val="1EBF7628"/>
    <w:rsid w:val="1EC006EB"/>
    <w:rsid w:val="1EC763DD"/>
    <w:rsid w:val="1EC92352"/>
    <w:rsid w:val="1EC93493"/>
    <w:rsid w:val="1ECA53EB"/>
    <w:rsid w:val="1ECB2FB8"/>
    <w:rsid w:val="1ECC31B2"/>
    <w:rsid w:val="1ED04F5C"/>
    <w:rsid w:val="1ED351B7"/>
    <w:rsid w:val="1EDA5344"/>
    <w:rsid w:val="1EDB21D7"/>
    <w:rsid w:val="1EDD4E34"/>
    <w:rsid w:val="1EE130EB"/>
    <w:rsid w:val="1EE54773"/>
    <w:rsid w:val="1EE62455"/>
    <w:rsid w:val="1EE77A61"/>
    <w:rsid w:val="1EE937D9"/>
    <w:rsid w:val="1EEB542A"/>
    <w:rsid w:val="1EEF0672"/>
    <w:rsid w:val="1EEF1C92"/>
    <w:rsid w:val="1EEF58AE"/>
    <w:rsid w:val="1EF538C0"/>
    <w:rsid w:val="1EFA0DA3"/>
    <w:rsid w:val="1EFB5E3E"/>
    <w:rsid w:val="1EFC7949"/>
    <w:rsid w:val="1F040FB8"/>
    <w:rsid w:val="1F055AF7"/>
    <w:rsid w:val="1F08446C"/>
    <w:rsid w:val="1F0932F6"/>
    <w:rsid w:val="1F0F7D42"/>
    <w:rsid w:val="1F132957"/>
    <w:rsid w:val="1F1B7EDA"/>
    <w:rsid w:val="1F1D1390"/>
    <w:rsid w:val="1F1F392F"/>
    <w:rsid w:val="1F211986"/>
    <w:rsid w:val="1F271633"/>
    <w:rsid w:val="1F283970"/>
    <w:rsid w:val="1F2A40D4"/>
    <w:rsid w:val="1F2D4F7A"/>
    <w:rsid w:val="1F3104B9"/>
    <w:rsid w:val="1F3233D2"/>
    <w:rsid w:val="1F330EF8"/>
    <w:rsid w:val="1F356A56"/>
    <w:rsid w:val="1F383E0A"/>
    <w:rsid w:val="1F4060AA"/>
    <w:rsid w:val="1F452E04"/>
    <w:rsid w:val="1F4931D2"/>
    <w:rsid w:val="1F4C11B9"/>
    <w:rsid w:val="1F551AE8"/>
    <w:rsid w:val="1F57284A"/>
    <w:rsid w:val="1F5A1B2F"/>
    <w:rsid w:val="1F5E19C3"/>
    <w:rsid w:val="1F6A2AA1"/>
    <w:rsid w:val="1F6B44DB"/>
    <w:rsid w:val="1F6D327A"/>
    <w:rsid w:val="1F6E5393"/>
    <w:rsid w:val="1F6F37D0"/>
    <w:rsid w:val="1F73E274"/>
    <w:rsid w:val="1F7F3D7C"/>
    <w:rsid w:val="1F7F5EEC"/>
    <w:rsid w:val="1F812292"/>
    <w:rsid w:val="1F8520BA"/>
    <w:rsid w:val="1F8776A0"/>
    <w:rsid w:val="1F884F27"/>
    <w:rsid w:val="1F8A12D5"/>
    <w:rsid w:val="1F8E3726"/>
    <w:rsid w:val="1F8F5B30"/>
    <w:rsid w:val="1F921A69"/>
    <w:rsid w:val="1F934953"/>
    <w:rsid w:val="1F95020A"/>
    <w:rsid w:val="1F954449"/>
    <w:rsid w:val="1FA0658E"/>
    <w:rsid w:val="1FA468BA"/>
    <w:rsid w:val="1FA757F9"/>
    <w:rsid w:val="1FAD3788"/>
    <w:rsid w:val="1FAE540A"/>
    <w:rsid w:val="1FAE674A"/>
    <w:rsid w:val="1FB42039"/>
    <w:rsid w:val="1FB45B95"/>
    <w:rsid w:val="1FB86B42"/>
    <w:rsid w:val="1FB96EBE"/>
    <w:rsid w:val="1FBA66D9"/>
    <w:rsid w:val="1FC16504"/>
    <w:rsid w:val="1FC24250"/>
    <w:rsid w:val="1FC53FF0"/>
    <w:rsid w:val="1FC81641"/>
    <w:rsid w:val="1FD73F65"/>
    <w:rsid w:val="1FD75D28"/>
    <w:rsid w:val="1FD84B1F"/>
    <w:rsid w:val="1FDC7155"/>
    <w:rsid w:val="1FDC73BE"/>
    <w:rsid w:val="1FDDFDC4"/>
    <w:rsid w:val="1FDF0A2D"/>
    <w:rsid w:val="1FE1560D"/>
    <w:rsid w:val="1FE308B9"/>
    <w:rsid w:val="1FE3323F"/>
    <w:rsid w:val="1FEC0230"/>
    <w:rsid w:val="1FEE75C1"/>
    <w:rsid w:val="1FEE7F2B"/>
    <w:rsid w:val="1FF45ADD"/>
    <w:rsid w:val="1FF76CAF"/>
    <w:rsid w:val="1FFAB0E7"/>
    <w:rsid w:val="1FFB7760"/>
    <w:rsid w:val="200906E2"/>
    <w:rsid w:val="201C373B"/>
    <w:rsid w:val="2020322B"/>
    <w:rsid w:val="202645B9"/>
    <w:rsid w:val="20280AA3"/>
    <w:rsid w:val="202F7F59"/>
    <w:rsid w:val="2031060E"/>
    <w:rsid w:val="20356B1B"/>
    <w:rsid w:val="203F1250"/>
    <w:rsid w:val="20413FC4"/>
    <w:rsid w:val="20430940"/>
    <w:rsid w:val="20477386"/>
    <w:rsid w:val="20483F16"/>
    <w:rsid w:val="20500248"/>
    <w:rsid w:val="205156C8"/>
    <w:rsid w:val="205707A3"/>
    <w:rsid w:val="20574FF6"/>
    <w:rsid w:val="205776E2"/>
    <w:rsid w:val="2058015B"/>
    <w:rsid w:val="205D1227"/>
    <w:rsid w:val="205D5A54"/>
    <w:rsid w:val="205E1079"/>
    <w:rsid w:val="206C3BA9"/>
    <w:rsid w:val="206D432E"/>
    <w:rsid w:val="206E4A27"/>
    <w:rsid w:val="206F5A53"/>
    <w:rsid w:val="207C0A86"/>
    <w:rsid w:val="207D61C2"/>
    <w:rsid w:val="20915F42"/>
    <w:rsid w:val="20937EA1"/>
    <w:rsid w:val="209D7B43"/>
    <w:rsid w:val="209F19BE"/>
    <w:rsid w:val="20A56797"/>
    <w:rsid w:val="20A93E88"/>
    <w:rsid w:val="20AB2C74"/>
    <w:rsid w:val="20B060FF"/>
    <w:rsid w:val="20B17F0F"/>
    <w:rsid w:val="20BD165C"/>
    <w:rsid w:val="20C367B7"/>
    <w:rsid w:val="20C4125F"/>
    <w:rsid w:val="20C73571"/>
    <w:rsid w:val="20C735D3"/>
    <w:rsid w:val="20CB6480"/>
    <w:rsid w:val="20CB6F9D"/>
    <w:rsid w:val="20CC094F"/>
    <w:rsid w:val="20CC4526"/>
    <w:rsid w:val="20CE0D66"/>
    <w:rsid w:val="20D57569"/>
    <w:rsid w:val="20DF3E56"/>
    <w:rsid w:val="20E03776"/>
    <w:rsid w:val="20E44951"/>
    <w:rsid w:val="20E75C39"/>
    <w:rsid w:val="20EA73D1"/>
    <w:rsid w:val="20EC0D20"/>
    <w:rsid w:val="20EC12B8"/>
    <w:rsid w:val="20F268EA"/>
    <w:rsid w:val="20F4756F"/>
    <w:rsid w:val="20FB25A0"/>
    <w:rsid w:val="20FC0919"/>
    <w:rsid w:val="20FE03DD"/>
    <w:rsid w:val="2108393F"/>
    <w:rsid w:val="21093CBF"/>
    <w:rsid w:val="21097D01"/>
    <w:rsid w:val="210A3D02"/>
    <w:rsid w:val="210B3EDB"/>
    <w:rsid w:val="210D1A15"/>
    <w:rsid w:val="210E3600"/>
    <w:rsid w:val="211428B5"/>
    <w:rsid w:val="211550D9"/>
    <w:rsid w:val="21176AF0"/>
    <w:rsid w:val="21183DB6"/>
    <w:rsid w:val="211C12D0"/>
    <w:rsid w:val="211C54BF"/>
    <w:rsid w:val="211D4BAD"/>
    <w:rsid w:val="211F042B"/>
    <w:rsid w:val="211F4B1A"/>
    <w:rsid w:val="21294CAE"/>
    <w:rsid w:val="21295D3D"/>
    <w:rsid w:val="21314190"/>
    <w:rsid w:val="21333FE1"/>
    <w:rsid w:val="21340ED3"/>
    <w:rsid w:val="213438E5"/>
    <w:rsid w:val="2135496D"/>
    <w:rsid w:val="213947F2"/>
    <w:rsid w:val="213A20FD"/>
    <w:rsid w:val="213D17B9"/>
    <w:rsid w:val="2146605E"/>
    <w:rsid w:val="21483D10"/>
    <w:rsid w:val="214C004F"/>
    <w:rsid w:val="214E5B76"/>
    <w:rsid w:val="2159534F"/>
    <w:rsid w:val="2159688C"/>
    <w:rsid w:val="215B790B"/>
    <w:rsid w:val="215D3CF5"/>
    <w:rsid w:val="215E3271"/>
    <w:rsid w:val="21600E84"/>
    <w:rsid w:val="21665C8A"/>
    <w:rsid w:val="21674E89"/>
    <w:rsid w:val="21694BA7"/>
    <w:rsid w:val="216C7D7E"/>
    <w:rsid w:val="216D776F"/>
    <w:rsid w:val="21703B6E"/>
    <w:rsid w:val="217B5777"/>
    <w:rsid w:val="217D645B"/>
    <w:rsid w:val="218870B8"/>
    <w:rsid w:val="218973FA"/>
    <w:rsid w:val="218A0AF0"/>
    <w:rsid w:val="218C4EE3"/>
    <w:rsid w:val="218E6E33"/>
    <w:rsid w:val="21914279"/>
    <w:rsid w:val="21991E2C"/>
    <w:rsid w:val="21A23C7B"/>
    <w:rsid w:val="21A24DC9"/>
    <w:rsid w:val="21A7373F"/>
    <w:rsid w:val="21AE5740"/>
    <w:rsid w:val="21B30BD7"/>
    <w:rsid w:val="21B5002E"/>
    <w:rsid w:val="21B53E47"/>
    <w:rsid w:val="21BC6942"/>
    <w:rsid w:val="21BF4E1E"/>
    <w:rsid w:val="21C205F8"/>
    <w:rsid w:val="21CA5C67"/>
    <w:rsid w:val="21CB5418"/>
    <w:rsid w:val="21CC0DC7"/>
    <w:rsid w:val="21CC2AFF"/>
    <w:rsid w:val="21CD7F5A"/>
    <w:rsid w:val="21D24CF3"/>
    <w:rsid w:val="21D4237A"/>
    <w:rsid w:val="21D95EE0"/>
    <w:rsid w:val="21DA565B"/>
    <w:rsid w:val="21DD745C"/>
    <w:rsid w:val="21E35937"/>
    <w:rsid w:val="21E608E7"/>
    <w:rsid w:val="21E62E1A"/>
    <w:rsid w:val="21EA7E40"/>
    <w:rsid w:val="21EB402C"/>
    <w:rsid w:val="21F02214"/>
    <w:rsid w:val="21F22846"/>
    <w:rsid w:val="21F231A8"/>
    <w:rsid w:val="21F23CBD"/>
    <w:rsid w:val="21F509B2"/>
    <w:rsid w:val="21F57014"/>
    <w:rsid w:val="21F66939"/>
    <w:rsid w:val="21FC166C"/>
    <w:rsid w:val="21FC2403"/>
    <w:rsid w:val="21FC3C7A"/>
    <w:rsid w:val="21FE58AF"/>
    <w:rsid w:val="220115E0"/>
    <w:rsid w:val="22013270"/>
    <w:rsid w:val="2205302B"/>
    <w:rsid w:val="22070BBD"/>
    <w:rsid w:val="22071C0F"/>
    <w:rsid w:val="220720B1"/>
    <w:rsid w:val="220F7F75"/>
    <w:rsid w:val="22154309"/>
    <w:rsid w:val="22166FC8"/>
    <w:rsid w:val="22216AB9"/>
    <w:rsid w:val="222231DA"/>
    <w:rsid w:val="222264B6"/>
    <w:rsid w:val="2223771C"/>
    <w:rsid w:val="222715F3"/>
    <w:rsid w:val="222A1274"/>
    <w:rsid w:val="222D4BC7"/>
    <w:rsid w:val="22317971"/>
    <w:rsid w:val="223325FC"/>
    <w:rsid w:val="223B70BD"/>
    <w:rsid w:val="224459E2"/>
    <w:rsid w:val="2249171E"/>
    <w:rsid w:val="224B3F55"/>
    <w:rsid w:val="224C0C18"/>
    <w:rsid w:val="22532B9B"/>
    <w:rsid w:val="22534991"/>
    <w:rsid w:val="225B2C40"/>
    <w:rsid w:val="225B6001"/>
    <w:rsid w:val="22603864"/>
    <w:rsid w:val="22611D68"/>
    <w:rsid w:val="226433DA"/>
    <w:rsid w:val="2266529A"/>
    <w:rsid w:val="2266716D"/>
    <w:rsid w:val="226675CB"/>
    <w:rsid w:val="227449FC"/>
    <w:rsid w:val="22746832"/>
    <w:rsid w:val="227C24CB"/>
    <w:rsid w:val="227C71B5"/>
    <w:rsid w:val="227D13DD"/>
    <w:rsid w:val="227E0244"/>
    <w:rsid w:val="2281528E"/>
    <w:rsid w:val="22851A6B"/>
    <w:rsid w:val="228903E1"/>
    <w:rsid w:val="22892FFB"/>
    <w:rsid w:val="228A063B"/>
    <w:rsid w:val="228A531E"/>
    <w:rsid w:val="22902419"/>
    <w:rsid w:val="22943A5C"/>
    <w:rsid w:val="22970893"/>
    <w:rsid w:val="22A5230D"/>
    <w:rsid w:val="22A6252A"/>
    <w:rsid w:val="22B03C94"/>
    <w:rsid w:val="22B14AC4"/>
    <w:rsid w:val="22B37B77"/>
    <w:rsid w:val="22B631AA"/>
    <w:rsid w:val="22B65746"/>
    <w:rsid w:val="22C341E8"/>
    <w:rsid w:val="22C344D0"/>
    <w:rsid w:val="22C63904"/>
    <w:rsid w:val="22C6611B"/>
    <w:rsid w:val="22C95F81"/>
    <w:rsid w:val="22CA0787"/>
    <w:rsid w:val="22CA3C2D"/>
    <w:rsid w:val="22CC1D94"/>
    <w:rsid w:val="22CC58EC"/>
    <w:rsid w:val="22CE3FA5"/>
    <w:rsid w:val="22CF718A"/>
    <w:rsid w:val="22D05F6C"/>
    <w:rsid w:val="22D93C47"/>
    <w:rsid w:val="22DD5403"/>
    <w:rsid w:val="22E5008E"/>
    <w:rsid w:val="22EB0AEF"/>
    <w:rsid w:val="22F505C9"/>
    <w:rsid w:val="22F65842"/>
    <w:rsid w:val="22F7232B"/>
    <w:rsid w:val="22FB368B"/>
    <w:rsid w:val="22FB7CBD"/>
    <w:rsid w:val="22FC4A35"/>
    <w:rsid w:val="22FD3775"/>
    <w:rsid w:val="23030CBB"/>
    <w:rsid w:val="23051C78"/>
    <w:rsid w:val="23064C87"/>
    <w:rsid w:val="23080CF3"/>
    <w:rsid w:val="230F7587"/>
    <w:rsid w:val="23137077"/>
    <w:rsid w:val="231D4834"/>
    <w:rsid w:val="23202F21"/>
    <w:rsid w:val="232079E6"/>
    <w:rsid w:val="2324250D"/>
    <w:rsid w:val="23282862"/>
    <w:rsid w:val="232851A7"/>
    <w:rsid w:val="232B2612"/>
    <w:rsid w:val="232C1EE7"/>
    <w:rsid w:val="23333D05"/>
    <w:rsid w:val="23334E36"/>
    <w:rsid w:val="23342E88"/>
    <w:rsid w:val="23347C84"/>
    <w:rsid w:val="233F6B91"/>
    <w:rsid w:val="2344119B"/>
    <w:rsid w:val="234455F4"/>
    <w:rsid w:val="23486613"/>
    <w:rsid w:val="234E0319"/>
    <w:rsid w:val="23627999"/>
    <w:rsid w:val="23641DA8"/>
    <w:rsid w:val="23666980"/>
    <w:rsid w:val="23666E2C"/>
    <w:rsid w:val="23687A1B"/>
    <w:rsid w:val="23712CC3"/>
    <w:rsid w:val="237618CE"/>
    <w:rsid w:val="237F64BA"/>
    <w:rsid w:val="238772EA"/>
    <w:rsid w:val="2388597E"/>
    <w:rsid w:val="238F62DB"/>
    <w:rsid w:val="23925846"/>
    <w:rsid w:val="23934D87"/>
    <w:rsid w:val="2395551A"/>
    <w:rsid w:val="23983DF1"/>
    <w:rsid w:val="239A6D5C"/>
    <w:rsid w:val="239A7DBA"/>
    <w:rsid w:val="239B1E11"/>
    <w:rsid w:val="23A278AD"/>
    <w:rsid w:val="23A90586"/>
    <w:rsid w:val="23AB720F"/>
    <w:rsid w:val="23BA1D18"/>
    <w:rsid w:val="23BA22F9"/>
    <w:rsid w:val="23BD2CCE"/>
    <w:rsid w:val="23BE765C"/>
    <w:rsid w:val="23C17B0A"/>
    <w:rsid w:val="23CA33A1"/>
    <w:rsid w:val="23D10888"/>
    <w:rsid w:val="23D32843"/>
    <w:rsid w:val="23D95BCB"/>
    <w:rsid w:val="23DF2D9A"/>
    <w:rsid w:val="23E723FE"/>
    <w:rsid w:val="23EB0218"/>
    <w:rsid w:val="23EC2054"/>
    <w:rsid w:val="23F901E0"/>
    <w:rsid w:val="24000C2E"/>
    <w:rsid w:val="24010E7D"/>
    <w:rsid w:val="240115C5"/>
    <w:rsid w:val="24015FC6"/>
    <w:rsid w:val="24062F00"/>
    <w:rsid w:val="2408373A"/>
    <w:rsid w:val="240E2655"/>
    <w:rsid w:val="240E3B25"/>
    <w:rsid w:val="24156BB0"/>
    <w:rsid w:val="24163675"/>
    <w:rsid w:val="241E319D"/>
    <w:rsid w:val="241F5969"/>
    <w:rsid w:val="24202B8A"/>
    <w:rsid w:val="24296CDA"/>
    <w:rsid w:val="243054EC"/>
    <w:rsid w:val="24306C39"/>
    <w:rsid w:val="243266FE"/>
    <w:rsid w:val="243704C4"/>
    <w:rsid w:val="24375A27"/>
    <w:rsid w:val="24382116"/>
    <w:rsid w:val="24394E8C"/>
    <w:rsid w:val="24397BD4"/>
    <w:rsid w:val="244166A1"/>
    <w:rsid w:val="2443398C"/>
    <w:rsid w:val="244877B9"/>
    <w:rsid w:val="244A64EE"/>
    <w:rsid w:val="244B7151"/>
    <w:rsid w:val="244C37B2"/>
    <w:rsid w:val="244C3A06"/>
    <w:rsid w:val="244E2DFF"/>
    <w:rsid w:val="244F349E"/>
    <w:rsid w:val="245204D3"/>
    <w:rsid w:val="24523BCF"/>
    <w:rsid w:val="24543887"/>
    <w:rsid w:val="24545B99"/>
    <w:rsid w:val="2455356C"/>
    <w:rsid w:val="245D54F6"/>
    <w:rsid w:val="24672FFC"/>
    <w:rsid w:val="24675086"/>
    <w:rsid w:val="2475644A"/>
    <w:rsid w:val="247A2335"/>
    <w:rsid w:val="247A4B51"/>
    <w:rsid w:val="247B0D0E"/>
    <w:rsid w:val="247B1B10"/>
    <w:rsid w:val="247F5756"/>
    <w:rsid w:val="24820C5C"/>
    <w:rsid w:val="24863878"/>
    <w:rsid w:val="2490794B"/>
    <w:rsid w:val="249130A8"/>
    <w:rsid w:val="249A0904"/>
    <w:rsid w:val="249E3A89"/>
    <w:rsid w:val="249F4AC4"/>
    <w:rsid w:val="24A05570"/>
    <w:rsid w:val="24A17D37"/>
    <w:rsid w:val="24A20932"/>
    <w:rsid w:val="24A476F6"/>
    <w:rsid w:val="24A7256C"/>
    <w:rsid w:val="24A81A41"/>
    <w:rsid w:val="24A82E85"/>
    <w:rsid w:val="24AB43F3"/>
    <w:rsid w:val="24AB6B94"/>
    <w:rsid w:val="24AC7814"/>
    <w:rsid w:val="24B56382"/>
    <w:rsid w:val="24B61552"/>
    <w:rsid w:val="24B75260"/>
    <w:rsid w:val="24B86497"/>
    <w:rsid w:val="24BC47DA"/>
    <w:rsid w:val="24BD1BFE"/>
    <w:rsid w:val="24BD329A"/>
    <w:rsid w:val="24C41048"/>
    <w:rsid w:val="24CB149B"/>
    <w:rsid w:val="24CB7AAA"/>
    <w:rsid w:val="24CC7E26"/>
    <w:rsid w:val="24CF676A"/>
    <w:rsid w:val="24D33CCA"/>
    <w:rsid w:val="24D5390D"/>
    <w:rsid w:val="24D813FD"/>
    <w:rsid w:val="24D87BD2"/>
    <w:rsid w:val="24E01B17"/>
    <w:rsid w:val="24E41FD1"/>
    <w:rsid w:val="24E54A43"/>
    <w:rsid w:val="24EA21CA"/>
    <w:rsid w:val="24EB4E17"/>
    <w:rsid w:val="24F048A5"/>
    <w:rsid w:val="24F071D5"/>
    <w:rsid w:val="24F42348"/>
    <w:rsid w:val="24F723FE"/>
    <w:rsid w:val="24F82DB3"/>
    <w:rsid w:val="24FB52EB"/>
    <w:rsid w:val="2500329F"/>
    <w:rsid w:val="25016CBE"/>
    <w:rsid w:val="25076EC7"/>
    <w:rsid w:val="250A1F45"/>
    <w:rsid w:val="250A4116"/>
    <w:rsid w:val="251213FE"/>
    <w:rsid w:val="251226E3"/>
    <w:rsid w:val="251A65D2"/>
    <w:rsid w:val="251E2D6E"/>
    <w:rsid w:val="25204716"/>
    <w:rsid w:val="25204870"/>
    <w:rsid w:val="2521575C"/>
    <w:rsid w:val="252217F3"/>
    <w:rsid w:val="25254435"/>
    <w:rsid w:val="25271294"/>
    <w:rsid w:val="25271DB9"/>
    <w:rsid w:val="25280C84"/>
    <w:rsid w:val="252825F7"/>
    <w:rsid w:val="25285EB0"/>
    <w:rsid w:val="252A5870"/>
    <w:rsid w:val="25363828"/>
    <w:rsid w:val="253A4D8F"/>
    <w:rsid w:val="253C14B2"/>
    <w:rsid w:val="253C530A"/>
    <w:rsid w:val="253F0307"/>
    <w:rsid w:val="254950C0"/>
    <w:rsid w:val="254A2EA7"/>
    <w:rsid w:val="255123C4"/>
    <w:rsid w:val="2554667C"/>
    <w:rsid w:val="255816B9"/>
    <w:rsid w:val="255A5E84"/>
    <w:rsid w:val="255C7EC2"/>
    <w:rsid w:val="256306CF"/>
    <w:rsid w:val="256501C7"/>
    <w:rsid w:val="2567370E"/>
    <w:rsid w:val="256B4FC9"/>
    <w:rsid w:val="256E7D89"/>
    <w:rsid w:val="25754019"/>
    <w:rsid w:val="257735EB"/>
    <w:rsid w:val="25781CEA"/>
    <w:rsid w:val="25793CF5"/>
    <w:rsid w:val="257A4C56"/>
    <w:rsid w:val="257F70A3"/>
    <w:rsid w:val="25806E21"/>
    <w:rsid w:val="258245B0"/>
    <w:rsid w:val="258921E2"/>
    <w:rsid w:val="259D577B"/>
    <w:rsid w:val="25A46D0A"/>
    <w:rsid w:val="25A6424E"/>
    <w:rsid w:val="25A87598"/>
    <w:rsid w:val="25AA13D0"/>
    <w:rsid w:val="25B17F95"/>
    <w:rsid w:val="25B6711E"/>
    <w:rsid w:val="25B83159"/>
    <w:rsid w:val="25B969AE"/>
    <w:rsid w:val="25BB60E1"/>
    <w:rsid w:val="25BB6A05"/>
    <w:rsid w:val="25BD4AFE"/>
    <w:rsid w:val="25BE4811"/>
    <w:rsid w:val="25BF59AB"/>
    <w:rsid w:val="25BFBEFF"/>
    <w:rsid w:val="25C50CF9"/>
    <w:rsid w:val="25D214D3"/>
    <w:rsid w:val="25D3056E"/>
    <w:rsid w:val="25D327C4"/>
    <w:rsid w:val="25D54B3E"/>
    <w:rsid w:val="25D608B7"/>
    <w:rsid w:val="25D636E6"/>
    <w:rsid w:val="25DC19B0"/>
    <w:rsid w:val="25DD4310"/>
    <w:rsid w:val="25E2385A"/>
    <w:rsid w:val="25E260A7"/>
    <w:rsid w:val="25E77925"/>
    <w:rsid w:val="25EC09B2"/>
    <w:rsid w:val="25EC342B"/>
    <w:rsid w:val="25ED1C1F"/>
    <w:rsid w:val="25EF39C9"/>
    <w:rsid w:val="25F43AC5"/>
    <w:rsid w:val="25FA0E0A"/>
    <w:rsid w:val="25FA30A2"/>
    <w:rsid w:val="25FA5CB8"/>
    <w:rsid w:val="25FB6CB6"/>
    <w:rsid w:val="26013886"/>
    <w:rsid w:val="2601722B"/>
    <w:rsid w:val="2601765A"/>
    <w:rsid w:val="2602402E"/>
    <w:rsid w:val="26145C9C"/>
    <w:rsid w:val="261536ED"/>
    <w:rsid w:val="26154EB4"/>
    <w:rsid w:val="2616136A"/>
    <w:rsid w:val="26166AAA"/>
    <w:rsid w:val="261C604B"/>
    <w:rsid w:val="26273C7F"/>
    <w:rsid w:val="262A4E03"/>
    <w:rsid w:val="262B03C8"/>
    <w:rsid w:val="262F1628"/>
    <w:rsid w:val="26300AA3"/>
    <w:rsid w:val="26342A72"/>
    <w:rsid w:val="26392427"/>
    <w:rsid w:val="26445799"/>
    <w:rsid w:val="2647373B"/>
    <w:rsid w:val="264778A5"/>
    <w:rsid w:val="26496A8D"/>
    <w:rsid w:val="26541577"/>
    <w:rsid w:val="26582CC2"/>
    <w:rsid w:val="26585BA7"/>
    <w:rsid w:val="265960EF"/>
    <w:rsid w:val="265A320F"/>
    <w:rsid w:val="265D2406"/>
    <w:rsid w:val="265F7C9B"/>
    <w:rsid w:val="26613BB3"/>
    <w:rsid w:val="266262CF"/>
    <w:rsid w:val="26661765"/>
    <w:rsid w:val="26674D11"/>
    <w:rsid w:val="266B1E12"/>
    <w:rsid w:val="26722166"/>
    <w:rsid w:val="26736FE9"/>
    <w:rsid w:val="26737556"/>
    <w:rsid w:val="26741664"/>
    <w:rsid w:val="267D6E94"/>
    <w:rsid w:val="268304A8"/>
    <w:rsid w:val="26834513"/>
    <w:rsid w:val="268A7650"/>
    <w:rsid w:val="26913D80"/>
    <w:rsid w:val="269B5594"/>
    <w:rsid w:val="269F0C21"/>
    <w:rsid w:val="26A20F39"/>
    <w:rsid w:val="26A5357A"/>
    <w:rsid w:val="26AA5F44"/>
    <w:rsid w:val="26AF178E"/>
    <w:rsid w:val="26AF4D34"/>
    <w:rsid w:val="26B10E7A"/>
    <w:rsid w:val="26B26BA7"/>
    <w:rsid w:val="26BB3CAD"/>
    <w:rsid w:val="26BC219E"/>
    <w:rsid w:val="26BE5260"/>
    <w:rsid w:val="26C141F4"/>
    <w:rsid w:val="26C27BA6"/>
    <w:rsid w:val="26C656B9"/>
    <w:rsid w:val="26CD68F7"/>
    <w:rsid w:val="26DC7AD1"/>
    <w:rsid w:val="26DD1E76"/>
    <w:rsid w:val="26DD4AC3"/>
    <w:rsid w:val="26E3754F"/>
    <w:rsid w:val="26E9045A"/>
    <w:rsid w:val="26EB4114"/>
    <w:rsid w:val="26EB5EBE"/>
    <w:rsid w:val="26ED4750"/>
    <w:rsid w:val="26EE5803"/>
    <w:rsid w:val="26FF0423"/>
    <w:rsid w:val="27003DB6"/>
    <w:rsid w:val="270218DC"/>
    <w:rsid w:val="2704330B"/>
    <w:rsid w:val="27055137"/>
    <w:rsid w:val="270B15CC"/>
    <w:rsid w:val="270F0DB0"/>
    <w:rsid w:val="271454F5"/>
    <w:rsid w:val="271E116A"/>
    <w:rsid w:val="27227553"/>
    <w:rsid w:val="272730F1"/>
    <w:rsid w:val="272D34EA"/>
    <w:rsid w:val="272F1176"/>
    <w:rsid w:val="272F52A7"/>
    <w:rsid w:val="27346F44"/>
    <w:rsid w:val="27375511"/>
    <w:rsid w:val="27471BC7"/>
    <w:rsid w:val="27484A18"/>
    <w:rsid w:val="27490574"/>
    <w:rsid w:val="274E1589"/>
    <w:rsid w:val="274E535F"/>
    <w:rsid w:val="275010FE"/>
    <w:rsid w:val="2752661F"/>
    <w:rsid w:val="27590C41"/>
    <w:rsid w:val="275A64BE"/>
    <w:rsid w:val="27624415"/>
    <w:rsid w:val="27702CEA"/>
    <w:rsid w:val="277235C8"/>
    <w:rsid w:val="277B0872"/>
    <w:rsid w:val="27800A53"/>
    <w:rsid w:val="27861DD3"/>
    <w:rsid w:val="27880F38"/>
    <w:rsid w:val="27891176"/>
    <w:rsid w:val="278C3C60"/>
    <w:rsid w:val="278F2BE7"/>
    <w:rsid w:val="2791227A"/>
    <w:rsid w:val="279A4CA1"/>
    <w:rsid w:val="279DEF44"/>
    <w:rsid w:val="27A44741"/>
    <w:rsid w:val="27A74232"/>
    <w:rsid w:val="27AC3D9C"/>
    <w:rsid w:val="27BA7249"/>
    <w:rsid w:val="27BC2455"/>
    <w:rsid w:val="27BD0A4C"/>
    <w:rsid w:val="27BE52C7"/>
    <w:rsid w:val="27C11871"/>
    <w:rsid w:val="27C13AC1"/>
    <w:rsid w:val="27C16DC8"/>
    <w:rsid w:val="27C27B09"/>
    <w:rsid w:val="27C559A2"/>
    <w:rsid w:val="27C72B26"/>
    <w:rsid w:val="27C83FC7"/>
    <w:rsid w:val="27CE48A3"/>
    <w:rsid w:val="27D272DC"/>
    <w:rsid w:val="27D3386D"/>
    <w:rsid w:val="27D522F2"/>
    <w:rsid w:val="27D670F9"/>
    <w:rsid w:val="27DB0678"/>
    <w:rsid w:val="27DD672F"/>
    <w:rsid w:val="27E1659B"/>
    <w:rsid w:val="27EB456B"/>
    <w:rsid w:val="27FA53AF"/>
    <w:rsid w:val="27FFEE40"/>
    <w:rsid w:val="2800464E"/>
    <w:rsid w:val="28035931"/>
    <w:rsid w:val="280736F0"/>
    <w:rsid w:val="28095519"/>
    <w:rsid w:val="28097319"/>
    <w:rsid w:val="28164F13"/>
    <w:rsid w:val="281B7075"/>
    <w:rsid w:val="281E4251"/>
    <w:rsid w:val="281F41A6"/>
    <w:rsid w:val="282379A5"/>
    <w:rsid w:val="28243AD4"/>
    <w:rsid w:val="282C1184"/>
    <w:rsid w:val="282F0F3E"/>
    <w:rsid w:val="284F2B93"/>
    <w:rsid w:val="285109C6"/>
    <w:rsid w:val="28513D8E"/>
    <w:rsid w:val="28523D9D"/>
    <w:rsid w:val="28526C1C"/>
    <w:rsid w:val="28566040"/>
    <w:rsid w:val="285A15C2"/>
    <w:rsid w:val="285D5E79"/>
    <w:rsid w:val="285E0886"/>
    <w:rsid w:val="28603BBA"/>
    <w:rsid w:val="28656043"/>
    <w:rsid w:val="286E21AA"/>
    <w:rsid w:val="28730EFC"/>
    <w:rsid w:val="287931EF"/>
    <w:rsid w:val="287A0379"/>
    <w:rsid w:val="287C1010"/>
    <w:rsid w:val="287C6DA0"/>
    <w:rsid w:val="287D3562"/>
    <w:rsid w:val="287F46D9"/>
    <w:rsid w:val="28831B43"/>
    <w:rsid w:val="28897301"/>
    <w:rsid w:val="28910A0E"/>
    <w:rsid w:val="28911721"/>
    <w:rsid w:val="28926734"/>
    <w:rsid w:val="28954DDC"/>
    <w:rsid w:val="28956D1F"/>
    <w:rsid w:val="289632A5"/>
    <w:rsid w:val="28A623AE"/>
    <w:rsid w:val="28A70AC5"/>
    <w:rsid w:val="28B05368"/>
    <w:rsid w:val="28B430AA"/>
    <w:rsid w:val="28B60014"/>
    <w:rsid w:val="28BC6CDD"/>
    <w:rsid w:val="28C5382A"/>
    <w:rsid w:val="28CB44D5"/>
    <w:rsid w:val="28CD25D7"/>
    <w:rsid w:val="28D20D83"/>
    <w:rsid w:val="28D958FA"/>
    <w:rsid w:val="28DD3C22"/>
    <w:rsid w:val="28DE71FD"/>
    <w:rsid w:val="28E01F9D"/>
    <w:rsid w:val="28E25F4D"/>
    <w:rsid w:val="28E31855"/>
    <w:rsid w:val="28E62A94"/>
    <w:rsid w:val="28E719CB"/>
    <w:rsid w:val="28E927D2"/>
    <w:rsid w:val="28F70FF3"/>
    <w:rsid w:val="28FF019F"/>
    <w:rsid w:val="28FF5BDD"/>
    <w:rsid w:val="28FF647E"/>
    <w:rsid w:val="28FFEF66"/>
    <w:rsid w:val="290870F3"/>
    <w:rsid w:val="290C4491"/>
    <w:rsid w:val="290C6A42"/>
    <w:rsid w:val="290D291A"/>
    <w:rsid w:val="290E6EBC"/>
    <w:rsid w:val="29115223"/>
    <w:rsid w:val="29145DD6"/>
    <w:rsid w:val="29161CD5"/>
    <w:rsid w:val="292035C6"/>
    <w:rsid w:val="292059D0"/>
    <w:rsid w:val="29253660"/>
    <w:rsid w:val="292F42F9"/>
    <w:rsid w:val="293D48B1"/>
    <w:rsid w:val="293E231E"/>
    <w:rsid w:val="293E2A64"/>
    <w:rsid w:val="294067AC"/>
    <w:rsid w:val="29430E94"/>
    <w:rsid w:val="29490BAA"/>
    <w:rsid w:val="294F7B8A"/>
    <w:rsid w:val="2951276E"/>
    <w:rsid w:val="29537DFE"/>
    <w:rsid w:val="295B1C55"/>
    <w:rsid w:val="295D729E"/>
    <w:rsid w:val="296B4AB5"/>
    <w:rsid w:val="29702FC7"/>
    <w:rsid w:val="29736239"/>
    <w:rsid w:val="297435C7"/>
    <w:rsid w:val="29783ABF"/>
    <w:rsid w:val="29820AB2"/>
    <w:rsid w:val="29835A32"/>
    <w:rsid w:val="29887D5E"/>
    <w:rsid w:val="298D1679"/>
    <w:rsid w:val="298D4C86"/>
    <w:rsid w:val="29957FA8"/>
    <w:rsid w:val="29981E23"/>
    <w:rsid w:val="29991580"/>
    <w:rsid w:val="299A053F"/>
    <w:rsid w:val="299BFD4B"/>
    <w:rsid w:val="299C484A"/>
    <w:rsid w:val="299D1EBC"/>
    <w:rsid w:val="299E402B"/>
    <w:rsid w:val="299E47A7"/>
    <w:rsid w:val="299F1C8E"/>
    <w:rsid w:val="29A01FDD"/>
    <w:rsid w:val="29A12F92"/>
    <w:rsid w:val="29A445E4"/>
    <w:rsid w:val="29A50C45"/>
    <w:rsid w:val="29A623E4"/>
    <w:rsid w:val="29A705E3"/>
    <w:rsid w:val="29AA2846"/>
    <w:rsid w:val="29AF211C"/>
    <w:rsid w:val="29B01A78"/>
    <w:rsid w:val="29B255E2"/>
    <w:rsid w:val="29B76025"/>
    <w:rsid w:val="29C00F11"/>
    <w:rsid w:val="29C3160F"/>
    <w:rsid w:val="29C91A52"/>
    <w:rsid w:val="29CF5A2A"/>
    <w:rsid w:val="29D07149"/>
    <w:rsid w:val="29D27B5D"/>
    <w:rsid w:val="29D50456"/>
    <w:rsid w:val="29D7359E"/>
    <w:rsid w:val="29E057D9"/>
    <w:rsid w:val="29E310BC"/>
    <w:rsid w:val="29E37072"/>
    <w:rsid w:val="29F84D24"/>
    <w:rsid w:val="29F869DD"/>
    <w:rsid w:val="2A057E05"/>
    <w:rsid w:val="2A0F774F"/>
    <w:rsid w:val="2A122575"/>
    <w:rsid w:val="2A1A0CEB"/>
    <w:rsid w:val="2A264DE1"/>
    <w:rsid w:val="2A2B1367"/>
    <w:rsid w:val="2A2C198A"/>
    <w:rsid w:val="2A2D6334"/>
    <w:rsid w:val="2A3065E4"/>
    <w:rsid w:val="2A310212"/>
    <w:rsid w:val="2A310465"/>
    <w:rsid w:val="2A3545EC"/>
    <w:rsid w:val="2A382749"/>
    <w:rsid w:val="2A3872FC"/>
    <w:rsid w:val="2A3B13F6"/>
    <w:rsid w:val="2A3C0AF0"/>
    <w:rsid w:val="2A413E48"/>
    <w:rsid w:val="2A42779B"/>
    <w:rsid w:val="2A470B13"/>
    <w:rsid w:val="2A4877DD"/>
    <w:rsid w:val="2A4F275C"/>
    <w:rsid w:val="2A50373F"/>
    <w:rsid w:val="2A570755"/>
    <w:rsid w:val="2A584B76"/>
    <w:rsid w:val="2A5F00E6"/>
    <w:rsid w:val="2A632CAA"/>
    <w:rsid w:val="2A64640A"/>
    <w:rsid w:val="2A6B26E4"/>
    <w:rsid w:val="2A6D36C5"/>
    <w:rsid w:val="2A704DAF"/>
    <w:rsid w:val="2A706FAD"/>
    <w:rsid w:val="2A78750F"/>
    <w:rsid w:val="2A7B37D7"/>
    <w:rsid w:val="2A7F3724"/>
    <w:rsid w:val="2A812B9C"/>
    <w:rsid w:val="2A890476"/>
    <w:rsid w:val="2A8B2C17"/>
    <w:rsid w:val="2A8D4E85"/>
    <w:rsid w:val="2A8D632A"/>
    <w:rsid w:val="2A8F73CC"/>
    <w:rsid w:val="2A9B0CD1"/>
    <w:rsid w:val="2A9B2E10"/>
    <w:rsid w:val="2AAD419B"/>
    <w:rsid w:val="2AB20384"/>
    <w:rsid w:val="2AB635A3"/>
    <w:rsid w:val="2AB654A3"/>
    <w:rsid w:val="2ABE1E4A"/>
    <w:rsid w:val="2AC05BA5"/>
    <w:rsid w:val="2AC14D90"/>
    <w:rsid w:val="2AC55724"/>
    <w:rsid w:val="2AC977BB"/>
    <w:rsid w:val="2AD04F61"/>
    <w:rsid w:val="2AD07642"/>
    <w:rsid w:val="2AD71706"/>
    <w:rsid w:val="2ADF4BCA"/>
    <w:rsid w:val="2AE30493"/>
    <w:rsid w:val="2AE90988"/>
    <w:rsid w:val="2AED028A"/>
    <w:rsid w:val="2AF016CE"/>
    <w:rsid w:val="2AF04A9E"/>
    <w:rsid w:val="2AF1126A"/>
    <w:rsid w:val="2AF65EEE"/>
    <w:rsid w:val="2AFB4488"/>
    <w:rsid w:val="2AFC2269"/>
    <w:rsid w:val="2B014060"/>
    <w:rsid w:val="2B08148B"/>
    <w:rsid w:val="2B163C4E"/>
    <w:rsid w:val="2B242FF2"/>
    <w:rsid w:val="2B2A1624"/>
    <w:rsid w:val="2B2A4ABC"/>
    <w:rsid w:val="2B2A4F32"/>
    <w:rsid w:val="2B300DF8"/>
    <w:rsid w:val="2B306776"/>
    <w:rsid w:val="2B3120DE"/>
    <w:rsid w:val="2B345D1B"/>
    <w:rsid w:val="2B3752FC"/>
    <w:rsid w:val="2B384B0D"/>
    <w:rsid w:val="2B3A168F"/>
    <w:rsid w:val="2B3A360C"/>
    <w:rsid w:val="2B400346"/>
    <w:rsid w:val="2B4007DC"/>
    <w:rsid w:val="2B4262BF"/>
    <w:rsid w:val="2B435D74"/>
    <w:rsid w:val="2B472EED"/>
    <w:rsid w:val="2B480232"/>
    <w:rsid w:val="2B4F45E8"/>
    <w:rsid w:val="2B4F4AB0"/>
    <w:rsid w:val="2B50461D"/>
    <w:rsid w:val="2B522706"/>
    <w:rsid w:val="2B5308B7"/>
    <w:rsid w:val="2B557DBA"/>
    <w:rsid w:val="2B5A7DAA"/>
    <w:rsid w:val="2B5E06B3"/>
    <w:rsid w:val="2B5F7153"/>
    <w:rsid w:val="2B62125D"/>
    <w:rsid w:val="2B621C20"/>
    <w:rsid w:val="2B632B65"/>
    <w:rsid w:val="2B67172A"/>
    <w:rsid w:val="2B6B16C7"/>
    <w:rsid w:val="2B6E5792"/>
    <w:rsid w:val="2B763804"/>
    <w:rsid w:val="2B7B3E29"/>
    <w:rsid w:val="2B844BC3"/>
    <w:rsid w:val="2B8608AC"/>
    <w:rsid w:val="2B8D38E8"/>
    <w:rsid w:val="2B95079C"/>
    <w:rsid w:val="2B9737AC"/>
    <w:rsid w:val="2B9B7F17"/>
    <w:rsid w:val="2B9E6B22"/>
    <w:rsid w:val="2BA35EE3"/>
    <w:rsid w:val="2BA464E7"/>
    <w:rsid w:val="2BA53DC2"/>
    <w:rsid w:val="2BA5700B"/>
    <w:rsid w:val="2BB0609C"/>
    <w:rsid w:val="2BB25A70"/>
    <w:rsid w:val="2BB62C95"/>
    <w:rsid w:val="2BB649A3"/>
    <w:rsid w:val="2BB91ED4"/>
    <w:rsid w:val="2BBB64FD"/>
    <w:rsid w:val="2BBB7EE9"/>
    <w:rsid w:val="2BBE02DF"/>
    <w:rsid w:val="2BBF5A79"/>
    <w:rsid w:val="2BC41E70"/>
    <w:rsid w:val="2BC45C0B"/>
    <w:rsid w:val="2BC51D6A"/>
    <w:rsid w:val="2BCB2DBA"/>
    <w:rsid w:val="2BCD24DE"/>
    <w:rsid w:val="2BCD337F"/>
    <w:rsid w:val="2BCE41B7"/>
    <w:rsid w:val="2BD03165"/>
    <w:rsid w:val="2BD27C57"/>
    <w:rsid w:val="2BD80CF4"/>
    <w:rsid w:val="2BDAB1CB"/>
    <w:rsid w:val="2BDB5903"/>
    <w:rsid w:val="2BDB6B10"/>
    <w:rsid w:val="2BDC4197"/>
    <w:rsid w:val="2BDC4FAE"/>
    <w:rsid w:val="2BDC6CA6"/>
    <w:rsid w:val="2BDE0B2A"/>
    <w:rsid w:val="2BE506FF"/>
    <w:rsid w:val="2BE8193F"/>
    <w:rsid w:val="2BEB042F"/>
    <w:rsid w:val="2BEE55F3"/>
    <w:rsid w:val="2BF11621"/>
    <w:rsid w:val="2BF15272"/>
    <w:rsid w:val="2BF784F0"/>
    <w:rsid w:val="2BF8293A"/>
    <w:rsid w:val="2BFC1450"/>
    <w:rsid w:val="2BFD788F"/>
    <w:rsid w:val="2BFF640F"/>
    <w:rsid w:val="2BFF8675"/>
    <w:rsid w:val="2C0113E8"/>
    <w:rsid w:val="2C086239"/>
    <w:rsid w:val="2C0A57CC"/>
    <w:rsid w:val="2C0C4FAB"/>
    <w:rsid w:val="2C0E2478"/>
    <w:rsid w:val="2C0E27DB"/>
    <w:rsid w:val="2C107DD8"/>
    <w:rsid w:val="2C122C2A"/>
    <w:rsid w:val="2C1A6535"/>
    <w:rsid w:val="2C1C7B1D"/>
    <w:rsid w:val="2C1D4777"/>
    <w:rsid w:val="2C1F63B2"/>
    <w:rsid w:val="2C250262"/>
    <w:rsid w:val="2C251A13"/>
    <w:rsid w:val="2C28123D"/>
    <w:rsid w:val="2C3C6425"/>
    <w:rsid w:val="2C4060F6"/>
    <w:rsid w:val="2C41255B"/>
    <w:rsid w:val="2C421D5E"/>
    <w:rsid w:val="2C4238BB"/>
    <w:rsid w:val="2C497C35"/>
    <w:rsid w:val="2C502BB7"/>
    <w:rsid w:val="2C51162F"/>
    <w:rsid w:val="2C5136D5"/>
    <w:rsid w:val="2C5824DD"/>
    <w:rsid w:val="2C597D24"/>
    <w:rsid w:val="2C5C6ACC"/>
    <w:rsid w:val="2C6474F5"/>
    <w:rsid w:val="2C6645CA"/>
    <w:rsid w:val="2C6D1707"/>
    <w:rsid w:val="2C701096"/>
    <w:rsid w:val="2C703CCF"/>
    <w:rsid w:val="2C737095"/>
    <w:rsid w:val="2C737F9E"/>
    <w:rsid w:val="2C7C10EC"/>
    <w:rsid w:val="2C7D3632"/>
    <w:rsid w:val="2C7D37B3"/>
    <w:rsid w:val="2C841DA5"/>
    <w:rsid w:val="2C8C2EDA"/>
    <w:rsid w:val="2C8C6406"/>
    <w:rsid w:val="2C8E650A"/>
    <w:rsid w:val="2C913390"/>
    <w:rsid w:val="2C92725E"/>
    <w:rsid w:val="2C955EC0"/>
    <w:rsid w:val="2C965A17"/>
    <w:rsid w:val="2C9C0A49"/>
    <w:rsid w:val="2CA2498B"/>
    <w:rsid w:val="2CB65350"/>
    <w:rsid w:val="2CB74160"/>
    <w:rsid w:val="2CBA108E"/>
    <w:rsid w:val="2CC15B71"/>
    <w:rsid w:val="2CC2404F"/>
    <w:rsid w:val="2CC66CC2"/>
    <w:rsid w:val="2CC66F08"/>
    <w:rsid w:val="2CD14FC3"/>
    <w:rsid w:val="2CD33F03"/>
    <w:rsid w:val="2CD35CCF"/>
    <w:rsid w:val="2CD5769B"/>
    <w:rsid w:val="2CD959DD"/>
    <w:rsid w:val="2CDC54E5"/>
    <w:rsid w:val="2CE034B2"/>
    <w:rsid w:val="2CE37ABA"/>
    <w:rsid w:val="2CE44E4C"/>
    <w:rsid w:val="2CE52CE8"/>
    <w:rsid w:val="2CE97F42"/>
    <w:rsid w:val="2CEB696E"/>
    <w:rsid w:val="2CF13DAB"/>
    <w:rsid w:val="2CF2324E"/>
    <w:rsid w:val="2CF2769A"/>
    <w:rsid w:val="2CF735FF"/>
    <w:rsid w:val="2CF93B11"/>
    <w:rsid w:val="2CFA3055"/>
    <w:rsid w:val="2CFD0E09"/>
    <w:rsid w:val="2CFF1EFA"/>
    <w:rsid w:val="2D04057A"/>
    <w:rsid w:val="2D073C9E"/>
    <w:rsid w:val="2D0A14EA"/>
    <w:rsid w:val="2D0D075E"/>
    <w:rsid w:val="2D0E217F"/>
    <w:rsid w:val="2D0E6B35"/>
    <w:rsid w:val="2D110F81"/>
    <w:rsid w:val="2D1C7702"/>
    <w:rsid w:val="2D23435A"/>
    <w:rsid w:val="2D26750D"/>
    <w:rsid w:val="2D2F2CFF"/>
    <w:rsid w:val="2D2F4891"/>
    <w:rsid w:val="2D2F588D"/>
    <w:rsid w:val="2D30032E"/>
    <w:rsid w:val="2D3917F8"/>
    <w:rsid w:val="2D3933D9"/>
    <w:rsid w:val="2D3A314E"/>
    <w:rsid w:val="2D3F6AFF"/>
    <w:rsid w:val="2D430559"/>
    <w:rsid w:val="2D4521A0"/>
    <w:rsid w:val="2D4A6080"/>
    <w:rsid w:val="2D506CB7"/>
    <w:rsid w:val="2D514BE1"/>
    <w:rsid w:val="2D5704A8"/>
    <w:rsid w:val="2D676EEC"/>
    <w:rsid w:val="2D6B7AAF"/>
    <w:rsid w:val="2D7B1BEF"/>
    <w:rsid w:val="2D7E5A35"/>
    <w:rsid w:val="2D80006A"/>
    <w:rsid w:val="2D800AE2"/>
    <w:rsid w:val="2D8438D7"/>
    <w:rsid w:val="2D85249C"/>
    <w:rsid w:val="2D8527BF"/>
    <w:rsid w:val="2D865BF3"/>
    <w:rsid w:val="2D884189"/>
    <w:rsid w:val="2D8C75E9"/>
    <w:rsid w:val="2D9C1B2F"/>
    <w:rsid w:val="2D9E7E85"/>
    <w:rsid w:val="2DA83164"/>
    <w:rsid w:val="2DAE167E"/>
    <w:rsid w:val="2DB43EF7"/>
    <w:rsid w:val="2DBA3B6E"/>
    <w:rsid w:val="2DC22F6B"/>
    <w:rsid w:val="2DC62A23"/>
    <w:rsid w:val="2DC810DC"/>
    <w:rsid w:val="2DCC2C44"/>
    <w:rsid w:val="2DD235BD"/>
    <w:rsid w:val="2DD25536"/>
    <w:rsid w:val="2DD32784"/>
    <w:rsid w:val="2DD66BE4"/>
    <w:rsid w:val="2DD76C92"/>
    <w:rsid w:val="2DD868D2"/>
    <w:rsid w:val="2DD86ADD"/>
    <w:rsid w:val="2DDD275B"/>
    <w:rsid w:val="2DDF3821"/>
    <w:rsid w:val="2DE03FF9"/>
    <w:rsid w:val="2DE07993"/>
    <w:rsid w:val="2DE25805"/>
    <w:rsid w:val="2DE429ED"/>
    <w:rsid w:val="2DE842E5"/>
    <w:rsid w:val="2DEC382B"/>
    <w:rsid w:val="2DEF0960"/>
    <w:rsid w:val="2DF72053"/>
    <w:rsid w:val="2DF857E7"/>
    <w:rsid w:val="2DF96AF9"/>
    <w:rsid w:val="2E020D86"/>
    <w:rsid w:val="2E083AC3"/>
    <w:rsid w:val="2E0E1717"/>
    <w:rsid w:val="2E196365"/>
    <w:rsid w:val="2E1E606D"/>
    <w:rsid w:val="2E224C76"/>
    <w:rsid w:val="2E27093F"/>
    <w:rsid w:val="2E2924F9"/>
    <w:rsid w:val="2E2B73F5"/>
    <w:rsid w:val="2E2EF77F"/>
    <w:rsid w:val="2E3004B5"/>
    <w:rsid w:val="2E351B0A"/>
    <w:rsid w:val="2E355181"/>
    <w:rsid w:val="2E371849"/>
    <w:rsid w:val="2E386BF1"/>
    <w:rsid w:val="2E396B9C"/>
    <w:rsid w:val="2E3D144C"/>
    <w:rsid w:val="2E4814FD"/>
    <w:rsid w:val="2E4860D5"/>
    <w:rsid w:val="2E486E74"/>
    <w:rsid w:val="2E505B81"/>
    <w:rsid w:val="2E5625E2"/>
    <w:rsid w:val="2E5706D5"/>
    <w:rsid w:val="2E5D7839"/>
    <w:rsid w:val="2E621856"/>
    <w:rsid w:val="2E6319B2"/>
    <w:rsid w:val="2E67236D"/>
    <w:rsid w:val="2E681452"/>
    <w:rsid w:val="2E6D5A38"/>
    <w:rsid w:val="2E707348"/>
    <w:rsid w:val="2E7458B7"/>
    <w:rsid w:val="2E762BE6"/>
    <w:rsid w:val="2E787BA0"/>
    <w:rsid w:val="2E7E594F"/>
    <w:rsid w:val="2E852B8A"/>
    <w:rsid w:val="2E873E4C"/>
    <w:rsid w:val="2E8B7CD1"/>
    <w:rsid w:val="2E8D400E"/>
    <w:rsid w:val="2E8D45A4"/>
    <w:rsid w:val="2E8E13CD"/>
    <w:rsid w:val="2E9271D1"/>
    <w:rsid w:val="2E9474C8"/>
    <w:rsid w:val="2E9A5A02"/>
    <w:rsid w:val="2EAA2C6D"/>
    <w:rsid w:val="2EAB1C6E"/>
    <w:rsid w:val="2EAE635C"/>
    <w:rsid w:val="2EB26493"/>
    <w:rsid w:val="2EB315A9"/>
    <w:rsid w:val="2EB4634B"/>
    <w:rsid w:val="2EB7489E"/>
    <w:rsid w:val="2EB754FA"/>
    <w:rsid w:val="2EC1159C"/>
    <w:rsid w:val="2ECA4F2D"/>
    <w:rsid w:val="2ED0247C"/>
    <w:rsid w:val="2ED10B1B"/>
    <w:rsid w:val="2ED34873"/>
    <w:rsid w:val="2ED753FC"/>
    <w:rsid w:val="2ED97643"/>
    <w:rsid w:val="2EDBF77B"/>
    <w:rsid w:val="2EDC7032"/>
    <w:rsid w:val="2EDD0489"/>
    <w:rsid w:val="2EEA787A"/>
    <w:rsid w:val="2EEC2373"/>
    <w:rsid w:val="2EED4291"/>
    <w:rsid w:val="2EF26950"/>
    <w:rsid w:val="2EF63786"/>
    <w:rsid w:val="2EF70400"/>
    <w:rsid w:val="2EFE3DE4"/>
    <w:rsid w:val="2F123A9F"/>
    <w:rsid w:val="2F124686"/>
    <w:rsid w:val="2F17063D"/>
    <w:rsid w:val="2F176E9B"/>
    <w:rsid w:val="2F1C14FB"/>
    <w:rsid w:val="2F2202E8"/>
    <w:rsid w:val="2F233AEA"/>
    <w:rsid w:val="2F2856EF"/>
    <w:rsid w:val="2F2A31AD"/>
    <w:rsid w:val="2F2C5127"/>
    <w:rsid w:val="2F2D14C0"/>
    <w:rsid w:val="2F340284"/>
    <w:rsid w:val="2F377D7C"/>
    <w:rsid w:val="2F3925F7"/>
    <w:rsid w:val="2F417090"/>
    <w:rsid w:val="2F465A55"/>
    <w:rsid w:val="2F472A26"/>
    <w:rsid w:val="2F553E58"/>
    <w:rsid w:val="2F5A3C46"/>
    <w:rsid w:val="2F5D3603"/>
    <w:rsid w:val="2F646A6C"/>
    <w:rsid w:val="2F67071A"/>
    <w:rsid w:val="2F672622"/>
    <w:rsid w:val="2F684459"/>
    <w:rsid w:val="2F6C4CEE"/>
    <w:rsid w:val="2F6E2D44"/>
    <w:rsid w:val="2F7A0BC6"/>
    <w:rsid w:val="2F7E60EC"/>
    <w:rsid w:val="2F8136A3"/>
    <w:rsid w:val="2F82752A"/>
    <w:rsid w:val="2F893353"/>
    <w:rsid w:val="2F8D7B59"/>
    <w:rsid w:val="2F9033DB"/>
    <w:rsid w:val="2F932ED8"/>
    <w:rsid w:val="2FA075E1"/>
    <w:rsid w:val="2FA10488"/>
    <w:rsid w:val="2FA21295"/>
    <w:rsid w:val="2FA73B87"/>
    <w:rsid w:val="2FAF0127"/>
    <w:rsid w:val="2FB4547D"/>
    <w:rsid w:val="2FB65622"/>
    <w:rsid w:val="2FB91957"/>
    <w:rsid w:val="2FBC2818"/>
    <w:rsid w:val="2FBD90E8"/>
    <w:rsid w:val="2FBE65BC"/>
    <w:rsid w:val="2FBF74D2"/>
    <w:rsid w:val="2FBFBE54"/>
    <w:rsid w:val="2FC17E5A"/>
    <w:rsid w:val="2FC50723"/>
    <w:rsid w:val="2FCD4DD2"/>
    <w:rsid w:val="2FCD67FF"/>
    <w:rsid w:val="2FD03F49"/>
    <w:rsid w:val="2FD04572"/>
    <w:rsid w:val="2FD955A7"/>
    <w:rsid w:val="2FDB2780"/>
    <w:rsid w:val="2FE00190"/>
    <w:rsid w:val="2FE049D8"/>
    <w:rsid w:val="2FE06533"/>
    <w:rsid w:val="2FE4012B"/>
    <w:rsid w:val="2FE471EE"/>
    <w:rsid w:val="2FEB0C49"/>
    <w:rsid w:val="2FEF606C"/>
    <w:rsid w:val="2FF009A6"/>
    <w:rsid w:val="2FF70740"/>
    <w:rsid w:val="2FF97D38"/>
    <w:rsid w:val="2FFAD19B"/>
    <w:rsid w:val="2FFBDD00"/>
    <w:rsid w:val="2FFF10AF"/>
    <w:rsid w:val="300442DC"/>
    <w:rsid w:val="301129D2"/>
    <w:rsid w:val="30150C08"/>
    <w:rsid w:val="30183E54"/>
    <w:rsid w:val="30186D9C"/>
    <w:rsid w:val="30190690"/>
    <w:rsid w:val="301E6D03"/>
    <w:rsid w:val="301F29F9"/>
    <w:rsid w:val="3023195E"/>
    <w:rsid w:val="30267163"/>
    <w:rsid w:val="302A17D8"/>
    <w:rsid w:val="302E56EC"/>
    <w:rsid w:val="302F41CE"/>
    <w:rsid w:val="3030080E"/>
    <w:rsid w:val="30316D8E"/>
    <w:rsid w:val="303716F4"/>
    <w:rsid w:val="303D6965"/>
    <w:rsid w:val="304067F3"/>
    <w:rsid w:val="3041174E"/>
    <w:rsid w:val="30447FE1"/>
    <w:rsid w:val="30530CD7"/>
    <w:rsid w:val="30547AB5"/>
    <w:rsid w:val="30560FE6"/>
    <w:rsid w:val="30577719"/>
    <w:rsid w:val="30577EF7"/>
    <w:rsid w:val="305976CC"/>
    <w:rsid w:val="30602FE4"/>
    <w:rsid w:val="3063139C"/>
    <w:rsid w:val="30640F12"/>
    <w:rsid w:val="30650C78"/>
    <w:rsid w:val="30676A4A"/>
    <w:rsid w:val="306A0B85"/>
    <w:rsid w:val="306A4A93"/>
    <w:rsid w:val="3074781E"/>
    <w:rsid w:val="30751371"/>
    <w:rsid w:val="307656CA"/>
    <w:rsid w:val="30797F8F"/>
    <w:rsid w:val="307A1149"/>
    <w:rsid w:val="30830142"/>
    <w:rsid w:val="30851556"/>
    <w:rsid w:val="308A4CB7"/>
    <w:rsid w:val="308C66BA"/>
    <w:rsid w:val="30957360"/>
    <w:rsid w:val="30980506"/>
    <w:rsid w:val="309A0DD7"/>
    <w:rsid w:val="309B33FB"/>
    <w:rsid w:val="309C68FD"/>
    <w:rsid w:val="30A40541"/>
    <w:rsid w:val="30A43A04"/>
    <w:rsid w:val="30A63277"/>
    <w:rsid w:val="30A9101A"/>
    <w:rsid w:val="30AB5977"/>
    <w:rsid w:val="30AE2380"/>
    <w:rsid w:val="30AF3E60"/>
    <w:rsid w:val="30AF5D76"/>
    <w:rsid w:val="30B720FE"/>
    <w:rsid w:val="30B73B96"/>
    <w:rsid w:val="30B85884"/>
    <w:rsid w:val="30BA3040"/>
    <w:rsid w:val="30BF7909"/>
    <w:rsid w:val="30C52CAE"/>
    <w:rsid w:val="30C54AA8"/>
    <w:rsid w:val="30C8355F"/>
    <w:rsid w:val="30D437B2"/>
    <w:rsid w:val="30E07E28"/>
    <w:rsid w:val="30EA2837"/>
    <w:rsid w:val="30EA5D3D"/>
    <w:rsid w:val="30EC0F07"/>
    <w:rsid w:val="30F12429"/>
    <w:rsid w:val="30F164AA"/>
    <w:rsid w:val="30F30AE8"/>
    <w:rsid w:val="30F819E0"/>
    <w:rsid w:val="30FB2130"/>
    <w:rsid w:val="30FE0617"/>
    <w:rsid w:val="30FF2696"/>
    <w:rsid w:val="3104536D"/>
    <w:rsid w:val="31091AEA"/>
    <w:rsid w:val="310F3DB1"/>
    <w:rsid w:val="31157798"/>
    <w:rsid w:val="3118615F"/>
    <w:rsid w:val="3119028B"/>
    <w:rsid w:val="311922DE"/>
    <w:rsid w:val="31196556"/>
    <w:rsid w:val="311A0A48"/>
    <w:rsid w:val="311D0611"/>
    <w:rsid w:val="311D0B1B"/>
    <w:rsid w:val="311E751D"/>
    <w:rsid w:val="312117C7"/>
    <w:rsid w:val="3124142C"/>
    <w:rsid w:val="312B3F39"/>
    <w:rsid w:val="312E1071"/>
    <w:rsid w:val="312E5C39"/>
    <w:rsid w:val="31306689"/>
    <w:rsid w:val="313159A4"/>
    <w:rsid w:val="313301DE"/>
    <w:rsid w:val="3133385F"/>
    <w:rsid w:val="313373CF"/>
    <w:rsid w:val="31376C85"/>
    <w:rsid w:val="313A7EC4"/>
    <w:rsid w:val="31416669"/>
    <w:rsid w:val="31465951"/>
    <w:rsid w:val="314D1906"/>
    <w:rsid w:val="31502196"/>
    <w:rsid w:val="315260A1"/>
    <w:rsid w:val="3155735D"/>
    <w:rsid w:val="31564458"/>
    <w:rsid w:val="31570A76"/>
    <w:rsid w:val="31576CCC"/>
    <w:rsid w:val="315A4FD8"/>
    <w:rsid w:val="315B2BF4"/>
    <w:rsid w:val="31632BBA"/>
    <w:rsid w:val="316370A8"/>
    <w:rsid w:val="31676D15"/>
    <w:rsid w:val="316B6CD1"/>
    <w:rsid w:val="317411E7"/>
    <w:rsid w:val="31741628"/>
    <w:rsid w:val="31762485"/>
    <w:rsid w:val="317F06FB"/>
    <w:rsid w:val="31815588"/>
    <w:rsid w:val="318A446E"/>
    <w:rsid w:val="318C21C8"/>
    <w:rsid w:val="318F0E19"/>
    <w:rsid w:val="31926AC1"/>
    <w:rsid w:val="31935D30"/>
    <w:rsid w:val="319823AB"/>
    <w:rsid w:val="31986A50"/>
    <w:rsid w:val="319D763F"/>
    <w:rsid w:val="31A011BD"/>
    <w:rsid w:val="31A228CA"/>
    <w:rsid w:val="31A24BB3"/>
    <w:rsid w:val="31A26AA6"/>
    <w:rsid w:val="31A32FCC"/>
    <w:rsid w:val="31A426B4"/>
    <w:rsid w:val="31AB4982"/>
    <w:rsid w:val="31AC4363"/>
    <w:rsid w:val="31AD4917"/>
    <w:rsid w:val="31B51D46"/>
    <w:rsid w:val="31BA7B57"/>
    <w:rsid w:val="31BB6F68"/>
    <w:rsid w:val="31C126A6"/>
    <w:rsid w:val="31C37ABA"/>
    <w:rsid w:val="31CF7EC9"/>
    <w:rsid w:val="31D03334"/>
    <w:rsid w:val="31D14F53"/>
    <w:rsid w:val="31D2749E"/>
    <w:rsid w:val="31D36DC1"/>
    <w:rsid w:val="31D72F23"/>
    <w:rsid w:val="31DB375B"/>
    <w:rsid w:val="31DC7529"/>
    <w:rsid w:val="31DD0A8A"/>
    <w:rsid w:val="31DD2365"/>
    <w:rsid w:val="31E20B1F"/>
    <w:rsid w:val="31E32632"/>
    <w:rsid w:val="31E4285D"/>
    <w:rsid w:val="31E963CC"/>
    <w:rsid w:val="31F649A8"/>
    <w:rsid w:val="31FE3E0A"/>
    <w:rsid w:val="31FE6757"/>
    <w:rsid w:val="32007140"/>
    <w:rsid w:val="32017174"/>
    <w:rsid w:val="32032BD3"/>
    <w:rsid w:val="32035DB4"/>
    <w:rsid w:val="32067EF3"/>
    <w:rsid w:val="32090618"/>
    <w:rsid w:val="320C75B4"/>
    <w:rsid w:val="320D7BE7"/>
    <w:rsid w:val="320F2E23"/>
    <w:rsid w:val="321B37F2"/>
    <w:rsid w:val="321F23FE"/>
    <w:rsid w:val="321F324D"/>
    <w:rsid w:val="32205A39"/>
    <w:rsid w:val="3223628E"/>
    <w:rsid w:val="32251881"/>
    <w:rsid w:val="3225450E"/>
    <w:rsid w:val="32254FD0"/>
    <w:rsid w:val="322B16C5"/>
    <w:rsid w:val="322F38F9"/>
    <w:rsid w:val="322F554F"/>
    <w:rsid w:val="323204BD"/>
    <w:rsid w:val="32326DEE"/>
    <w:rsid w:val="32331BC4"/>
    <w:rsid w:val="323A5410"/>
    <w:rsid w:val="323B0EEB"/>
    <w:rsid w:val="323C18C5"/>
    <w:rsid w:val="324059AE"/>
    <w:rsid w:val="32427E87"/>
    <w:rsid w:val="32433716"/>
    <w:rsid w:val="32437CDC"/>
    <w:rsid w:val="3245344D"/>
    <w:rsid w:val="324560AE"/>
    <w:rsid w:val="3248483A"/>
    <w:rsid w:val="32563D6E"/>
    <w:rsid w:val="325A0631"/>
    <w:rsid w:val="325A142A"/>
    <w:rsid w:val="325A2BFB"/>
    <w:rsid w:val="325A7A66"/>
    <w:rsid w:val="325C0556"/>
    <w:rsid w:val="325C356B"/>
    <w:rsid w:val="325F254A"/>
    <w:rsid w:val="326273E8"/>
    <w:rsid w:val="3266000B"/>
    <w:rsid w:val="32672F3B"/>
    <w:rsid w:val="32690A61"/>
    <w:rsid w:val="326B2C48"/>
    <w:rsid w:val="326C23AB"/>
    <w:rsid w:val="32712F9F"/>
    <w:rsid w:val="32755C8C"/>
    <w:rsid w:val="32764F2C"/>
    <w:rsid w:val="327757D1"/>
    <w:rsid w:val="327C7624"/>
    <w:rsid w:val="32811919"/>
    <w:rsid w:val="32837133"/>
    <w:rsid w:val="32856143"/>
    <w:rsid w:val="3285665F"/>
    <w:rsid w:val="328A7973"/>
    <w:rsid w:val="328B17E4"/>
    <w:rsid w:val="328C24F9"/>
    <w:rsid w:val="329247D7"/>
    <w:rsid w:val="329463B6"/>
    <w:rsid w:val="32965FC7"/>
    <w:rsid w:val="32984BDA"/>
    <w:rsid w:val="329F0927"/>
    <w:rsid w:val="32A312C9"/>
    <w:rsid w:val="32A72549"/>
    <w:rsid w:val="32A86CC2"/>
    <w:rsid w:val="32AA188F"/>
    <w:rsid w:val="32AB6859"/>
    <w:rsid w:val="32AF06D7"/>
    <w:rsid w:val="32B17405"/>
    <w:rsid w:val="32B31CDC"/>
    <w:rsid w:val="32B37814"/>
    <w:rsid w:val="32B379F6"/>
    <w:rsid w:val="32B83797"/>
    <w:rsid w:val="32BB1D2A"/>
    <w:rsid w:val="32BF4190"/>
    <w:rsid w:val="32BF5D06"/>
    <w:rsid w:val="32C50BBA"/>
    <w:rsid w:val="32C91EFF"/>
    <w:rsid w:val="32D278E5"/>
    <w:rsid w:val="32D70759"/>
    <w:rsid w:val="32DD5438"/>
    <w:rsid w:val="32DF6D54"/>
    <w:rsid w:val="32E04A31"/>
    <w:rsid w:val="32E06C98"/>
    <w:rsid w:val="32E46BD9"/>
    <w:rsid w:val="32E86335"/>
    <w:rsid w:val="32EA2D1A"/>
    <w:rsid w:val="32EB4600"/>
    <w:rsid w:val="32F57064"/>
    <w:rsid w:val="32FC74B8"/>
    <w:rsid w:val="33004E76"/>
    <w:rsid w:val="33072028"/>
    <w:rsid w:val="330C763F"/>
    <w:rsid w:val="33161A62"/>
    <w:rsid w:val="33166796"/>
    <w:rsid w:val="33215D02"/>
    <w:rsid w:val="332215F7"/>
    <w:rsid w:val="332477AE"/>
    <w:rsid w:val="3328232C"/>
    <w:rsid w:val="332844D3"/>
    <w:rsid w:val="33287A13"/>
    <w:rsid w:val="332B6093"/>
    <w:rsid w:val="332E090A"/>
    <w:rsid w:val="332F9616"/>
    <w:rsid w:val="333447CC"/>
    <w:rsid w:val="333B3767"/>
    <w:rsid w:val="333B712D"/>
    <w:rsid w:val="333E54A1"/>
    <w:rsid w:val="334037C1"/>
    <w:rsid w:val="33451D7D"/>
    <w:rsid w:val="334A0252"/>
    <w:rsid w:val="3351595F"/>
    <w:rsid w:val="3355733F"/>
    <w:rsid w:val="335C4554"/>
    <w:rsid w:val="335F7977"/>
    <w:rsid w:val="33617EC5"/>
    <w:rsid w:val="33630E05"/>
    <w:rsid w:val="33652F44"/>
    <w:rsid w:val="336D32F0"/>
    <w:rsid w:val="336F78F6"/>
    <w:rsid w:val="337551E8"/>
    <w:rsid w:val="33772331"/>
    <w:rsid w:val="33773C29"/>
    <w:rsid w:val="33846690"/>
    <w:rsid w:val="33847BF5"/>
    <w:rsid w:val="338A5602"/>
    <w:rsid w:val="338D20CE"/>
    <w:rsid w:val="33910F05"/>
    <w:rsid w:val="33916523"/>
    <w:rsid w:val="339262F7"/>
    <w:rsid w:val="339B6782"/>
    <w:rsid w:val="339E592A"/>
    <w:rsid w:val="33A9295D"/>
    <w:rsid w:val="33B26D7A"/>
    <w:rsid w:val="33B36739"/>
    <w:rsid w:val="33B75677"/>
    <w:rsid w:val="33BA3955"/>
    <w:rsid w:val="33BD516D"/>
    <w:rsid w:val="33C63374"/>
    <w:rsid w:val="33C64C12"/>
    <w:rsid w:val="33C8079C"/>
    <w:rsid w:val="33CA1BAE"/>
    <w:rsid w:val="33CC4DDA"/>
    <w:rsid w:val="33D26274"/>
    <w:rsid w:val="33DC70E8"/>
    <w:rsid w:val="33E57EDF"/>
    <w:rsid w:val="33EA085F"/>
    <w:rsid w:val="33F1800A"/>
    <w:rsid w:val="33F30CF0"/>
    <w:rsid w:val="33F445B3"/>
    <w:rsid w:val="33F53108"/>
    <w:rsid w:val="33FD2B2A"/>
    <w:rsid w:val="340063E5"/>
    <w:rsid w:val="340B39C6"/>
    <w:rsid w:val="34113324"/>
    <w:rsid w:val="341237A1"/>
    <w:rsid w:val="34136E02"/>
    <w:rsid w:val="34140278"/>
    <w:rsid w:val="34142756"/>
    <w:rsid w:val="3416692E"/>
    <w:rsid w:val="341B6749"/>
    <w:rsid w:val="341C0E39"/>
    <w:rsid w:val="34291BF6"/>
    <w:rsid w:val="342A3105"/>
    <w:rsid w:val="342F3AB2"/>
    <w:rsid w:val="34322A83"/>
    <w:rsid w:val="34335972"/>
    <w:rsid w:val="34342D02"/>
    <w:rsid w:val="34362BC5"/>
    <w:rsid w:val="343870E8"/>
    <w:rsid w:val="34395C54"/>
    <w:rsid w:val="34456A8F"/>
    <w:rsid w:val="344615FD"/>
    <w:rsid w:val="344D69F1"/>
    <w:rsid w:val="3450213C"/>
    <w:rsid w:val="34540729"/>
    <w:rsid w:val="3454288A"/>
    <w:rsid w:val="34547E3E"/>
    <w:rsid w:val="3457609A"/>
    <w:rsid w:val="34580132"/>
    <w:rsid w:val="34636088"/>
    <w:rsid w:val="34690EAD"/>
    <w:rsid w:val="346A2CE7"/>
    <w:rsid w:val="346C4839"/>
    <w:rsid w:val="346C4BB7"/>
    <w:rsid w:val="346F2076"/>
    <w:rsid w:val="347B4F95"/>
    <w:rsid w:val="347C44CD"/>
    <w:rsid w:val="34823659"/>
    <w:rsid w:val="348245D2"/>
    <w:rsid w:val="34827FC5"/>
    <w:rsid w:val="348419B5"/>
    <w:rsid w:val="34913408"/>
    <w:rsid w:val="34945B3E"/>
    <w:rsid w:val="34982C95"/>
    <w:rsid w:val="349A75F8"/>
    <w:rsid w:val="349B4638"/>
    <w:rsid w:val="349F3DEB"/>
    <w:rsid w:val="34A06C8B"/>
    <w:rsid w:val="34A1348E"/>
    <w:rsid w:val="34A367F8"/>
    <w:rsid w:val="34A76B59"/>
    <w:rsid w:val="34AA749C"/>
    <w:rsid w:val="34B1429A"/>
    <w:rsid w:val="34B30B25"/>
    <w:rsid w:val="34BD7CE3"/>
    <w:rsid w:val="34BF2BBB"/>
    <w:rsid w:val="34C301EE"/>
    <w:rsid w:val="34C957E7"/>
    <w:rsid w:val="34CF3CAB"/>
    <w:rsid w:val="34D6558A"/>
    <w:rsid w:val="34D864DB"/>
    <w:rsid w:val="34E46AC5"/>
    <w:rsid w:val="34E84767"/>
    <w:rsid w:val="34F3602A"/>
    <w:rsid w:val="34F67CF4"/>
    <w:rsid w:val="34FAD834"/>
    <w:rsid w:val="35011256"/>
    <w:rsid w:val="3506164E"/>
    <w:rsid w:val="35067137"/>
    <w:rsid w:val="35067BA5"/>
    <w:rsid w:val="350F623E"/>
    <w:rsid w:val="3510236D"/>
    <w:rsid w:val="35120966"/>
    <w:rsid w:val="351729F7"/>
    <w:rsid w:val="35183B28"/>
    <w:rsid w:val="35187419"/>
    <w:rsid w:val="35287B88"/>
    <w:rsid w:val="352E0172"/>
    <w:rsid w:val="352F4D47"/>
    <w:rsid w:val="353653E9"/>
    <w:rsid w:val="3538793B"/>
    <w:rsid w:val="353A4937"/>
    <w:rsid w:val="353F00C4"/>
    <w:rsid w:val="35402A95"/>
    <w:rsid w:val="35426581"/>
    <w:rsid w:val="354310A9"/>
    <w:rsid w:val="354550AD"/>
    <w:rsid w:val="35464D53"/>
    <w:rsid w:val="354D1346"/>
    <w:rsid w:val="35533CD9"/>
    <w:rsid w:val="355500A8"/>
    <w:rsid w:val="355B5195"/>
    <w:rsid w:val="356009DA"/>
    <w:rsid w:val="35606AB0"/>
    <w:rsid w:val="35615AB5"/>
    <w:rsid w:val="3566572C"/>
    <w:rsid w:val="35751AB6"/>
    <w:rsid w:val="35756814"/>
    <w:rsid w:val="35784C41"/>
    <w:rsid w:val="358032C8"/>
    <w:rsid w:val="35807D6E"/>
    <w:rsid w:val="358762EA"/>
    <w:rsid w:val="359019E5"/>
    <w:rsid w:val="359406A8"/>
    <w:rsid w:val="35942953"/>
    <w:rsid w:val="359629C4"/>
    <w:rsid w:val="35A33F94"/>
    <w:rsid w:val="35A34E66"/>
    <w:rsid w:val="35A4513D"/>
    <w:rsid w:val="35A4551D"/>
    <w:rsid w:val="35A92FD2"/>
    <w:rsid w:val="35AA58E2"/>
    <w:rsid w:val="35AC6F1A"/>
    <w:rsid w:val="35AE15EC"/>
    <w:rsid w:val="35AE6253"/>
    <w:rsid w:val="35AF73AD"/>
    <w:rsid w:val="35B63B21"/>
    <w:rsid w:val="35BC0E45"/>
    <w:rsid w:val="35BD67E0"/>
    <w:rsid w:val="35BD6AC7"/>
    <w:rsid w:val="35C3577F"/>
    <w:rsid w:val="35C754F0"/>
    <w:rsid w:val="35CD1D41"/>
    <w:rsid w:val="35CE22EA"/>
    <w:rsid w:val="35CE34F1"/>
    <w:rsid w:val="35CF5003"/>
    <w:rsid w:val="35D001B7"/>
    <w:rsid w:val="35D142AF"/>
    <w:rsid w:val="35D72CC1"/>
    <w:rsid w:val="35DD66D3"/>
    <w:rsid w:val="35E76B04"/>
    <w:rsid w:val="35E87200"/>
    <w:rsid w:val="35ED1CB6"/>
    <w:rsid w:val="35F958D3"/>
    <w:rsid w:val="35FD6A48"/>
    <w:rsid w:val="35FE02B8"/>
    <w:rsid w:val="35FE29CA"/>
    <w:rsid w:val="35FF6E6A"/>
    <w:rsid w:val="360270F6"/>
    <w:rsid w:val="360311CD"/>
    <w:rsid w:val="360C4A65"/>
    <w:rsid w:val="360F74A8"/>
    <w:rsid w:val="361345B9"/>
    <w:rsid w:val="36156512"/>
    <w:rsid w:val="361759A5"/>
    <w:rsid w:val="3618191D"/>
    <w:rsid w:val="36193EB6"/>
    <w:rsid w:val="361B73B4"/>
    <w:rsid w:val="361D5F54"/>
    <w:rsid w:val="36205587"/>
    <w:rsid w:val="36214A5A"/>
    <w:rsid w:val="36266003"/>
    <w:rsid w:val="362912E4"/>
    <w:rsid w:val="362D05EE"/>
    <w:rsid w:val="362D38AC"/>
    <w:rsid w:val="362D7B53"/>
    <w:rsid w:val="36362ED0"/>
    <w:rsid w:val="36370530"/>
    <w:rsid w:val="363B34C5"/>
    <w:rsid w:val="363F0138"/>
    <w:rsid w:val="36403250"/>
    <w:rsid w:val="36437937"/>
    <w:rsid w:val="364427AE"/>
    <w:rsid w:val="36442DEA"/>
    <w:rsid w:val="364C051D"/>
    <w:rsid w:val="365641D3"/>
    <w:rsid w:val="36564227"/>
    <w:rsid w:val="365B3FE0"/>
    <w:rsid w:val="365C5190"/>
    <w:rsid w:val="365D6A3D"/>
    <w:rsid w:val="36660DE4"/>
    <w:rsid w:val="366B00E1"/>
    <w:rsid w:val="366B0470"/>
    <w:rsid w:val="366D3950"/>
    <w:rsid w:val="36753475"/>
    <w:rsid w:val="367B51A8"/>
    <w:rsid w:val="367D65B7"/>
    <w:rsid w:val="36817478"/>
    <w:rsid w:val="3684230E"/>
    <w:rsid w:val="3690099B"/>
    <w:rsid w:val="36947496"/>
    <w:rsid w:val="369838EF"/>
    <w:rsid w:val="369A3E9C"/>
    <w:rsid w:val="36A274D0"/>
    <w:rsid w:val="36A35C5F"/>
    <w:rsid w:val="36AF219E"/>
    <w:rsid w:val="36B35286"/>
    <w:rsid w:val="36B60211"/>
    <w:rsid w:val="36B95D83"/>
    <w:rsid w:val="36C34064"/>
    <w:rsid w:val="36C40C80"/>
    <w:rsid w:val="36C934BF"/>
    <w:rsid w:val="36CC6098"/>
    <w:rsid w:val="36CF03B2"/>
    <w:rsid w:val="36DB30C2"/>
    <w:rsid w:val="36DBA5F7"/>
    <w:rsid w:val="36DC3165"/>
    <w:rsid w:val="36DF68B0"/>
    <w:rsid w:val="36E13E21"/>
    <w:rsid w:val="36E54479"/>
    <w:rsid w:val="36EA2669"/>
    <w:rsid w:val="36EC7B03"/>
    <w:rsid w:val="36ED18C7"/>
    <w:rsid w:val="36F1321B"/>
    <w:rsid w:val="36F16C38"/>
    <w:rsid w:val="36F207E2"/>
    <w:rsid w:val="36F31BE6"/>
    <w:rsid w:val="36F54629"/>
    <w:rsid w:val="36F72D2D"/>
    <w:rsid w:val="36F86858"/>
    <w:rsid w:val="36FA099A"/>
    <w:rsid w:val="36FD3EBD"/>
    <w:rsid w:val="3701046C"/>
    <w:rsid w:val="370720FD"/>
    <w:rsid w:val="37080A51"/>
    <w:rsid w:val="3708126E"/>
    <w:rsid w:val="370A156B"/>
    <w:rsid w:val="371075DE"/>
    <w:rsid w:val="371C311D"/>
    <w:rsid w:val="37225A09"/>
    <w:rsid w:val="37270EEB"/>
    <w:rsid w:val="37284CED"/>
    <w:rsid w:val="37294E88"/>
    <w:rsid w:val="37305D47"/>
    <w:rsid w:val="37337890"/>
    <w:rsid w:val="37395355"/>
    <w:rsid w:val="374371DC"/>
    <w:rsid w:val="374B6987"/>
    <w:rsid w:val="374D61E1"/>
    <w:rsid w:val="374F48D8"/>
    <w:rsid w:val="3756671B"/>
    <w:rsid w:val="3764771C"/>
    <w:rsid w:val="37687C84"/>
    <w:rsid w:val="37701EED"/>
    <w:rsid w:val="3771497D"/>
    <w:rsid w:val="37726289"/>
    <w:rsid w:val="37733E28"/>
    <w:rsid w:val="377A2157"/>
    <w:rsid w:val="377B4832"/>
    <w:rsid w:val="377B724F"/>
    <w:rsid w:val="377DFC5B"/>
    <w:rsid w:val="377E22FF"/>
    <w:rsid w:val="377E6CE0"/>
    <w:rsid w:val="377F669A"/>
    <w:rsid w:val="378176BD"/>
    <w:rsid w:val="37847E28"/>
    <w:rsid w:val="3792781B"/>
    <w:rsid w:val="3796278F"/>
    <w:rsid w:val="37975BD5"/>
    <w:rsid w:val="379F084A"/>
    <w:rsid w:val="37A0632A"/>
    <w:rsid w:val="37A06BE4"/>
    <w:rsid w:val="37A469F4"/>
    <w:rsid w:val="37A8609D"/>
    <w:rsid w:val="37A90673"/>
    <w:rsid w:val="37AD20C5"/>
    <w:rsid w:val="37AE741C"/>
    <w:rsid w:val="37B50F2A"/>
    <w:rsid w:val="37BE12E0"/>
    <w:rsid w:val="37C22735"/>
    <w:rsid w:val="37C556B9"/>
    <w:rsid w:val="37CC55EA"/>
    <w:rsid w:val="37CD15C4"/>
    <w:rsid w:val="37D248CF"/>
    <w:rsid w:val="37D54DA5"/>
    <w:rsid w:val="37D9126A"/>
    <w:rsid w:val="37DA35E2"/>
    <w:rsid w:val="37E5262D"/>
    <w:rsid w:val="37E64902"/>
    <w:rsid w:val="37E961A0"/>
    <w:rsid w:val="37EC9D7C"/>
    <w:rsid w:val="37ED0788"/>
    <w:rsid w:val="37EE5D02"/>
    <w:rsid w:val="37F13829"/>
    <w:rsid w:val="37F164C5"/>
    <w:rsid w:val="37F209FB"/>
    <w:rsid w:val="37F838E6"/>
    <w:rsid w:val="37F92088"/>
    <w:rsid w:val="37FB62CB"/>
    <w:rsid w:val="37FC6C82"/>
    <w:rsid w:val="37FD0055"/>
    <w:rsid w:val="37FF2070"/>
    <w:rsid w:val="38007521"/>
    <w:rsid w:val="38051B85"/>
    <w:rsid w:val="38113DCD"/>
    <w:rsid w:val="38170F9A"/>
    <w:rsid w:val="381C20D2"/>
    <w:rsid w:val="381F6FCA"/>
    <w:rsid w:val="38244A9D"/>
    <w:rsid w:val="382A59F7"/>
    <w:rsid w:val="382C30F7"/>
    <w:rsid w:val="382D6271"/>
    <w:rsid w:val="38302334"/>
    <w:rsid w:val="38356361"/>
    <w:rsid w:val="3847123D"/>
    <w:rsid w:val="38486060"/>
    <w:rsid w:val="3848736B"/>
    <w:rsid w:val="38487D91"/>
    <w:rsid w:val="38516040"/>
    <w:rsid w:val="38570BEC"/>
    <w:rsid w:val="385D7613"/>
    <w:rsid w:val="3862042D"/>
    <w:rsid w:val="38635D93"/>
    <w:rsid w:val="3864515D"/>
    <w:rsid w:val="386658BB"/>
    <w:rsid w:val="38675606"/>
    <w:rsid w:val="38695173"/>
    <w:rsid w:val="386A30CD"/>
    <w:rsid w:val="386C3A5D"/>
    <w:rsid w:val="386F30B5"/>
    <w:rsid w:val="38750DEE"/>
    <w:rsid w:val="387A305F"/>
    <w:rsid w:val="387B5D5F"/>
    <w:rsid w:val="38820E39"/>
    <w:rsid w:val="388609C9"/>
    <w:rsid w:val="38865149"/>
    <w:rsid w:val="388B34C3"/>
    <w:rsid w:val="388B4BC6"/>
    <w:rsid w:val="388D07FD"/>
    <w:rsid w:val="388E1C5B"/>
    <w:rsid w:val="388E6BE7"/>
    <w:rsid w:val="389057AB"/>
    <w:rsid w:val="389371AB"/>
    <w:rsid w:val="3894435E"/>
    <w:rsid w:val="38945B1B"/>
    <w:rsid w:val="389549A7"/>
    <w:rsid w:val="389C5E23"/>
    <w:rsid w:val="389C7A8A"/>
    <w:rsid w:val="38A27019"/>
    <w:rsid w:val="38A42F14"/>
    <w:rsid w:val="38A560C6"/>
    <w:rsid w:val="38AC1389"/>
    <w:rsid w:val="38AE533E"/>
    <w:rsid w:val="38AF0DB2"/>
    <w:rsid w:val="38B51185"/>
    <w:rsid w:val="38BB7B3D"/>
    <w:rsid w:val="38C22A7A"/>
    <w:rsid w:val="38C22F83"/>
    <w:rsid w:val="38C42E95"/>
    <w:rsid w:val="38C50E1B"/>
    <w:rsid w:val="38C53C3F"/>
    <w:rsid w:val="38C574E5"/>
    <w:rsid w:val="38C62B8C"/>
    <w:rsid w:val="38CC4125"/>
    <w:rsid w:val="38CE5EBB"/>
    <w:rsid w:val="38D01646"/>
    <w:rsid w:val="38D143CA"/>
    <w:rsid w:val="38D53752"/>
    <w:rsid w:val="38D57089"/>
    <w:rsid w:val="38E310F4"/>
    <w:rsid w:val="38E67291"/>
    <w:rsid w:val="38E96A8F"/>
    <w:rsid w:val="38EA74F5"/>
    <w:rsid w:val="38EC5D2B"/>
    <w:rsid w:val="38ED4BA4"/>
    <w:rsid w:val="38EF5BB0"/>
    <w:rsid w:val="38F70CDD"/>
    <w:rsid w:val="38F8522F"/>
    <w:rsid w:val="38F90D73"/>
    <w:rsid w:val="38FC6924"/>
    <w:rsid w:val="38FE7A29"/>
    <w:rsid w:val="39047792"/>
    <w:rsid w:val="3909082B"/>
    <w:rsid w:val="39111F46"/>
    <w:rsid w:val="39186D3D"/>
    <w:rsid w:val="391B682D"/>
    <w:rsid w:val="391E1E7A"/>
    <w:rsid w:val="391E5020"/>
    <w:rsid w:val="39202597"/>
    <w:rsid w:val="39220B2D"/>
    <w:rsid w:val="392315DC"/>
    <w:rsid w:val="39265191"/>
    <w:rsid w:val="39273B57"/>
    <w:rsid w:val="392E7F1B"/>
    <w:rsid w:val="39314D5C"/>
    <w:rsid w:val="393313DB"/>
    <w:rsid w:val="39331DC9"/>
    <w:rsid w:val="3934784D"/>
    <w:rsid w:val="39395B5D"/>
    <w:rsid w:val="393A33E1"/>
    <w:rsid w:val="393F068E"/>
    <w:rsid w:val="394518A1"/>
    <w:rsid w:val="394635C9"/>
    <w:rsid w:val="39485F42"/>
    <w:rsid w:val="394C571C"/>
    <w:rsid w:val="39530B4C"/>
    <w:rsid w:val="39545804"/>
    <w:rsid w:val="39557F91"/>
    <w:rsid w:val="395646FD"/>
    <w:rsid w:val="39567866"/>
    <w:rsid w:val="39581830"/>
    <w:rsid w:val="39585802"/>
    <w:rsid w:val="395D79A2"/>
    <w:rsid w:val="395E62AF"/>
    <w:rsid w:val="39625964"/>
    <w:rsid w:val="3962620A"/>
    <w:rsid w:val="39677287"/>
    <w:rsid w:val="396A1730"/>
    <w:rsid w:val="396D30E8"/>
    <w:rsid w:val="396E14A8"/>
    <w:rsid w:val="396E38FD"/>
    <w:rsid w:val="396F358A"/>
    <w:rsid w:val="39703473"/>
    <w:rsid w:val="3970409B"/>
    <w:rsid w:val="39722231"/>
    <w:rsid w:val="3974221C"/>
    <w:rsid w:val="39742E42"/>
    <w:rsid w:val="39767931"/>
    <w:rsid w:val="397926E2"/>
    <w:rsid w:val="397A6442"/>
    <w:rsid w:val="39833146"/>
    <w:rsid w:val="39853074"/>
    <w:rsid w:val="398F6412"/>
    <w:rsid w:val="39916A42"/>
    <w:rsid w:val="39916B39"/>
    <w:rsid w:val="39926D4C"/>
    <w:rsid w:val="39930ABA"/>
    <w:rsid w:val="39946C63"/>
    <w:rsid w:val="399774B1"/>
    <w:rsid w:val="3999436F"/>
    <w:rsid w:val="399D5494"/>
    <w:rsid w:val="39A042B4"/>
    <w:rsid w:val="39A2575B"/>
    <w:rsid w:val="39A648BF"/>
    <w:rsid w:val="39AD1B7B"/>
    <w:rsid w:val="39B42C01"/>
    <w:rsid w:val="39B73CA5"/>
    <w:rsid w:val="39BD5784"/>
    <w:rsid w:val="39BE2BAF"/>
    <w:rsid w:val="39C437B6"/>
    <w:rsid w:val="39C655B2"/>
    <w:rsid w:val="39C94A8C"/>
    <w:rsid w:val="39CC569E"/>
    <w:rsid w:val="39D116CC"/>
    <w:rsid w:val="39D13674"/>
    <w:rsid w:val="39D156A8"/>
    <w:rsid w:val="39D452F7"/>
    <w:rsid w:val="39D73141"/>
    <w:rsid w:val="39D76500"/>
    <w:rsid w:val="39DB134E"/>
    <w:rsid w:val="39DC4414"/>
    <w:rsid w:val="39E06203"/>
    <w:rsid w:val="39E3734B"/>
    <w:rsid w:val="39E57F69"/>
    <w:rsid w:val="39E6473D"/>
    <w:rsid w:val="39E977F1"/>
    <w:rsid w:val="39EA3B10"/>
    <w:rsid w:val="39EC685A"/>
    <w:rsid w:val="39F07CBA"/>
    <w:rsid w:val="39F13E02"/>
    <w:rsid w:val="39F768E2"/>
    <w:rsid w:val="39F93D33"/>
    <w:rsid w:val="39FB120D"/>
    <w:rsid w:val="39FB47F6"/>
    <w:rsid w:val="39FD0332"/>
    <w:rsid w:val="39FE28A6"/>
    <w:rsid w:val="3A015A23"/>
    <w:rsid w:val="3A024755"/>
    <w:rsid w:val="3A042287"/>
    <w:rsid w:val="3A053765"/>
    <w:rsid w:val="3A086DB2"/>
    <w:rsid w:val="3A112F37"/>
    <w:rsid w:val="3A127C30"/>
    <w:rsid w:val="3A14188C"/>
    <w:rsid w:val="3A146092"/>
    <w:rsid w:val="3A1B0C17"/>
    <w:rsid w:val="3A256B58"/>
    <w:rsid w:val="3A257840"/>
    <w:rsid w:val="3A2C542F"/>
    <w:rsid w:val="3A2C6762"/>
    <w:rsid w:val="3A2E7E08"/>
    <w:rsid w:val="3A3C47AB"/>
    <w:rsid w:val="3A3C5B43"/>
    <w:rsid w:val="3A3F48AF"/>
    <w:rsid w:val="3A401076"/>
    <w:rsid w:val="3A4538EE"/>
    <w:rsid w:val="3A467398"/>
    <w:rsid w:val="3A485126"/>
    <w:rsid w:val="3A4A2C1B"/>
    <w:rsid w:val="3A4D4E70"/>
    <w:rsid w:val="3A4E0B4E"/>
    <w:rsid w:val="3A54254B"/>
    <w:rsid w:val="3A574FFA"/>
    <w:rsid w:val="3A593193"/>
    <w:rsid w:val="3A5A79DC"/>
    <w:rsid w:val="3A5F5687"/>
    <w:rsid w:val="3A5F5DF9"/>
    <w:rsid w:val="3A650419"/>
    <w:rsid w:val="3A66452D"/>
    <w:rsid w:val="3A682D17"/>
    <w:rsid w:val="3A694747"/>
    <w:rsid w:val="3A6A6B84"/>
    <w:rsid w:val="3A6C5F89"/>
    <w:rsid w:val="3A7D0013"/>
    <w:rsid w:val="3A7F5CFD"/>
    <w:rsid w:val="3A817ABE"/>
    <w:rsid w:val="3A860092"/>
    <w:rsid w:val="3A8723CC"/>
    <w:rsid w:val="3A8958CC"/>
    <w:rsid w:val="3A8B03E0"/>
    <w:rsid w:val="3A97148E"/>
    <w:rsid w:val="3A9D3D7D"/>
    <w:rsid w:val="3A9F47FA"/>
    <w:rsid w:val="3AA32908"/>
    <w:rsid w:val="3AA45225"/>
    <w:rsid w:val="3AAC1869"/>
    <w:rsid w:val="3AAE7735"/>
    <w:rsid w:val="3AAF3534"/>
    <w:rsid w:val="3AAF5983"/>
    <w:rsid w:val="3AB44AAE"/>
    <w:rsid w:val="3AB66666"/>
    <w:rsid w:val="3AB95030"/>
    <w:rsid w:val="3AC32ADB"/>
    <w:rsid w:val="3AC47659"/>
    <w:rsid w:val="3AC578F4"/>
    <w:rsid w:val="3ACC6E20"/>
    <w:rsid w:val="3ACE66B7"/>
    <w:rsid w:val="3AD00BED"/>
    <w:rsid w:val="3AD20ED5"/>
    <w:rsid w:val="3AD259E9"/>
    <w:rsid w:val="3AD74FBF"/>
    <w:rsid w:val="3AD96BEB"/>
    <w:rsid w:val="3ADE29C8"/>
    <w:rsid w:val="3AEB6229"/>
    <w:rsid w:val="3AEE62B9"/>
    <w:rsid w:val="3AEF6CA4"/>
    <w:rsid w:val="3AF116DD"/>
    <w:rsid w:val="3AF20A25"/>
    <w:rsid w:val="3AF30E33"/>
    <w:rsid w:val="3AF42A73"/>
    <w:rsid w:val="3AF77423"/>
    <w:rsid w:val="3AF91266"/>
    <w:rsid w:val="3AFE1CFA"/>
    <w:rsid w:val="3B0076A7"/>
    <w:rsid w:val="3B0139AC"/>
    <w:rsid w:val="3B075A1A"/>
    <w:rsid w:val="3B0B221E"/>
    <w:rsid w:val="3B1230CC"/>
    <w:rsid w:val="3B134E47"/>
    <w:rsid w:val="3B1444F9"/>
    <w:rsid w:val="3B1768A8"/>
    <w:rsid w:val="3B204ACB"/>
    <w:rsid w:val="3B222439"/>
    <w:rsid w:val="3B232CEB"/>
    <w:rsid w:val="3B2465A3"/>
    <w:rsid w:val="3B2C0F82"/>
    <w:rsid w:val="3B2C2BFF"/>
    <w:rsid w:val="3B302664"/>
    <w:rsid w:val="3B382CCB"/>
    <w:rsid w:val="3B3A63F6"/>
    <w:rsid w:val="3B3D263E"/>
    <w:rsid w:val="3B3DE6E2"/>
    <w:rsid w:val="3B403560"/>
    <w:rsid w:val="3B417130"/>
    <w:rsid w:val="3B440F74"/>
    <w:rsid w:val="3B461F29"/>
    <w:rsid w:val="3B482251"/>
    <w:rsid w:val="3B4B2081"/>
    <w:rsid w:val="3B534D46"/>
    <w:rsid w:val="3B551348"/>
    <w:rsid w:val="3B56540E"/>
    <w:rsid w:val="3B5FE4AC"/>
    <w:rsid w:val="3B63592A"/>
    <w:rsid w:val="3B6873F5"/>
    <w:rsid w:val="3B695893"/>
    <w:rsid w:val="3B6E33AC"/>
    <w:rsid w:val="3B6F4C0F"/>
    <w:rsid w:val="3B7009EA"/>
    <w:rsid w:val="3B703164"/>
    <w:rsid w:val="3B711EAF"/>
    <w:rsid w:val="3B722AC3"/>
    <w:rsid w:val="3B722BC1"/>
    <w:rsid w:val="3B747EAB"/>
    <w:rsid w:val="3B789101"/>
    <w:rsid w:val="3B876117"/>
    <w:rsid w:val="3B8839EB"/>
    <w:rsid w:val="3B891B32"/>
    <w:rsid w:val="3B8F0BFF"/>
    <w:rsid w:val="3B8F1418"/>
    <w:rsid w:val="3B917F63"/>
    <w:rsid w:val="3B966B77"/>
    <w:rsid w:val="3B980958"/>
    <w:rsid w:val="3B9B1ECA"/>
    <w:rsid w:val="3B9D352A"/>
    <w:rsid w:val="3B9F5167"/>
    <w:rsid w:val="3BA6285D"/>
    <w:rsid w:val="3BAA5C47"/>
    <w:rsid w:val="3BAD2FC8"/>
    <w:rsid w:val="3BAD7F22"/>
    <w:rsid w:val="3BAE2D6C"/>
    <w:rsid w:val="3BB7A6BD"/>
    <w:rsid w:val="3BBA6278"/>
    <w:rsid w:val="3BBB0AA4"/>
    <w:rsid w:val="3BBB4765"/>
    <w:rsid w:val="3BD16994"/>
    <w:rsid w:val="3BD432EC"/>
    <w:rsid w:val="3BD66A3C"/>
    <w:rsid w:val="3BDA1171"/>
    <w:rsid w:val="3BE23209"/>
    <w:rsid w:val="3BE24323"/>
    <w:rsid w:val="3BE44E51"/>
    <w:rsid w:val="3BE72F98"/>
    <w:rsid w:val="3BE918DB"/>
    <w:rsid w:val="3BE92C13"/>
    <w:rsid w:val="3BEB24E7"/>
    <w:rsid w:val="3BF21AC7"/>
    <w:rsid w:val="3BF45CB9"/>
    <w:rsid w:val="3BFA097C"/>
    <w:rsid w:val="3BFEC4DF"/>
    <w:rsid w:val="3C0125B6"/>
    <w:rsid w:val="3C027831"/>
    <w:rsid w:val="3C04353D"/>
    <w:rsid w:val="3C063A49"/>
    <w:rsid w:val="3C12018D"/>
    <w:rsid w:val="3C1A6441"/>
    <w:rsid w:val="3C1F7BA5"/>
    <w:rsid w:val="3C20105B"/>
    <w:rsid w:val="3C2021D6"/>
    <w:rsid w:val="3C202D12"/>
    <w:rsid w:val="3C207F1D"/>
    <w:rsid w:val="3C221DB7"/>
    <w:rsid w:val="3C250366"/>
    <w:rsid w:val="3C2718DE"/>
    <w:rsid w:val="3C281170"/>
    <w:rsid w:val="3C2C00D1"/>
    <w:rsid w:val="3C2F5724"/>
    <w:rsid w:val="3C3731B5"/>
    <w:rsid w:val="3C3A3A58"/>
    <w:rsid w:val="3C3C4065"/>
    <w:rsid w:val="3C402C0E"/>
    <w:rsid w:val="3C4512B4"/>
    <w:rsid w:val="3C4646B1"/>
    <w:rsid w:val="3C4712EB"/>
    <w:rsid w:val="3C4E4F80"/>
    <w:rsid w:val="3C596021"/>
    <w:rsid w:val="3C5A141B"/>
    <w:rsid w:val="3C5D6B41"/>
    <w:rsid w:val="3C5F2B05"/>
    <w:rsid w:val="3C601826"/>
    <w:rsid w:val="3C622C04"/>
    <w:rsid w:val="3C632D75"/>
    <w:rsid w:val="3C6A2B33"/>
    <w:rsid w:val="3C6B3190"/>
    <w:rsid w:val="3C6B3628"/>
    <w:rsid w:val="3C6E514D"/>
    <w:rsid w:val="3C720E5A"/>
    <w:rsid w:val="3C7616A7"/>
    <w:rsid w:val="3C7700FE"/>
    <w:rsid w:val="3C811435"/>
    <w:rsid w:val="3C8C26C0"/>
    <w:rsid w:val="3C915727"/>
    <w:rsid w:val="3C930D4D"/>
    <w:rsid w:val="3C97441D"/>
    <w:rsid w:val="3C994878"/>
    <w:rsid w:val="3C9B4D2B"/>
    <w:rsid w:val="3C9B5738"/>
    <w:rsid w:val="3CA11BD6"/>
    <w:rsid w:val="3CA1292B"/>
    <w:rsid w:val="3CA3181C"/>
    <w:rsid w:val="3CA62D57"/>
    <w:rsid w:val="3CA847B2"/>
    <w:rsid w:val="3CB03030"/>
    <w:rsid w:val="3CB05BCE"/>
    <w:rsid w:val="3CB13325"/>
    <w:rsid w:val="3CB2445C"/>
    <w:rsid w:val="3CB2475A"/>
    <w:rsid w:val="3CB35EB9"/>
    <w:rsid w:val="3CB77AB8"/>
    <w:rsid w:val="3CBB23C8"/>
    <w:rsid w:val="3CC5147F"/>
    <w:rsid w:val="3CC72E53"/>
    <w:rsid w:val="3CC72F54"/>
    <w:rsid w:val="3CCA47F2"/>
    <w:rsid w:val="3CCB2319"/>
    <w:rsid w:val="3CCB70F6"/>
    <w:rsid w:val="3CCE79A3"/>
    <w:rsid w:val="3CCF015C"/>
    <w:rsid w:val="3CD22B2F"/>
    <w:rsid w:val="3CD434CE"/>
    <w:rsid w:val="3CD76F0F"/>
    <w:rsid w:val="3CDA043F"/>
    <w:rsid w:val="3CE526A6"/>
    <w:rsid w:val="3CE87472"/>
    <w:rsid w:val="3CEE45C2"/>
    <w:rsid w:val="3CF226A6"/>
    <w:rsid w:val="3CF432D8"/>
    <w:rsid w:val="3CF61143"/>
    <w:rsid w:val="3CF70E47"/>
    <w:rsid w:val="3CF9582A"/>
    <w:rsid w:val="3CFF372A"/>
    <w:rsid w:val="3D001FC2"/>
    <w:rsid w:val="3D0504A4"/>
    <w:rsid w:val="3D0928CD"/>
    <w:rsid w:val="3D1830AC"/>
    <w:rsid w:val="3D1A7E5A"/>
    <w:rsid w:val="3D205CF7"/>
    <w:rsid w:val="3D233F03"/>
    <w:rsid w:val="3D263A1C"/>
    <w:rsid w:val="3D293E61"/>
    <w:rsid w:val="3D334A96"/>
    <w:rsid w:val="3D363848"/>
    <w:rsid w:val="3D422F80"/>
    <w:rsid w:val="3D456DEB"/>
    <w:rsid w:val="3D461803"/>
    <w:rsid w:val="3D483A1E"/>
    <w:rsid w:val="3D4F4CF8"/>
    <w:rsid w:val="3D4F4FC2"/>
    <w:rsid w:val="3D4F6AA6"/>
    <w:rsid w:val="3D576E87"/>
    <w:rsid w:val="3D590D97"/>
    <w:rsid w:val="3D5A7047"/>
    <w:rsid w:val="3D5F39C6"/>
    <w:rsid w:val="3D5FAA51"/>
    <w:rsid w:val="3D6043A6"/>
    <w:rsid w:val="3D6A2BB5"/>
    <w:rsid w:val="3D742803"/>
    <w:rsid w:val="3D7460F2"/>
    <w:rsid w:val="3D765A57"/>
    <w:rsid w:val="3D7926A7"/>
    <w:rsid w:val="3D7B1495"/>
    <w:rsid w:val="3D7B3CC0"/>
    <w:rsid w:val="3D7FC1C4"/>
    <w:rsid w:val="3D865E5D"/>
    <w:rsid w:val="3D8934E6"/>
    <w:rsid w:val="3D9E1556"/>
    <w:rsid w:val="3D9E79FA"/>
    <w:rsid w:val="3D9F6A4B"/>
    <w:rsid w:val="3DA06D12"/>
    <w:rsid w:val="3DA36ADA"/>
    <w:rsid w:val="3DA466CD"/>
    <w:rsid w:val="3DAE4D71"/>
    <w:rsid w:val="3DB642C9"/>
    <w:rsid w:val="3DBCB2C6"/>
    <w:rsid w:val="3DBD7EB3"/>
    <w:rsid w:val="3DBE3B60"/>
    <w:rsid w:val="3DC2083F"/>
    <w:rsid w:val="3DCF10CC"/>
    <w:rsid w:val="3DCF574B"/>
    <w:rsid w:val="3DD538C5"/>
    <w:rsid w:val="3DD84B39"/>
    <w:rsid w:val="3DDA6336"/>
    <w:rsid w:val="3DDD5F17"/>
    <w:rsid w:val="3DDD7624"/>
    <w:rsid w:val="3DDF3D49"/>
    <w:rsid w:val="3DDFD622"/>
    <w:rsid w:val="3DE70CF0"/>
    <w:rsid w:val="3DED0176"/>
    <w:rsid w:val="3DED561A"/>
    <w:rsid w:val="3DF2361E"/>
    <w:rsid w:val="3DF2427D"/>
    <w:rsid w:val="3DF86B77"/>
    <w:rsid w:val="3DFAF452"/>
    <w:rsid w:val="3DFB0621"/>
    <w:rsid w:val="3DFB8CFD"/>
    <w:rsid w:val="3DFF51F1"/>
    <w:rsid w:val="3E012496"/>
    <w:rsid w:val="3E0470A4"/>
    <w:rsid w:val="3E0513D4"/>
    <w:rsid w:val="3E09505A"/>
    <w:rsid w:val="3E0F51FE"/>
    <w:rsid w:val="3E103B71"/>
    <w:rsid w:val="3E111D02"/>
    <w:rsid w:val="3E130445"/>
    <w:rsid w:val="3E133DE4"/>
    <w:rsid w:val="3E1379AA"/>
    <w:rsid w:val="3E151A9D"/>
    <w:rsid w:val="3E174D3E"/>
    <w:rsid w:val="3E195C32"/>
    <w:rsid w:val="3E1B4BD5"/>
    <w:rsid w:val="3E1F7917"/>
    <w:rsid w:val="3E222007"/>
    <w:rsid w:val="3E23065E"/>
    <w:rsid w:val="3E2516EE"/>
    <w:rsid w:val="3E2C4E8B"/>
    <w:rsid w:val="3E3123B7"/>
    <w:rsid w:val="3E3B013D"/>
    <w:rsid w:val="3E3D1E9D"/>
    <w:rsid w:val="3E3E0345"/>
    <w:rsid w:val="3E462504"/>
    <w:rsid w:val="3E466F5A"/>
    <w:rsid w:val="3E4E3201"/>
    <w:rsid w:val="3E4E3A49"/>
    <w:rsid w:val="3E506F79"/>
    <w:rsid w:val="3E515911"/>
    <w:rsid w:val="3E550C3C"/>
    <w:rsid w:val="3E574DF7"/>
    <w:rsid w:val="3E5A167E"/>
    <w:rsid w:val="3E5B21D4"/>
    <w:rsid w:val="3E5E5728"/>
    <w:rsid w:val="3E603B15"/>
    <w:rsid w:val="3E6057BA"/>
    <w:rsid w:val="3E614331"/>
    <w:rsid w:val="3E621388"/>
    <w:rsid w:val="3E694243"/>
    <w:rsid w:val="3E69742C"/>
    <w:rsid w:val="3E6F6CEA"/>
    <w:rsid w:val="3E7C38CA"/>
    <w:rsid w:val="3E7E6ED8"/>
    <w:rsid w:val="3E7F29C9"/>
    <w:rsid w:val="3E825A1D"/>
    <w:rsid w:val="3E83007F"/>
    <w:rsid w:val="3E833A95"/>
    <w:rsid w:val="3E887F10"/>
    <w:rsid w:val="3E8A3DD1"/>
    <w:rsid w:val="3E8B4824"/>
    <w:rsid w:val="3E8C42FB"/>
    <w:rsid w:val="3E8E15BD"/>
    <w:rsid w:val="3E95119F"/>
    <w:rsid w:val="3E97386D"/>
    <w:rsid w:val="3E99539F"/>
    <w:rsid w:val="3E9B7437"/>
    <w:rsid w:val="3E9C2616"/>
    <w:rsid w:val="3EA30980"/>
    <w:rsid w:val="3EAC0EE7"/>
    <w:rsid w:val="3EAC7849"/>
    <w:rsid w:val="3ECA753E"/>
    <w:rsid w:val="3ECB6600"/>
    <w:rsid w:val="3EDF51D9"/>
    <w:rsid w:val="3EE36422"/>
    <w:rsid w:val="3EE80F60"/>
    <w:rsid w:val="3EEC0BB0"/>
    <w:rsid w:val="3EEF3C95"/>
    <w:rsid w:val="3EF23F61"/>
    <w:rsid w:val="3EF67AFA"/>
    <w:rsid w:val="3EF99359"/>
    <w:rsid w:val="3EFA4223"/>
    <w:rsid w:val="3EFFA490"/>
    <w:rsid w:val="3F00207E"/>
    <w:rsid w:val="3F066F6C"/>
    <w:rsid w:val="3F072C67"/>
    <w:rsid w:val="3F080EEF"/>
    <w:rsid w:val="3F0C7A52"/>
    <w:rsid w:val="3F12154D"/>
    <w:rsid w:val="3F1333CA"/>
    <w:rsid w:val="3F1428EF"/>
    <w:rsid w:val="3F1C5704"/>
    <w:rsid w:val="3F20651D"/>
    <w:rsid w:val="3F220DF3"/>
    <w:rsid w:val="3F225A91"/>
    <w:rsid w:val="3F240F41"/>
    <w:rsid w:val="3F2511DB"/>
    <w:rsid w:val="3F2B5DC1"/>
    <w:rsid w:val="3F2EE077"/>
    <w:rsid w:val="3F394678"/>
    <w:rsid w:val="3F3E5024"/>
    <w:rsid w:val="3F462ACE"/>
    <w:rsid w:val="3F480B14"/>
    <w:rsid w:val="3F4A1C1A"/>
    <w:rsid w:val="3F4A3463"/>
    <w:rsid w:val="3F4B1EB0"/>
    <w:rsid w:val="3F518E4D"/>
    <w:rsid w:val="3F52210B"/>
    <w:rsid w:val="3F593468"/>
    <w:rsid w:val="3F5C47DE"/>
    <w:rsid w:val="3F5F18F6"/>
    <w:rsid w:val="3F614F86"/>
    <w:rsid w:val="3F6A6A32"/>
    <w:rsid w:val="3F6C9ADD"/>
    <w:rsid w:val="3F6E29F3"/>
    <w:rsid w:val="3F6E6F86"/>
    <w:rsid w:val="3F6F0E61"/>
    <w:rsid w:val="3F753234"/>
    <w:rsid w:val="3F75404B"/>
    <w:rsid w:val="3F776D48"/>
    <w:rsid w:val="3F792639"/>
    <w:rsid w:val="3F795460"/>
    <w:rsid w:val="3F7B47DC"/>
    <w:rsid w:val="3F7C4052"/>
    <w:rsid w:val="3F7F306D"/>
    <w:rsid w:val="3F7F6774"/>
    <w:rsid w:val="3F822E26"/>
    <w:rsid w:val="3F82417E"/>
    <w:rsid w:val="3F85551E"/>
    <w:rsid w:val="3F8C3DC6"/>
    <w:rsid w:val="3F8D1C98"/>
    <w:rsid w:val="3F8D4E8F"/>
    <w:rsid w:val="3F90299C"/>
    <w:rsid w:val="3F9472D0"/>
    <w:rsid w:val="3F952EBF"/>
    <w:rsid w:val="3F9B58F5"/>
    <w:rsid w:val="3F9B632A"/>
    <w:rsid w:val="3F9F6B6E"/>
    <w:rsid w:val="3FA11C84"/>
    <w:rsid w:val="3FA32FEF"/>
    <w:rsid w:val="3FA339EC"/>
    <w:rsid w:val="3FAB007D"/>
    <w:rsid w:val="3FAB1DD0"/>
    <w:rsid w:val="3FAC004F"/>
    <w:rsid w:val="3FAF18A2"/>
    <w:rsid w:val="3FB13890"/>
    <w:rsid w:val="3FB26486"/>
    <w:rsid w:val="3FB2774B"/>
    <w:rsid w:val="3FB65D8F"/>
    <w:rsid w:val="3FB672B0"/>
    <w:rsid w:val="3FBA33D2"/>
    <w:rsid w:val="3FBA62FF"/>
    <w:rsid w:val="3FBB14A7"/>
    <w:rsid w:val="3FBF632B"/>
    <w:rsid w:val="3FBFA6CC"/>
    <w:rsid w:val="3FC25DE3"/>
    <w:rsid w:val="3FC96F8B"/>
    <w:rsid w:val="3FCB4230"/>
    <w:rsid w:val="3FCE1E29"/>
    <w:rsid w:val="3FCF621E"/>
    <w:rsid w:val="3FD16751"/>
    <w:rsid w:val="3FD20335"/>
    <w:rsid w:val="3FDA4D4C"/>
    <w:rsid w:val="3FDBF4B5"/>
    <w:rsid w:val="3FDC6F21"/>
    <w:rsid w:val="3FDF6807"/>
    <w:rsid w:val="3FE577AB"/>
    <w:rsid w:val="3FE77469"/>
    <w:rsid w:val="3FE9DABE"/>
    <w:rsid w:val="3FEA51EF"/>
    <w:rsid w:val="3FEB5C4E"/>
    <w:rsid w:val="3FEE0115"/>
    <w:rsid w:val="3FEE0207"/>
    <w:rsid w:val="3FEF35F4"/>
    <w:rsid w:val="3FF00F68"/>
    <w:rsid w:val="3FF12EE7"/>
    <w:rsid w:val="3FF3A081"/>
    <w:rsid w:val="3FF565F2"/>
    <w:rsid w:val="3FF85E2F"/>
    <w:rsid w:val="3FF9008E"/>
    <w:rsid w:val="3FFB3809"/>
    <w:rsid w:val="3FFB5B9A"/>
    <w:rsid w:val="3FFD4A1C"/>
    <w:rsid w:val="3FFF016A"/>
    <w:rsid w:val="3FFF840D"/>
    <w:rsid w:val="3FFF8BB5"/>
    <w:rsid w:val="3FFFEB59"/>
    <w:rsid w:val="3FFFF751"/>
    <w:rsid w:val="4000052B"/>
    <w:rsid w:val="40010A7A"/>
    <w:rsid w:val="40015A05"/>
    <w:rsid w:val="400178FB"/>
    <w:rsid w:val="40035EA2"/>
    <w:rsid w:val="40040948"/>
    <w:rsid w:val="4004359F"/>
    <w:rsid w:val="40052DEB"/>
    <w:rsid w:val="40110ED3"/>
    <w:rsid w:val="4013025E"/>
    <w:rsid w:val="40145D4D"/>
    <w:rsid w:val="4018033A"/>
    <w:rsid w:val="401A3CFD"/>
    <w:rsid w:val="401B06F6"/>
    <w:rsid w:val="401E6806"/>
    <w:rsid w:val="40200F98"/>
    <w:rsid w:val="40227A61"/>
    <w:rsid w:val="40240D29"/>
    <w:rsid w:val="40277771"/>
    <w:rsid w:val="402D120E"/>
    <w:rsid w:val="402D7EA4"/>
    <w:rsid w:val="40307062"/>
    <w:rsid w:val="4031037D"/>
    <w:rsid w:val="4033784B"/>
    <w:rsid w:val="40360A8C"/>
    <w:rsid w:val="40365528"/>
    <w:rsid w:val="404209DC"/>
    <w:rsid w:val="40451F47"/>
    <w:rsid w:val="404E126B"/>
    <w:rsid w:val="404E3FD4"/>
    <w:rsid w:val="40530610"/>
    <w:rsid w:val="405638C9"/>
    <w:rsid w:val="405C2E0D"/>
    <w:rsid w:val="405E3BCE"/>
    <w:rsid w:val="40613B42"/>
    <w:rsid w:val="40617757"/>
    <w:rsid w:val="40671CEB"/>
    <w:rsid w:val="406805AA"/>
    <w:rsid w:val="40681391"/>
    <w:rsid w:val="40684D42"/>
    <w:rsid w:val="407311B2"/>
    <w:rsid w:val="40732276"/>
    <w:rsid w:val="407945AA"/>
    <w:rsid w:val="407A4406"/>
    <w:rsid w:val="4081115E"/>
    <w:rsid w:val="40815724"/>
    <w:rsid w:val="40856DCB"/>
    <w:rsid w:val="408726F5"/>
    <w:rsid w:val="408A5DD1"/>
    <w:rsid w:val="408B4214"/>
    <w:rsid w:val="40995E3F"/>
    <w:rsid w:val="409C74A2"/>
    <w:rsid w:val="40A13577"/>
    <w:rsid w:val="40A37B02"/>
    <w:rsid w:val="40A75318"/>
    <w:rsid w:val="40A852BA"/>
    <w:rsid w:val="40B34569"/>
    <w:rsid w:val="40B530C4"/>
    <w:rsid w:val="40B875A5"/>
    <w:rsid w:val="40BF3AE6"/>
    <w:rsid w:val="40CA0B35"/>
    <w:rsid w:val="40CC3062"/>
    <w:rsid w:val="40CC338D"/>
    <w:rsid w:val="40CE6C03"/>
    <w:rsid w:val="40D145E0"/>
    <w:rsid w:val="40D272B5"/>
    <w:rsid w:val="40D3483D"/>
    <w:rsid w:val="40D42EEE"/>
    <w:rsid w:val="40D87840"/>
    <w:rsid w:val="40DC5E0D"/>
    <w:rsid w:val="40DD41FE"/>
    <w:rsid w:val="40DF6769"/>
    <w:rsid w:val="40E02836"/>
    <w:rsid w:val="40E03BF1"/>
    <w:rsid w:val="40E2111D"/>
    <w:rsid w:val="40E36EDB"/>
    <w:rsid w:val="40E63554"/>
    <w:rsid w:val="40E869AF"/>
    <w:rsid w:val="40EE3199"/>
    <w:rsid w:val="40F448F3"/>
    <w:rsid w:val="40F62755"/>
    <w:rsid w:val="40F76F72"/>
    <w:rsid w:val="40FB141E"/>
    <w:rsid w:val="41036525"/>
    <w:rsid w:val="410557E2"/>
    <w:rsid w:val="410A39F4"/>
    <w:rsid w:val="411164A8"/>
    <w:rsid w:val="41150D84"/>
    <w:rsid w:val="411E480E"/>
    <w:rsid w:val="4120161B"/>
    <w:rsid w:val="4124281B"/>
    <w:rsid w:val="412A0FAC"/>
    <w:rsid w:val="412B79C2"/>
    <w:rsid w:val="412C4E06"/>
    <w:rsid w:val="412F78B9"/>
    <w:rsid w:val="41365EF3"/>
    <w:rsid w:val="413B172B"/>
    <w:rsid w:val="413C5AE4"/>
    <w:rsid w:val="41414597"/>
    <w:rsid w:val="41426200"/>
    <w:rsid w:val="41473A77"/>
    <w:rsid w:val="41474A70"/>
    <w:rsid w:val="414B25AB"/>
    <w:rsid w:val="41506FDC"/>
    <w:rsid w:val="41560456"/>
    <w:rsid w:val="415645AD"/>
    <w:rsid w:val="41583EAD"/>
    <w:rsid w:val="415B2A97"/>
    <w:rsid w:val="4160661D"/>
    <w:rsid w:val="41617F35"/>
    <w:rsid w:val="41642BD0"/>
    <w:rsid w:val="41654AEA"/>
    <w:rsid w:val="41675C05"/>
    <w:rsid w:val="41691794"/>
    <w:rsid w:val="416A3129"/>
    <w:rsid w:val="416B1A51"/>
    <w:rsid w:val="41716352"/>
    <w:rsid w:val="41740994"/>
    <w:rsid w:val="41745A58"/>
    <w:rsid w:val="417D3CE4"/>
    <w:rsid w:val="417D6744"/>
    <w:rsid w:val="418500EC"/>
    <w:rsid w:val="41883790"/>
    <w:rsid w:val="418952F5"/>
    <w:rsid w:val="418A5C27"/>
    <w:rsid w:val="419403C6"/>
    <w:rsid w:val="41994793"/>
    <w:rsid w:val="419B3FA0"/>
    <w:rsid w:val="419C4CBA"/>
    <w:rsid w:val="41A7102E"/>
    <w:rsid w:val="41A950EE"/>
    <w:rsid w:val="41AD7AFB"/>
    <w:rsid w:val="41B05615"/>
    <w:rsid w:val="41B058BA"/>
    <w:rsid w:val="41BC10EB"/>
    <w:rsid w:val="41BE2041"/>
    <w:rsid w:val="41BF092E"/>
    <w:rsid w:val="41C71E45"/>
    <w:rsid w:val="41C77372"/>
    <w:rsid w:val="41C84E02"/>
    <w:rsid w:val="41CB3CB2"/>
    <w:rsid w:val="41CE7D27"/>
    <w:rsid w:val="41D069E5"/>
    <w:rsid w:val="41D2031F"/>
    <w:rsid w:val="41D52430"/>
    <w:rsid w:val="41DC3B47"/>
    <w:rsid w:val="41DF99DD"/>
    <w:rsid w:val="41E210F4"/>
    <w:rsid w:val="41E31912"/>
    <w:rsid w:val="41E55D1A"/>
    <w:rsid w:val="41E82237"/>
    <w:rsid w:val="41EC2159"/>
    <w:rsid w:val="41F10B27"/>
    <w:rsid w:val="41F27AA4"/>
    <w:rsid w:val="41F75A94"/>
    <w:rsid w:val="41F92C7C"/>
    <w:rsid w:val="41FA1475"/>
    <w:rsid w:val="41FB571C"/>
    <w:rsid w:val="42030476"/>
    <w:rsid w:val="42037F40"/>
    <w:rsid w:val="420567D7"/>
    <w:rsid w:val="4207401E"/>
    <w:rsid w:val="420A3F3C"/>
    <w:rsid w:val="420B36A0"/>
    <w:rsid w:val="420C2416"/>
    <w:rsid w:val="420C7231"/>
    <w:rsid w:val="420D48DC"/>
    <w:rsid w:val="420E43CF"/>
    <w:rsid w:val="42111DAB"/>
    <w:rsid w:val="42173D77"/>
    <w:rsid w:val="4217415B"/>
    <w:rsid w:val="421E3544"/>
    <w:rsid w:val="422038CA"/>
    <w:rsid w:val="42210CDA"/>
    <w:rsid w:val="422C38D8"/>
    <w:rsid w:val="422D56D2"/>
    <w:rsid w:val="423A382A"/>
    <w:rsid w:val="423A67A7"/>
    <w:rsid w:val="423B63B7"/>
    <w:rsid w:val="423D55B3"/>
    <w:rsid w:val="423E646A"/>
    <w:rsid w:val="42403C67"/>
    <w:rsid w:val="4242750B"/>
    <w:rsid w:val="42447CD3"/>
    <w:rsid w:val="4247665C"/>
    <w:rsid w:val="424A6888"/>
    <w:rsid w:val="424D0A8A"/>
    <w:rsid w:val="4250135F"/>
    <w:rsid w:val="4256232E"/>
    <w:rsid w:val="42594324"/>
    <w:rsid w:val="425D44AA"/>
    <w:rsid w:val="425F5668"/>
    <w:rsid w:val="426748FD"/>
    <w:rsid w:val="426A308B"/>
    <w:rsid w:val="426F79B4"/>
    <w:rsid w:val="42770C3C"/>
    <w:rsid w:val="42787BA0"/>
    <w:rsid w:val="4279077A"/>
    <w:rsid w:val="427C033D"/>
    <w:rsid w:val="427D49C2"/>
    <w:rsid w:val="42802C31"/>
    <w:rsid w:val="428423FD"/>
    <w:rsid w:val="428F19FA"/>
    <w:rsid w:val="42911C9F"/>
    <w:rsid w:val="42995985"/>
    <w:rsid w:val="429A2E99"/>
    <w:rsid w:val="42A02E2F"/>
    <w:rsid w:val="42A25E78"/>
    <w:rsid w:val="42A31805"/>
    <w:rsid w:val="42A3607D"/>
    <w:rsid w:val="42A60991"/>
    <w:rsid w:val="42B10179"/>
    <w:rsid w:val="42B2779B"/>
    <w:rsid w:val="42B41F86"/>
    <w:rsid w:val="42B71814"/>
    <w:rsid w:val="42B87B57"/>
    <w:rsid w:val="42B97E06"/>
    <w:rsid w:val="42BE3AB3"/>
    <w:rsid w:val="42C156D8"/>
    <w:rsid w:val="42C43D5B"/>
    <w:rsid w:val="42C51607"/>
    <w:rsid w:val="42CA00A8"/>
    <w:rsid w:val="42CA41C3"/>
    <w:rsid w:val="42D45961"/>
    <w:rsid w:val="42D72133"/>
    <w:rsid w:val="42D72940"/>
    <w:rsid w:val="42D72B45"/>
    <w:rsid w:val="42DE0FF8"/>
    <w:rsid w:val="42DE7B3A"/>
    <w:rsid w:val="42E16FBC"/>
    <w:rsid w:val="42E74B31"/>
    <w:rsid w:val="42EB5AA4"/>
    <w:rsid w:val="42EC0DA0"/>
    <w:rsid w:val="42F01A65"/>
    <w:rsid w:val="42F625AB"/>
    <w:rsid w:val="42F8416F"/>
    <w:rsid w:val="42F87780"/>
    <w:rsid w:val="42FB3744"/>
    <w:rsid w:val="42FF18C8"/>
    <w:rsid w:val="43095949"/>
    <w:rsid w:val="430E53A2"/>
    <w:rsid w:val="43167AEA"/>
    <w:rsid w:val="431F3EE6"/>
    <w:rsid w:val="43222021"/>
    <w:rsid w:val="432255EC"/>
    <w:rsid w:val="43237EDD"/>
    <w:rsid w:val="4324121E"/>
    <w:rsid w:val="432A1217"/>
    <w:rsid w:val="4330631B"/>
    <w:rsid w:val="43315E16"/>
    <w:rsid w:val="43316AB2"/>
    <w:rsid w:val="433429C6"/>
    <w:rsid w:val="433648C5"/>
    <w:rsid w:val="433C187A"/>
    <w:rsid w:val="433C66D5"/>
    <w:rsid w:val="433C6A60"/>
    <w:rsid w:val="434617A7"/>
    <w:rsid w:val="434A4243"/>
    <w:rsid w:val="434B6321"/>
    <w:rsid w:val="434F7DEC"/>
    <w:rsid w:val="435014EE"/>
    <w:rsid w:val="4353028B"/>
    <w:rsid w:val="43545587"/>
    <w:rsid w:val="435E6455"/>
    <w:rsid w:val="43654AE8"/>
    <w:rsid w:val="436824E1"/>
    <w:rsid w:val="436C5C1D"/>
    <w:rsid w:val="43784FA8"/>
    <w:rsid w:val="4380122F"/>
    <w:rsid w:val="43822FE2"/>
    <w:rsid w:val="43864CAF"/>
    <w:rsid w:val="438D5235"/>
    <w:rsid w:val="439169BA"/>
    <w:rsid w:val="4392438D"/>
    <w:rsid w:val="43954CA5"/>
    <w:rsid w:val="439E494F"/>
    <w:rsid w:val="439F22DE"/>
    <w:rsid w:val="439F6B65"/>
    <w:rsid w:val="43A97FFB"/>
    <w:rsid w:val="43AF3B6E"/>
    <w:rsid w:val="43B00C2C"/>
    <w:rsid w:val="43B16A9C"/>
    <w:rsid w:val="43B42B6D"/>
    <w:rsid w:val="43B65948"/>
    <w:rsid w:val="43B83ABA"/>
    <w:rsid w:val="43BF0441"/>
    <w:rsid w:val="43BF20AF"/>
    <w:rsid w:val="43C23C1A"/>
    <w:rsid w:val="43C63D90"/>
    <w:rsid w:val="43C73041"/>
    <w:rsid w:val="43D96984"/>
    <w:rsid w:val="43DC4141"/>
    <w:rsid w:val="43DE2F5D"/>
    <w:rsid w:val="43DF6D7A"/>
    <w:rsid w:val="43E12ADC"/>
    <w:rsid w:val="43E81070"/>
    <w:rsid w:val="43EC6362"/>
    <w:rsid w:val="43ED054C"/>
    <w:rsid w:val="43EF7C86"/>
    <w:rsid w:val="43F06DC0"/>
    <w:rsid w:val="43F16EE8"/>
    <w:rsid w:val="43F33CF9"/>
    <w:rsid w:val="43F763A6"/>
    <w:rsid w:val="440556D7"/>
    <w:rsid w:val="44067F57"/>
    <w:rsid w:val="44094D1C"/>
    <w:rsid w:val="440F24C2"/>
    <w:rsid w:val="44123B81"/>
    <w:rsid w:val="441B69A5"/>
    <w:rsid w:val="441C4CE4"/>
    <w:rsid w:val="441E5FC4"/>
    <w:rsid w:val="4427077C"/>
    <w:rsid w:val="442D7D04"/>
    <w:rsid w:val="44316F05"/>
    <w:rsid w:val="44374A0F"/>
    <w:rsid w:val="443D6D31"/>
    <w:rsid w:val="443F6F60"/>
    <w:rsid w:val="444013B0"/>
    <w:rsid w:val="444521F3"/>
    <w:rsid w:val="44474445"/>
    <w:rsid w:val="444B2B17"/>
    <w:rsid w:val="445229D2"/>
    <w:rsid w:val="44532D35"/>
    <w:rsid w:val="44556CD5"/>
    <w:rsid w:val="445D2DA4"/>
    <w:rsid w:val="445D5F4C"/>
    <w:rsid w:val="445E7EA3"/>
    <w:rsid w:val="44635D10"/>
    <w:rsid w:val="44674F84"/>
    <w:rsid w:val="446773F2"/>
    <w:rsid w:val="446A62DD"/>
    <w:rsid w:val="446D7350"/>
    <w:rsid w:val="44772706"/>
    <w:rsid w:val="447B2ED4"/>
    <w:rsid w:val="447C43F4"/>
    <w:rsid w:val="447D5FB0"/>
    <w:rsid w:val="447D7A89"/>
    <w:rsid w:val="448418B7"/>
    <w:rsid w:val="448434D9"/>
    <w:rsid w:val="44923A5C"/>
    <w:rsid w:val="4493196E"/>
    <w:rsid w:val="44952A3F"/>
    <w:rsid w:val="44A02672"/>
    <w:rsid w:val="44B53ACC"/>
    <w:rsid w:val="44B62DB6"/>
    <w:rsid w:val="44BD4C3D"/>
    <w:rsid w:val="44BF1A20"/>
    <w:rsid w:val="44C12DD9"/>
    <w:rsid w:val="44C2593B"/>
    <w:rsid w:val="44C66ED0"/>
    <w:rsid w:val="44CC0BDF"/>
    <w:rsid w:val="44D40F06"/>
    <w:rsid w:val="44D859FB"/>
    <w:rsid w:val="44DF4BB3"/>
    <w:rsid w:val="44E62460"/>
    <w:rsid w:val="44EB79FC"/>
    <w:rsid w:val="44EC4FFB"/>
    <w:rsid w:val="44EF4F48"/>
    <w:rsid w:val="44F14068"/>
    <w:rsid w:val="44FA09CC"/>
    <w:rsid w:val="44FE3BE1"/>
    <w:rsid w:val="44FF6BC3"/>
    <w:rsid w:val="45012191"/>
    <w:rsid w:val="450E507D"/>
    <w:rsid w:val="45180C7A"/>
    <w:rsid w:val="451E1941"/>
    <w:rsid w:val="45217E18"/>
    <w:rsid w:val="45234353"/>
    <w:rsid w:val="45277557"/>
    <w:rsid w:val="45376B80"/>
    <w:rsid w:val="453B2A39"/>
    <w:rsid w:val="453D2AC5"/>
    <w:rsid w:val="453F7736"/>
    <w:rsid w:val="45403B15"/>
    <w:rsid w:val="4541238F"/>
    <w:rsid w:val="454221A0"/>
    <w:rsid w:val="45472FAA"/>
    <w:rsid w:val="45483624"/>
    <w:rsid w:val="454C2905"/>
    <w:rsid w:val="454E2F82"/>
    <w:rsid w:val="45585771"/>
    <w:rsid w:val="455D4446"/>
    <w:rsid w:val="455E77C1"/>
    <w:rsid w:val="456260BB"/>
    <w:rsid w:val="45637839"/>
    <w:rsid w:val="4565634D"/>
    <w:rsid w:val="45666DFE"/>
    <w:rsid w:val="45696A49"/>
    <w:rsid w:val="45721C4B"/>
    <w:rsid w:val="45735FB3"/>
    <w:rsid w:val="457F4FE7"/>
    <w:rsid w:val="4581096F"/>
    <w:rsid w:val="45823554"/>
    <w:rsid w:val="458379BE"/>
    <w:rsid w:val="458450AD"/>
    <w:rsid w:val="45866A87"/>
    <w:rsid w:val="45897FFD"/>
    <w:rsid w:val="458A0EDC"/>
    <w:rsid w:val="458B1FD4"/>
    <w:rsid w:val="458B5DF9"/>
    <w:rsid w:val="458F482B"/>
    <w:rsid w:val="458F65D9"/>
    <w:rsid w:val="459206B3"/>
    <w:rsid w:val="45950453"/>
    <w:rsid w:val="459626D1"/>
    <w:rsid w:val="459E4A6E"/>
    <w:rsid w:val="459E5A0D"/>
    <w:rsid w:val="45A02594"/>
    <w:rsid w:val="45A100BA"/>
    <w:rsid w:val="45A52F47"/>
    <w:rsid w:val="45A8769B"/>
    <w:rsid w:val="45A91F59"/>
    <w:rsid w:val="45AD3FE6"/>
    <w:rsid w:val="45B34706"/>
    <w:rsid w:val="45B34FBD"/>
    <w:rsid w:val="45B3681A"/>
    <w:rsid w:val="45B421E4"/>
    <w:rsid w:val="45B7168C"/>
    <w:rsid w:val="45BA7A3D"/>
    <w:rsid w:val="45BF181C"/>
    <w:rsid w:val="45C41676"/>
    <w:rsid w:val="45C47E97"/>
    <w:rsid w:val="45C51123"/>
    <w:rsid w:val="45C7520F"/>
    <w:rsid w:val="45C91749"/>
    <w:rsid w:val="45C92318"/>
    <w:rsid w:val="45CE2853"/>
    <w:rsid w:val="45D26982"/>
    <w:rsid w:val="45DD698D"/>
    <w:rsid w:val="45DE42C5"/>
    <w:rsid w:val="45DE7426"/>
    <w:rsid w:val="45E205EA"/>
    <w:rsid w:val="45E4376D"/>
    <w:rsid w:val="45E727AA"/>
    <w:rsid w:val="45E73D8B"/>
    <w:rsid w:val="45EA210A"/>
    <w:rsid w:val="45F06591"/>
    <w:rsid w:val="45F10F22"/>
    <w:rsid w:val="45F16B58"/>
    <w:rsid w:val="45FA6177"/>
    <w:rsid w:val="45FD09E2"/>
    <w:rsid w:val="45FF2DDB"/>
    <w:rsid w:val="460106F5"/>
    <w:rsid w:val="46040D2D"/>
    <w:rsid w:val="46076BF8"/>
    <w:rsid w:val="460B015C"/>
    <w:rsid w:val="460C19D8"/>
    <w:rsid w:val="460F1D64"/>
    <w:rsid w:val="4610048F"/>
    <w:rsid w:val="46127B9E"/>
    <w:rsid w:val="46154287"/>
    <w:rsid w:val="461621EF"/>
    <w:rsid w:val="461679D5"/>
    <w:rsid w:val="461833B4"/>
    <w:rsid w:val="461874F1"/>
    <w:rsid w:val="46212A81"/>
    <w:rsid w:val="46225D63"/>
    <w:rsid w:val="46235DB0"/>
    <w:rsid w:val="46247D3C"/>
    <w:rsid w:val="462751B0"/>
    <w:rsid w:val="46351F4F"/>
    <w:rsid w:val="463749B7"/>
    <w:rsid w:val="46436C66"/>
    <w:rsid w:val="46460CE3"/>
    <w:rsid w:val="464E0242"/>
    <w:rsid w:val="465517EE"/>
    <w:rsid w:val="465A3D00"/>
    <w:rsid w:val="465E5BE8"/>
    <w:rsid w:val="466534FD"/>
    <w:rsid w:val="4665733A"/>
    <w:rsid w:val="46662FA8"/>
    <w:rsid w:val="466A4950"/>
    <w:rsid w:val="466B4701"/>
    <w:rsid w:val="46760E8D"/>
    <w:rsid w:val="467A35A1"/>
    <w:rsid w:val="467B69CF"/>
    <w:rsid w:val="467C0C56"/>
    <w:rsid w:val="467F284F"/>
    <w:rsid w:val="46832DFD"/>
    <w:rsid w:val="4684216D"/>
    <w:rsid w:val="46895D38"/>
    <w:rsid w:val="468B4C4D"/>
    <w:rsid w:val="468F0EA9"/>
    <w:rsid w:val="469260F7"/>
    <w:rsid w:val="4693633A"/>
    <w:rsid w:val="46974814"/>
    <w:rsid w:val="469811F6"/>
    <w:rsid w:val="469D0AA7"/>
    <w:rsid w:val="46A47DF9"/>
    <w:rsid w:val="46A54441"/>
    <w:rsid w:val="46A77090"/>
    <w:rsid w:val="46A91D0A"/>
    <w:rsid w:val="46AB368E"/>
    <w:rsid w:val="46AD6D50"/>
    <w:rsid w:val="46AE0CE1"/>
    <w:rsid w:val="46AF4D5D"/>
    <w:rsid w:val="46B44930"/>
    <w:rsid w:val="46B80B33"/>
    <w:rsid w:val="46BC0B18"/>
    <w:rsid w:val="46C24788"/>
    <w:rsid w:val="46C47974"/>
    <w:rsid w:val="46C528BF"/>
    <w:rsid w:val="46C77D46"/>
    <w:rsid w:val="46CF15ED"/>
    <w:rsid w:val="46D33474"/>
    <w:rsid w:val="46D806A6"/>
    <w:rsid w:val="46DB2403"/>
    <w:rsid w:val="46DB444D"/>
    <w:rsid w:val="46E61998"/>
    <w:rsid w:val="46E66E58"/>
    <w:rsid w:val="46E70A5E"/>
    <w:rsid w:val="46E97376"/>
    <w:rsid w:val="46EA3FA2"/>
    <w:rsid w:val="46EB5E68"/>
    <w:rsid w:val="46F41627"/>
    <w:rsid w:val="46F72D99"/>
    <w:rsid w:val="46F97D97"/>
    <w:rsid w:val="46FC033B"/>
    <w:rsid w:val="47046C61"/>
    <w:rsid w:val="47060496"/>
    <w:rsid w:val="470923BB"/>
    <w:rsid w:val="47116AA3"/>
    <w:rsid w:val="471715B4"/>
    <w:rsid w:val="4718427E"/>
    <w:rsid w:val="471B7A71"/>
    <w:rsid w:val="471E7C15"/>
    <w:rsid w:val="47206B95"/>
    <w:rsid w:val="47217932"/>
    <w:rsid w:val="47233126"/>
    <w:rsid w:val="472B1EC0"/>
    <w:rsid w:val="472E0E8F"/>
    <w:rsid w:val="47323E94"/>
    <w:rsid w:val="47347930"/>
    <w:rsid w:val="47347D3B"/>
    <w:rsid w:val="4739108C"/>
    <w:rsid w:val="473B3FA4"/>
    <w:rsid w:val="47401120"/>
    <w:rsid w:val="47420595"/>
    <w:rsid w:val="474358CD"/>
    <w:rsid w:val="474D04FA"/>
    <w:rsid w:val="474E193B"/>
    <w:rsid w:val="474F782C"/>
    <w:rsid w:val="475337AA"/>
    <w:rsid w:val="47575800"/>
    <w:rsid w:val="47585A92"/>
    <w:rsid w:val="47585CD4"/>
    <w:rsid w:val="475E46B6"/>
    <w:rsid w:val="47684810"/>
    <w:rsid w:val="477A7634"/>
    <w:rsid w:val="47834754"/>
    <w:rsid w:val="47866805"/>
    <w:rsid w:val="478B4F4D"/>
    <w:rsid w:val="478E6719"/>
    <w:rsid w:val="478F28C0"/>
    <w:rsid w:val="479051A6"/>
    <w:rsid w:val="479269D8"/>
    <w:rsid w:val="47971775"/>
    <w:rsid w:val="479D79E4"/>
    <w:rsid w:val="47A13D35"/>
    <w:rsid w:val="47A17C23"/>
    <w:rsid w:val="47A563A3"/>
    <w:rsid w:val="47A63E18"/>
    <w:rsid w:val="47A70D46"/>
    <w:rsid w:val="47AA610C"/>
    <w:rsid w:val="47AD5C4C"/>
    <w:rsid w:val="47AF4E96"/>
    <w:rsid w:val="47AF709C"/>
    <w:rsid w:val="47B57E4D"/>
    <w:rsid w:val="47B67724"/>
    <w:rsid w:val="47B73168"/>
    <w:rsid w:val="47B747C0"/>
    <w:rsid w:val="47B967ED"/>
    <w:rsid w:val="47BE22BE"/>
    <w:rsid w:val="47C12125"/>
    <w:rsid w:val="47C81A6D"/>
    <w:rsid w:val="47C87455"/>
    <w:rsid w:val="47CA3D44"/>
    <w:rsid w:val="47CF4432"/>
    <w:rsid w:val="47D232E1"/>
    <w:rsid w:val="47D407F7"/>
    <w:rsid w:val="47D50865"/>
    <w:rsid w:val="47E26E75"/>
    <w:rsid w:val="47E46F7C"/>
    <w:rsid w:val="47E76BBE"/>
    <w:rsid w:val="47E91EF7"/>
    <w:rsid w:val="47E938E1"/>
    <w:rsid w:val="47F42F94"/>
    <w:rsid w:val="47F777B1"/>
    <w:rsid w:val="47FA5E82"/>
    <w:rsid w:val="480260DB"/>
    <w:rsid w:val="4803544F"/>
    <w:rsid w:val="48041751"/>
    <w:rsid w:val="48054931"/>
    <w:rsid w:val="480848DD"/>
    <w:rsid w:val="4808773F"/>
    <w:rsid w:val="480C3B00"/>
    <w:rsid w:val="481019AB"/>
    <w:rsid w:val="48117779"/>
    <w:rsid w:val="48160C19"/>
    <w:rsid w:val="4818457A"/>
    <w:rsid w:val="481862ED"/>
    <w:rsid w:val="481B0333"/>
    <w:rsid w:val="481C7FA6"/>
    <w:rsid w:val="481E1E96"/>
    <w:rsid w:val="481F75D1"/>
    <w:rsid w:val="48212524"/>
    <w:rsid w:val="48232FE2"/>
    <w:rsid w:val="482335BA"/>
    <w:rsid w:val="482933D7"/>
    <w:rsid w:val="482B04BC"/>
    <w:rsid w:val="482D14A3"/>
    <w:rsid w:val="48363F2E"/>
    <w:rsid w:val="48382F58"/>
    <w:rsid w:val="483A2442"/>
    <w:rsid w:val="483D43D3"/>
    <w:rsid w:val="48442FDE"/>
    <w:rsid w:val="484630F7"/>
    <w:rsid w:val="48494B3B"/>
    <w:rsid w:val="484A00BD"/>
    <w:rsid w:val="48502371"/>
    <w:rsid w:val="48510821"/>
    <w:rsid w:val="485421BD"/>
    <w:rsid w:val="485B0544"/>
    <w:rsid w:val="486366B2"/>
    <w:rsid w:val="48660C26"/>
    <w:rsid w:val="486A1FB2"/>
    <w:rsid w:val="486A2B6E"/>
    <w:rsid w:val="486C2CF3"/>
    <w:rsid w:val="486D3FE2"/>
    <w:rsid w:val="486E44A1"/>
    <w:rsid w:val="48734322"/>
    <w:rsid w:val="487629EE"/>
    <w:rsid w:val="487978CA"/>
    <w:rsid w:val="48832D68"/>
    <w:rsid w:val="488E3CF7"/>
    <w:rsid w:val="4892570F"/>
    <w:rsid w:val="48990861"/>
    <w:rsid w:val="489C44D0"/>
    <w:rsid w:val="489D5B10"/>
    <w:rsid w:val="48A17B2A"/>
    <w:rsid w:val="48A570E8"/>
    <w:rsid w:val="48B50730"/>
    <w:rsid w:val="48B649A6"/>
    <w:rsid w:val="48B8102A"/>
    <w:rsid w:val="48B91304"/>
    <w:rsid w:val="48BB1493"/>
    <w:rsid w:val="48BB209F"/>
    <w:rsid w:val="48BB73DA"/>
    <w:rsid w:val="48C81B5E"/>
    <w:rsid w:val="48C91620"/>
    <w:rsid w:val="48CC2233"/>
    <w:rsid w:val="48CF074A"/>
    <w:rsid w:val="48D526B3"/>
    <w:rsid w:val="48E21EAB"/>
    <w:rsid w:val="48E6799B"/>
    <w:rsid w:val="48EE0213"/>
    <w:rsid w:val="48F2706E"/>
    <w:rsid w:val="48F827EB"/>
    <w:rsid w:val="48FA7945"/>
    <w:rsid w:val="48FC7782"/>
    <w:rsid w:val="48FD6655"/>
    <w:rsid w:val="48FE65EB"/>
    <w:rsid w:val="49042E3A"/>
    <w:rsid w:val="49043076"/>
    <w:rsid w:val="49045DB4"/>
    <w:rsid w:val="49064435"/>
    <w:rsid w:val="490667D0"/>
    <w:rsid w:val="49070335"/>
    <w:rsid w:val="490C1CEF"/>
    <w:rsid w:val="49171C25"/>
    <w:rsid w:val="49175EAE"/>
    <w:rsid w:val="49191BAD"/>
    <w:rsid w:val="491A40F4"/>
    <w:rsid w:val="491A5C63"/>
    <w:rsid w:val="491B0533"/>
    <w:rsid w:val="491B512D"/>
    <w:rsid w:val="49221586"/>
    <w:rsid w:val="49243318"/>
    <w:rsid w:val="492664F8"/>
    <w:rsid w:val="492720F3"/>
    <w:rsid w:val="492F09B7"/>
    <w:rsid w:val="493371FA"/>
    <w:rsid w:val="49351245"/>
    <w:rsid w:val="4936402E"/>
    <w:rsid w:val="493B1AA9"/>
    <w:rsid w:val="493F0316"/>
    <w:rsid w:val="4943501E"/>
    <w:rsid w:val="4949521B"/>
    <w:rsid w:val="49542DBE"/>
    <w:rsid w:val="4956040A"/>
    <w:rsid w:val="495C4950"/>
    <w:rsid w:val="495D65CD"/>
    <w:rsid w:val="49630316"/>
    <w:rsid w:val="496350E5"/>
    <w:rsid w:val="49640EB3"/>
    <w:rsid w:val="49690102"/>
    <w:rsid w:val="49697CF0"/>
    <w:rsid w:val="496A2ACD"/>
    <w:rsid w:val="496B7786"/>
    <w:rsid w:val="496E2124"/>
    <w:rsid w:val="49781028"/>
    <w:rsid w:val="497C4E32"/>
    <w:rsid w:val="49850CC6"/>
    <w:rsid w:val="498840BB"/>
    <w:rsid w:val="498E30E0"/>
    <w:rsid w:val="4993026A"/>
    <w:rsid w:val="49962116"/>
    <w:rsid w:val="499906C5"/>
    <w:rsid w:val="499E3D43"/>
    <w:rsid w:val="49A64563"/>
    <w:rsid w:val="49A740A2"/>
    <w:rsid w:val="49AB0738"/>
    <w:rsid w:val="49AF6E0D"/>
    <w:rsid w:val="49B010EA"/>
    <w:rsid w:val="49B02BDB"/>
    <w:rsid w:val="49B47734"/>
    <w:rsid w:val="49BA10B3"/>
    <w:rsid w:val="49BB77DA"/>
    <w:rsid w:val="49BF0836"/>
    <w:rsid w:val="49C615F2"/>
    <w:rsid w:val="49CE70B4"/>
    <w:rsid w:val="49CF0980"/>
    <w:rsid w:val="49D440EE"/>
    <w:rsid w:val="49D90DEB"/>
    <w:rsid w:val="49E52C64"/>
    <w:rsid w:val="49E6423A"/>
    <w:rsid w:val="49E92B89"/>
    <w:rsid w:val="49E966D8"/>
    <w:rsid w:val="49EA1D85"/>
    <w:rsid w:val="49EA520F"/>
    <w:rsid w:val="49EF3362"/>
    <w:rsid w:val="49F03F97"/>
    <w:rsid w:val="49F36575"/>
    <w:rsid w:val="49F518CF"/>
    <w:rsid w:val="49FD6207"/>
    <w:rsid w:val="4A015EE3"/>
    <w:rsid w:val="4A017FC2"/>
    <w:rsid w:val="4A097D1A"/>
    <w:rsid w:val="4A0A0780"/>
    <w:rsid w:val="4A0C72D4"/>
    <w:rsid w:val="4A0F01A0"/>
    <w:rsid w:val="4A0F5F3A"/>
    <w:rsid w:val="4A0F634B"/>
    <w:rsid w:val="4A0F655F"/>
    <w:rsid w:val="4A0F66F1"/>
    <w:rsid w:val="4A107ABB"/>
    <w:rsid w:val="4A1348BA"/>
    <w:rsid w:val="4A1768F0"/>
    <w:rsid w:val="4A1A7424"/>
    <w:rsid w:val="4A1B4E3A"/>
    <w:rsid w:val="4A2776F6"/>
    <w:rsid w:val="4A284889"/>
    <w:rsid w:val="4A293611"/>
    <w:rsid w:val="4A2C178F"/>
    <w:rsid w:val="4A2C1AFC"/>
    <w:rsid w:val="4A2F1058"/>
    <w:rsid w:val="4A2F211A"/>
    <w:rsid w:val="4A302D18"/>
    <w:rsid w:val="4A387F6D"/>
    <w:rsid w:val="4A3A7975"/>
    <w:rsid w:val="4A3B3552"/>
    <w:rsid w:val="4A3C0D67"/>
    <w:rsid w:val="4A444368"/>
    <w:rsid w:val="4A467619"/>
    <w:rsid w:val="4A4945B8"/>
    <w:rsid w:val="4A506941"/>
    <w:rsid w:val="4A572DF3"/>
    <w:rsid w:val="4A5940B9"/>
    <w:rsid w:val="4A5C4C53"/>
    <w:rsid w:val="4A5E657A"/>
    <w:rsid w:val="4A604ADB"/>
    <w:rsid w:val="4A642022"/>
    <w:rsid w:val="4A6512AF"/>
    <w:rsid w:val="4A677C30"/>
    <w:rsid w:val="4A6B1F7B"/>
    <w:rsid w:val="4A6B52F7"/>
    <w:rsid w:val="4A6B5E7F"/>
    <w:rsid w:val="4A710121"/>
    <w:rsid w:val="4A740107"/>
    <w:rsid w:val="4A743FEF"/>
    <w:rsid w:val="4A745D9D"/>
    <w:rsid w:val="4A7730C2"/>
    <w:rsid w:val="4A7B537E"/>
    <w:rsid w:val="4A843BB1"/>
    <w:rsid w:val="4A882D5B"/>
    <w:rsid w:val="4A8B51F8"/>
    <w:rsid w:val="4A8E39E7"/>
    <w:rsid w:val="4AA44793"/>
    <w:rsid w:val="4AAA42F9"/>
    <w:rsid w:val="4AAB77C4"/>
    <w:rsid w:val="4AAE2449"/>
    <w:rsid w:val="4AB44AEE"/>
    <w:rsid w:val="4AB44DF5"/>
    <w:rsid w:val="4AB87B47"/>
    <w:rsid w:val="4AB94C35"/>
    <w:rsid w:val="4ABB6A58"/>
    <w:rsid w:val="4ABC6C5A"/>
    <w:rsid w:val="4AC26B09"/>
    <w:rsid w:val="4AC357F0"/>
    <w:rsid w:val="4AC76740"/>
    <w:rsid w:val="4AC8714F"/>
    <w:rsid w:val="4ACC2AAB"/>
    <w:rsid w:val="4ACC3BB0"/>
    <w:rsid w:val="4ACC5BD9"/>
    <w:rsid w:val="4ACF1220"/>
    <w:rsid w:val="4AD16DA6"/>
    <w:rsid w:val="4AD311DD"/>
    <w:rsid w:val="4AD33F9F"/>
    <w:rsid w:val="4AE54E29"/>
    <w:rsid w:val="4AE84D6A"/>
    <w:rsid w:val="4AED4D50"/>
    <w:rsid w:val="4AEF178E"/>
    <w:rsid w:val="4AF324A7"/>
    <w:rsid w:val="4AF641DE"/>
    <w:rsid w:val="4AFB4AFC"/>
    <w:rsid w:val="4B005883"/>
    <w:rsid w:val="4B0640E2"/>
    <w:rsid w:val="4B075BB2"/>
    <w:rsid w:val="4B076A0B"/>
    <w:rsid w:val="4B076C12"/>
    <w:rsid w:val="4B093CDB"/>
    <w:rsid w:val="4B0A33F7"/>
    <w:rsid w:val="4B0D0269"/>
    <w:rsid w:val="4B0E5CB7"/>
    <w:rsid w:val="4B105296"/>
    <w:rsid w:val="4B136AE2"/>
    <w:rsid w:val="4B1D28E9"/>
    <w:rsid w:val="4B1E360D"/>
    <w:rsid w:val="4B1F03FF"/>
    <w:rsid w:val="4B2F7315"/>
    <w:rsid w:val="4B2F75F4"/>
    <w:rsid w:val="4B321E2E"/>
    <w:rsid w:val="4B351FDD"/>
    <w:rsid w:val="4B384385"/>
    <w:rsid w:val="4B38772B"/>
    <w:rsid w:val="4B3B1F58"/>
    <w:rsid w:val="4B3B6408"/>
    <w:rsid w:val="4B3C768B"/>
    <w:rsid w:val="4B3E2493"/>
    <w:rsid w:val="4B3F0FF9"/>
    <w:rsid w:val="4B41312E"/>
    <w:rsid w:val="4B43601E"/>
    <w:rsid w:val="4B495D7A"/>
    <w:rsid w:val="4B496457"/>
    <w:rsid w:val="4B496C1A"/>
    <w:rsid w:val="4B4A20C5"/>
    <w:rsid w:val="4B4B0447"/>
    <w:rsid w:val="4B5277C5"/>
    <w:rsid w:val="4B577D9D"/>
    <w:rsid w:val="4B585939"/>
    <w:rsid w:val="4B5C5053"/>
    <w:rsid w:val="4B5C54CE"/>
    <w:rsid w:val="4B6776B0"/>
    <w:rsid w:val="4B6859A0"/>
    <w:rsid w:val="4B6E583C"/>
    <w:rsid w:val="4B7A3887"/>
    <w:rsid w:val="4B81309B"/>
    <w:rsid w:val="4B880981"/>
    <w:rsid w:val="4B8E2953"/>
    <w:rsid w:val="4B9045FD"/>
    <w:rsid w:val="4B92189D"/>
    <w:rsid w:val="4B955C08"/>
    <w:rsid w:val="4B974C30"/>
    <w:rsid w:val="4B9907BE"/>
    <w:rsid w:val="4B9B19F0"/>
    <w:rsid w:val="4B9C1527"/>
    <w:rsid w:val="4B9C55AC"/>
    <w:rsid w:val="4B9D5384"/>
    <w:rsid w:val="4BA80735"/>
    <w:rsid w:val="4BAA6C96"/>
    <w:rsid w:val="4BAC31CA"/>
    <w:rsid w:val="4BAE53D7"/>
    <w:rsid w:val="4BAF76BE"/>
    <w:rsid w:val="4BB156A4"/>
    <w:rsid w:val="4BBD296C"/>
    <w:rsid w:val="4BC24A45"/>
    <w:rsid w:val="4BC7628B"/>
    <w:rsid w:val="4BCE4D8D"/>
    <w:rsid w:val="4BD015D1"/>
    <w:rsid w:val="4BD27DAE"/>
    <w:rsid w:val="4BDC6841"/>
    <w:rsid w:val="4BDC6D22"/>
    <w:rsid w:val="4BDD64C5"/>
    <w:rsid w:val="4BDE39B4"/>
    <w:rsid w:val="4BE11D88"/>
    <w:rsid w:val="4BE17463"/>
    <w:rsid w:val="4BE220B8"/>
    <w:rsid w:val="4BE962AC"/>
    <w:rsid w:val="4BEB02E1"/>
    <w:rsid w:val="4BEB69BD"/>
    <w:rsid w:val="4BEF779C"/>
    <w:rsid w:val="4BF3061B"/>
    <w:rsid w:val="4BF55893"/>
    <w:rsid w:val="4BF971F3"/>
    <w:rsid w:val="4BF9AF61"/>
    <w:rsid w:val="4BFB52B0"/>
    <w:rsid w:val="4BFC604B"/>
    <w:rsid w:val="4C00564C"/>
    <w:rsid w:val="4C095C83"/>
    <w:rsid w:val="4C0B0F27"/>
    <w:rsid w:val="4C0E4EC5"/>
    <w:rsid w:val="4C100628"/>
    <w:rsid w:val="4C152A3F"/>
    <w:rsid w:val="4C160A1B"/>
    <w:rsid w:val="4C2157AD"/>
    <w:rsid w:val="4C215AB1"/>
    <w:rsid w:val="4C220B47"/>
    <w:rsid w:val="4C2555A1"/>
    <w:rsid w:val="4C2A0B8D"/>
    <w:rsid w:val="4C2A6D6A"/>
    <w:rsid w:val="4C2B652C"/>
    <w:rsid w:val="4C2D678C"/>
    <w:rsid w:val="4C2E6AB6"/>
    <w:rsid w:val="4C2F01CE"/>
    <w:rsid w:val="4C316F62"/>
    <w:rsid w:val="4C342CDC"/>
    <w:rsid w:val="4C346368"/>
    <w:rsid w:val="4C346F5D"/>
    <w:rsid w:val="4C360BEC"/>
    <w:rsid w:val="4C410CC4"/>
    <w:rsid w:val="4C4137FF"/>
    <w:rsid w:val="4C464C82"/>
    <w:rsid w:val="4C4B23F2"/>
    <w:rsid w:val="4C5604A0"/>
    <w:rsid w:val="4C5B3512"/>
    <w:rsid w:val="4C6014D5"/>
    <w:rsid w:val="4C6116ED"/>
    <w:rsid w:val="4C660ECD"/>
    <w:rsid w:val="4C6B399F"/>
    <w:rsid w:val="4C6D4B4F"/>
    <w:rsid w:val="4C6E5201"/>
    <w:rsid w:val="4C713BA8"/>
    <w:rsid w:val="4C807F05"/>
    <w:rsid w:val="4C8131CA"/>
    <w:rsid w:val="4C876B8B"/>
    <w:rsid w:val="4C893887"/>
    <w:rsid w:val="4C8A2B6E"/>
    <w:rsid w:val="4C8D02B7"/>
    <w:rsid w:val="4C9045C0"/>
    <w:rsid w:val="4C9173C7"/>
    <w:rsid w:val="4C917F39"/>
    <w:rsid w:val="4C9672D7"/>
    <w:rsid w:val="4C974081"/>
    <w:rsid w:val="4C987240"/>
    <w:rsid w:val="4C9B12DF"/>
    <w:rsid w:val="4CAB78E2"/>
    <w:rsid w:val="4CB92822"/>
    <w:rsid w:val="4CC84951"/>
    <w:rsid w:val="4CC90D0E"/>
    <w:rsid w:val="4CD66727"/>
    <w:rsid w:val="4CD7729D"/>
    <w:rsid w:val="4CDB0C59"/>
    <w:rsid w:val="4CE74BEF"/>
    <w:rsid w:val="4CE902FF"/>
    <w:rsid w:val="4CED5456"/>
    <w:rsid w:val="4CEE0585"/>
    <w:rsid w:val="4CEF61FA"/>
    <w:rsid w:val="4CF47963"/>
    <w:rsid w:val="4CF80AEC"/>
    <w:rsid w:val="4CFE0CF1"/>
    <w:rsid w:val="4CFE3984"/>
    <w:rsid w:val="4D0149DF"/>
    <w:rsid w:val="4D047599"/>
    <w:rsid w:val="4D0C050F"/>
    <w:rsid w:val="4D115B26"/>
    <w:rsid w:val="4D164C58"/>
    <w:rsid w:val="4D180F99"/>
    <w:rsid w:val="4D1A61B6"/>
    <w:rsid w:val="4D1C048F"/>
    <w:rsid w:val="4D1C6287"/>
    <w:rsid w:val="4D1C6548"/>
    <w:rsid w:val="4D1E56D6"/>
    <w:rsid w:val="4D1F4DAA"/>
    <w:rsid w:val="4D226C3E"/>
    <w:rsid w:val="4D230F7C"/>
    <w:rsid w:val="4D295966"/>
    <w:rsid w:val="4D2A14E0"/>
    <w:rsid w:val="4D3013EA"/>
    <w:rsid w:val="4D3172AD"/>
    <w:rsid w:val="4D335105"/>
    <w:rsid w:val="4D354BBC"/>
    <w:rsid w:val="4D380802"/>
    <w:rsid w:val="4D381304"/>
    <w:rsid w:val="4D3B65DF"/>
    <w:rsid w:val="4D3C7638"/>
    <w:rsid w:val="4D4022C4"/>
    <w:rsid w:val="4D413292"/>
    <w:rsid w:val="4D426794"/>
    <w:rsid w:val="4D4E6672"/>
    <w:rsid w:val="4D4F3298"/>
    <w:rsid w:val="4D530458"/>
    <w:rsid w:val="4D553C8D"/>
    <w:rsid w:val="4D556CB2"/>
    <w:rsid w:val="4D5F252D"/>
    <w:rsid w:val="4D6376C0"/>
    <w:rsid w:val="4D6420F9"/>
    <w:rsid w:val="4D6E0796"/>
    <w:rsid w:val="4D715478"/>
    <w:rsid w:val="4D72644A"/>
    <w:rsid w:val="4D731E86"/>
    <w:rsid w:val="4D772FF4"/>
    <w:rsid w:val="4D7F042E"/>
    <w:rsid w:val="4D812A51"/>
    <w:rsid w:val="4D8B3E41"/>
    <w:rsid w:val="4D9A0A84"/>
    <w:rsid w:val="4D9A63CA"/>
    <w:rsid w:val="4DA13074"/>
    <w:rsid w:val="4DA14A56"/>
    <w:rsid w:val="4DAA2DDB"/>
    <w:rsid w:val="4DAD13FA"/>
    <w:rsid w:val="4DAE2469"/>
    <w:rsid w:val="4DAF2A8D"/>
    <w:rsid w:val="4DBB18AE"/>
    <w:rsid w:val="4DBE3942"/>
    <w:rsid w:val="4DC33AC9"/>
    <w:rsid w:val="4DCA3E46"/>
    <w:rsid w:val="4DCC7699"/>
    <w:rsid w:val="4DD22856"/>
    <w:rsid w:val="4DD252B5"/>
    <w:rsid w:val="4DD440A2"/>
    <w:rsid w:val="4DD54008"/>
    <w:rsid w:val="4DDA5BCD"/>
    <w:rsid w:val="4DDC1C78"/>
    <w:rsid w:val="4DDE21C6"/>
    <w:rsid w:val="4DE07284"/>
    <w:rsid w:val="4DE23EF2"/>
    <w:rsid w:val="4DE3479E"/>
    <w:rsid w:val="4DEF8C45"/>
    <w:rsid w:val="4DF14858"/>
    <w:rsid w:val="4DF54011"/>
    <w:rsid w:val="4E0041AB"/>
    <w:rsid w:val="4E01203E"/>
    <w:rsid w:val="4E021EDC"/>
    <w:rsid w:val="4E035232"/>
    <w:rsid w:val="4E0675FC"/>
    <w:rsid w:val="4E070C9C"/>
    <w:rsid w:val="4E107507"/>
    <w:rsid w:val="4E116531"/>
    <w:rsid w:val="4E120214"/>
    <w:rsid w:val="4E144D24"/>
    <w:rsid w:val="4E17716C"/>
    <w:rsid w:val="4E1A184C"/>
    <w:rsid w:val="4E1A665F"/>
    <w:rsid w:val="4E1B4DC0"/>
    <w:rsid w:val="4E1C7D40"/>
    <w:rsid w:val="4E207C15"/>
    <w:rsid w:val="4E22198A"/>
    <w:rsid w:val="4E262DAF"/>
    <w:rsid w:val="4E265525"/>
    <w:rsid w:val="4E281B1D"/>
    <w:rsid w:val="4E291638"/>
    <w:rsid w:val="4E2D52B2"/>
    <w:rsid w:val="4E306045"/>
    <w:rsid w:val="4E3C3E46"/>
    <w:rsid w:val="4E3F2307"/>
    <w:rsid w:val="4E4313A0"/>
    <w:rsid w:val="4E4754AE"/>
    <w:rsid w:val="4E490C32"/>
    <w:rsid w:val="4E5136AD"/>
    <w:rsid w:val="4E513C8C"/>
    <w:rsid w:val="4E5617E1"/>
    <w:rsid w:val="4E5D3E38"/>
    <w:rsid w:val="4E6372F5"/>
    <w:rsid w:val="4E643511"/>
    <w:rsid w:val="4E6B2532"/>
    <w:rsid w:val="4E6F58AF"/>
    <w:rsid w:val="4E701A79"/>
    <w:rsid w:val="4E703038"/>
    <w:rsid w:val="4E714CCF"/>
    <w:rsid w:val="4E7427A6"/>
    <w:rsid w:val="4E760A7A"/>
    <w:rsid w:val="4E77D22C"/>
    <w:rsid w:val="4E7A663D"/>
    <w:rsid w:val="4E807C60"/>
    <w:rsid w:val="4E816507"/>
    <w:rsid w:val="4E827C69"/>
    <w:rsid w:val="4E894118"/>
    <w:rsid w:val="4E8A2964"/>
    <w:rsid w:val="4E8B5EA1"/>
    <w:rsid w:val="4E8D1666"/>
    <w:rsid w:val="4E932BCF"/>
    <w:rsid w:val="4E9B545F"/>
    <w:rsid w:val="4E9E5ADF"/>
    <w:rsid w:val="4EA00B91"/>
    <w:rsid w:val="4EA03605"/>
    <w:rsid w:val="4EA33B55"/>
    <w:rsid w:val="4EA40592"/>
    <w:rsid w:val="4EA446B0"/>
    <w:rsid w:val="4EAB77AD"/>
    <w:rsid w:val="4EB95A9F"/>
    <w:rsid w:val="4EBA35A9"/>
    <w:rsid w:val="4EBD6195"/>
    <w:rsid w:val="4EBE3D09"/>
    <w:rsid w:val="4EC25F0C"/>
    <w:rsid w:val="4EC54E1A"/>
    <w:rsid w:val="4EC56BC8"/>
    <w:rsid w:val="4ECB0FAE"/>
    <w:rsid w:val="4ECB65D9"/>
    <w:rsid w:val="4ECF5AA7"/>
    <w:rsid w:val="4ED445FF"/>
    <w:rsid w:val="4ED6693F"/>
    <w:rsid w:val="4ED67027"/>
    <w:rsid w:val="4ED97EFE"/>
    <w:rsid w:val="4EDA7CBD"/>
    <w:rsid w:val="4EDC1498"/>
    <w:rsid w:val="4EDF88B8"/>
    <w:rsid w:val="4EE2426E"/>
    <w:rsid w:val="4EE25D8A"/>
    <w:rsid w:val="4EEA4880"/>
    <w:rsid w:val="4EEF4265"/>
    <w:rsid w:val="4EF046FD"/>
    <w:rsid w:val="4EF276AD"/>
    <w:rsid w:val="4EF52EBE"/>
    <w:rsid w:val="4EF86F9D"/>
    <w:rsid w:val="4EF9828C"/>
    <w:rsid w:val="4EFB3FD3"/>
    <w:rsid w:val="4F0175C0"/>
    <w:rsid w:val="4F06416A"/>
    <w:rsid w:val="4F112490"/>
    <w:rsid w:val="4F11348F"/>
    <w:rsid w:val="4F131B7E"/>
    <w:rsid w:val="4F1541A8"/>
    <w:rsid w:val="4F170CE6"/>
    <w:rsid w:val="4F180557"/>
    <w:rsid w:val="4F1D4C56"/>
    <w:rsid w:val="4F212DEF"/>
    <w:rsid w:val="4F217F6F"/>
    <w:rsid w:val="4F2B7FD4"/>
    <w:rsid w:val="4F2C15B0"/>
    <w:rsid w:val="4F302BF2"/>
    <w:rsid w:val="4F3165ED"/>
    <w:rsid w:val="4F3378FF"/>
    <w:rsid w:val="4F337FD5"/>
    <w:rsid w:val="4F347232"/>
    <w:rsid w:val="4F356AD1"/>
    <w:rsid w:val="4F3B18F5"/>
    <w:rsid w:val="4F3D0E54"/>
    <w:rsid w:val="4F400944"/>
    <w:rsid w:val="4F412D6F"/>
    <w:rsid w:val="4F506804"/>
    <w:rsid w:val="4F515B8C"/>
    <w:rsid w:val="4F5602EE"/>
    <w:rsid w:val="4F583F4F"/>
    <w:rsid w:val="4F5B752C"/>
    <w:rsid w:val="4F605865"/>
    <w:rsid w:val="4F610168"/>
    <w:rsid w:val="4F613F3B"/>
    <w:rsid w:val="4F641A5D"/>
    <w:rsid w:val="4F672375"/>
    <w:rsid w:val="4F680A9F"/>
    <w:rsid w:val="4F7A6A98"/>
    <w:rsid w:val="4F7F022B"/>
    <w:rsid w:val="4F813DCC"/>
    <w:rsid w:val="4F824263"/>
    <w:rsid w:val="4F8432B7"/>
    <w:rsid w:val="4F956A70"/>
    <w:rsid w:val="4F9F1B0F"/>
    <w:rsid w:val="4FA97486"/>
    <w:rsid w:val="4FAD65D6"/>
    <w:rsid w:val="4FB145F0"/>
    <w:rsid w:val="4FB40716"/>
    <w:rsid w:val="4FB63F42"/>
    <w:rsid w:val="4FBA0166"/>
    <w:rsid w:val="4FC329A1"/>
    <w:rsid w:val="4FC431A6"/>
    <w:rsid w:val="4FC558D5"/>
    <w:rsid w:val="4FCB7369"/>
    <w:rsid w:val="4FCC1154"/>
    <w:rsid w:val="4FCD2AF2"/>
    <w:rsid w:val="4FCD7491"/>
    <w:rsid w:val="4FD51BD4"/>
    <w:rsid w:val="4FDF5E72"/>
    <w:rsid w:val="4FE173EC"/>
    <w:rsid w:val="4FE22F0B"/>
    <w:rsid w:val="4FE55104"/>
    <w:rsid w:val="4FE91A92"/>
    <w:rsid w:val="4FF65F57"/>
    <w:rsid w:val="4FF92068"/>
    <w:rsid w:val="4FFC0E1F"/>
    <w:rsid w:val="4FFF0D9C"/>
    <w:rsid w:val="4FFF5CA6"/>
    <w:rsid w:val="5004174B"/>
    <w:rsid w:val="500648E4"/>
    <w:rsid w:val="50085369"/>
    <w:rsid w:val="500E5CEE"/>
    <w:rsid w:val="501752B2"/>
    <w:rsid w:val="50197B7D"/>
    <w:rsid w:val="501A412F"/>
    <w:rsid w:val="501E0DF4"/>
    <w:rsid w:val="501E4560"/>
    <w:rsid w:val="50245B37"/>
    <w:rsid w:val="502867AB"/>
    <w:rsid w:val="502F6FB0"/>
    <w:rsid w:val="50303B65"/>
    <w:rsid w:val="50311B42"/>
    <w:rsid w:val="50351040"/>
    <w:rsid w:val="503635EF"/>
    <w:rsid w:val="503D1A22"/>
    <w:rsid w:val="50436BD0"/>
    <w:rsid w:val="504D156B"/>
    <w:rsid w:val="504F52E3"/>
    <w:rsid w:val="5056726F"/>
    <w:rsid w:val="50682E84"/>
    <w:rsid w:val="507048F9"/>
    <w:rsid w:val="507231A4"/>
    <w:rsid w:val="507C06A2"/>
    <w:rsid w:val="507E1554"/>
    <w:rsid w:val="50853AB1"/>
    <w:rsid w:val="5089594B"/>
    <w:rsid w:val="50950DF9"/>
    <w:rsid w:val="50A05F84"/>
    <w:rsid w:val="50A62F31"/>
    <w:rsid w:val="50A751C3"/>
    <w:rsid w:val="50A85BE4"/>
    <w:rsid w:val="50AD716F"/>
    <w:rsid w:val="50AE4C7E"/>
    <w:rsid w:val="50AF18DD"/>
    <w:rsid w:val="50B22C54"/>
    <w:rsid w:val="50B2793F"/>
    <w:rsid w:val="50B70DAB"/>
    <w:rsid w:val="50B7538B"/>
    <w:rsid w:val="50B77E0D"/>
    <w:rsid w:val="50B808EC"/>
    <w:rsid w:val="50B8268A"/>
    <w:rsid w:val="50BD4464"/>
    <w:rsid w:val="50C063D7"/>
    <w:rsid w:val="50C776A4"/>
    <w:rsid w:val="50C800A1"/>
    <w:rsid w:val="50C961EB"/>
    <w:rsid w:val="50CE1047"/>
    <w:rsid w:val="50CF0BC5"/>
    <w:rsid w:val="50D12C9D"/>
    <w:rsid w:val="50D177FE"/>
    <w:rsid w:val="50D51577"/>
    <w:rsid w:val="50D71FFB"/>
    <w:rsid w:val="50DD177E"/>
    <w:rsid w:val="50DD950A"/>
    <w:rsid w:val="50E37E74"/>
    <w:rsid w:val="50E6583D"/>
    <w:rsid w:val="50E67C83"/>
    <w:rsid w:val="50E9043B"/>
    <w:rsid w:val="50ED7113"/>
    <w:rsid w:val="50F52BC1"/>
    <w:rsid w:val="50F60B92"/>
    <w:rsid w:val="50F6743E"/>
    <w:rsid w:val="50F832A3"/>
    <w:rsid w:val="50FC575D"/>
    <w:rsid w:val="50FC7A1A"/>
    <w:rsid w:val="50FE0AB7"/>
    <w:rsid w:val="50FE5182"/>
    <w:rsid w:val="51022A8C"/>
    <w:rsid w:val="51037E7B"/>
    <w:rsid w:val="51047137"/>
    <w:rsid w:val="51066ECC"/>
    <w:rsid w:val="51076377"/>
    <w:rsid w:val="510A3BB3"/>
    <w:rsid w:val="51102AF2"/>
    <w:rsid w:val="51151A71"/>
    <w:rsid w:val="5116047C"/>
    <w:rsid w:val="51197F6E"/>
    <w:rsid w:val="511D6EDC"/>
    <w:rsid w:val="5124290B"/>
    <w:rsid w:val="512B041F"/>
    <w:rsid w:val="512B0E24"/>
    <w:rsid w:val="51312C3A"/>
    <w:rsid w:val="513148D6"/>
    <w:rsid w:val="51330760"/>
    <w:rsid w:val="513401C0"/>
    <w:rsid w:val="5138337D"/>
    <w:rsid w:val="513A1EF9"/>
    <w:rsid w:val="51422B26"/>
    <w:rsid w:val="51433582"/>
    <w:rsid w:val="5143457C"/>
    <w:rsid w:val="5148092D"/>
    <w:rsid w:val="51486769"/>
    <w:rsid w:val="514C091A"/>
    <w:rsid w:val="51533680"/>
    <w:rsid w:val="51542CEF"/>
    <w:rsid w:val="51543C94"/>
    <w:rsid w:val="51553360"/>
    <w:rsid w:val="51563059"/>
    <w:rsid w:val="51566CF5"/>
    <w:rsid w:val="51665636"/>
    <w:rsid w:val="516721B8"/>
    <w:rsid w:val="51686C14"/>
    <w:rsid w:val="51695146"/>
    <w:rsid w:val="516961B6"/>
    <w:rsid w:val="516A50D0"/>
    <w:rsid w:val="516E704F"/>
    <w:rsid w:val="517037F7"/>
    <w:rsid w:val="51794EB3"/>
    <w:rsid w:val="51795D6A"/>
    <w:rsid w:val="517A312D"/>
    <w:rsid w:val="51803D55"/>
    <w:rsid w:val="518355E7"/>
    <w:rsid w:val="51837320"/>
    <w:rsid w:val="518437A8"/>
    <w:rsid w:val="518A27E3"/>
    <w:rsid w:val="518A32BA"/>
    <w:rsid w:val="518E0C5C"/>
    <w:rsid w:val="518E0E43"/>
    <w:rsid w:val="51920494"/>
    <w:rsid w:val="51944273"/>
    <w:rsid w:val="519520F2"/>
    <w:rsid w:val="51954CDA"/>
    <w:rsid w:val="519B0279"/>
    <w:rsid w:val="51A132DD"/>
    <w:rsid w:val="51A75C0E"/>
    <w:rsid w:val="51A77657"/>
    <w:rsid w:val="51A77968"/>
    <w:rsid w:val="51A96614"/>
    <w:rsid w:val="51AFA782"/>
    <w:rsid w:val="51B045C5"/>
    <w:rsid w:val="51B11F0B"/>
    <w:rsid w:val="51B627FB"/>
    <w:rsid w:val="51B628FD"/>
    <w:rsid w:val="51BA4763"/>
    <w:rsid w:val="51BF04E8"/>
    <w:rsid w:val="51BF3901"/>
    <w:rsid w:val="51C63383"/>
    <w:rsid w:val="51C67B0C"/>
    <w:rsid w:val="51C728C8"/>
    <w:rsid w:val="51CB2550"/>
    <w:rsid w:val="51CF1EC1"/>
    <w:rsid w:val="51CF6DDC"/>
    <w:rsid w:val="51D405A3"/>
    <w:rsid w:val="51DD11C5"/>
    <w:rsid w:val="51E5697F"/>
    <w:rsid w:val="51E952C3"/>
    <w:rsid w:val="51EC3457"/>
    <w:rsid w:val="51F027B5"/>
    <w:rsid w:val="51F24178"/>
    <w:rsid w:val="51F26F3E"/>
    <w:rsid w:val="51F85996"/>
    <w:rsid w:val="51FD3642"/>
    <w:rsid w:val="5202177E"/>
    <w:rsid w:val="520473F5"/>
    <w:rsid w:val="520759C6"/>
    <w:rsid w:val="520E5D67"/>
    <w:rsid w:val="520F4D12"/>
    <w:rsid w:val="521021D3"/>
    <w:rsid w:val="5213483B"/>
    <w:rsid w:val="52181B1D"/>
    <w:rsid w:val="52197B8F"/>
    <w:rsid w:val="521A4DA0"/>
    <w:rsid w:val="521D1C80"/>
    <w:rsid w:val="521E57F4"/>
    <w:rsid w:val="52206591"/>
    <w:rsid w:val="5225691A"/>
    <w:rsid w:val="52271255"/>
    <w:rsid w:val="522A6911"/>
    <w:rsid w:val="522D64F0"/>
    <w:rsid w:val="52355A36"/>
    <w:rsid w:val="523C2D78"/>
    <w:rsid w:val="523F235D"/>
    <w:rsid w:val="52403190"/>
    <w:rsid w:val="524424F9"/>
    <w:rsid w:val="52493725"/>
    <w:rsid w:val="524B6A2B"/>
    <w:rsid w:val="52583BDA"/>
    <w:rsid w:val="525A23F3"/>
    <w:rsid w:val="525C5646"/>
    <w:rsid w:val="525D1B5D"/>
    <w:rsid w:val="525E4FA1"/>
    <w:rsid w:val="52616B99"/>
    <w:rsid w:val="526A36F4"/>
    <w:rsid w:val="526E7634"/>
    <w:rsid w:val="52785C0F"/>
    <w:rsid w:val="527C4DD6"/>
    <w:rsid w:val="52801EC3"/>
    <w:rsid w:val="52815B3A"/>
    <w:rsid w:val="52816712"/>
    <w:rsid w:val="52826FE5"/>
    <w:rsid w:val="52842489"/>
    <w:rsid w:val="52843D07"/>
    <w:rsid w:val="528A770D"/>
    <w:rsid w:val="52950E6F"/>
    <w:rsid w:val="52950FA7"/>
    <w:rsid w:val="52AA163F"/>
    <w:rsid w:val="52AF3C79"/>
    <w:rsid w:val="52B242DF"/>
    <w:rsid w:val="52C30159"/>
    <w:rsid w:val="52C378C2"/>
    <w:rsid w:val="52C8312A"/>
    <w:rsid w:val="52CE57DF"/>
    <w:rsid w:val="52CF779E"/>
    <w:rsid w:val="52D05D23"/>
    <w:rsid w:val="52D627B8"/>
    <w:rsid w:val="52D93512"/>
    <w:rsid w:val="52DB2710"/>
    <w:rsid w:val="52DF7BB7"/>
    <w:rsid w:val="52E30953"/>
    <w:rsid w:val="52E47DCF"/>
    <w:rsid w:val="52E571D7"/>
    <w:rsid w:val="52F1011D"/>
    <w:rsid w:val="52F13A0D"/>
    <w:rsid w:val="52F14877"/>
    <w:rsid w:val="53013A99"/>
    <w:rsid w:val="530F7130"/>
    <w:rsid w:val="53104506"/>
    <w:rsid w:val="53167B5D"/>
    <w:rsid w:val="53193EE6"/>
    <w:rsid w:val="531D2F63"/>
    <w:rsid w:val="531D53F1"/>
    <w:rsid w:val="531F4F03"/>
    <w:rsid w:val="5320782F"/>
    <w:rsid w:val="53277C16"/>
    <w:rsid w:val="533364A3"/>
    <w:rsid w:val="53366FF3"/>
    <w:rsid w:val="533936E6"/>
    <w:rsid w:val="53453F69"/>
    <w:rsid w:val="534673B8"/>
    <w:rsid w:val="53472EE3"/>
    <w:rsid w:val="5347783D"/>
    <w:rsid w:val="53513120"/>
    <w:rsid w:val="5358234B"/>
    <w:rsid w:val="535E02F9"/>
    <w:rsid w:val="535E176C"/>
    <w:rsid w:val="535F4DA0"/>
    <w:rsid w:val="53677495"/>
    <w:rsid w:val="536B0391"/>
    <w:rsid w:val="536B4B24"/>
    <w:rsid w:val="536C657F"/>
    <w:rsid w:val="5371104A"/>
    <w:rsid w:val="53725B4F"/>
    <w:rsid w:val="539002D5"/>
    <w:rsid w:val="53960950"/>
    <w:rsid w:val="53A64555"/>
    <w:rsid w:val="53A84264"/>
    <w:rsid w:val="53AD02B6"/>
    <w:rsid w:val="53AD4A28"/>
    <w:rsid w:val="53AF7203"/>
    <w:rsid w:val="53AFE910"/>
    <w:rsid w:val="53B16498"/>
    <w:rsid w:val="53B268E3"/>
    <w:rsid w:val="53B55C79"/>
    <w:rsid w:val="53B65FDD"/>
    <w:rsid w:val="53B8319F"/>
    <w:rsid w:val="53B93249"/>
    <w:rsid w:val="53BC29CF"/>
    <w:rsid w:val="53C52762"/>
    <w:rsid w:val="53C74BDC"/>
    <w:rsid w:val="53CC36C6"/>
    <w:rsid w:val="53D14FDE"/>
    <w:rsid w:val="53D20D14"/>
    <w:rsid w:val="53D3133D"/>
    <w:rsid w:val="53D61877"/>
    <w:rsid w:val="53DC05C7"/>
    <w:rsid w:val="53E03074"/>
    <w:rsid w:val="53E148EB"/>
    <w:rsid w:val="53E21A7F"/>
    <w:rsid w:val="53E47AF0"/>
    <w:rsid w:val="53E71BB4"/>
    <w:rsid w:val="53F1045F"/>
    <w:rsid w:val="53F95115"/>
    <w:rsid w:val="53FB486D"/>
    <w:rsid w:val="53FD0BB2"/>
    <w:rsid w:val="53FD0E5C"/>
    <w:rsid w:val="53FD30D3"/>
    <w:rsid w:val="53FE1CFA"/>
    <w:rsid w:val="5400167A"/>
    <w:rsid w:val="54053B95"/>
    <w:rsid w:val="54093620"/>
    <w:rsid w:val="540A6297"/>
    <w:rsid w:val="540B15DE"/>
    <w:rsid w:val="540F6254"/>
    <w:rsid w:val="540F6437"/>
    <w:rsid w:val="54146104"/>
    <w:rsid w:val="54155A60"/>
    <w:rsid w:val="541C1787"/>
    <w:rsid w:val="542072EC"/>
    <w:rsid w:val="54215B81"/>
    <w:rsid w:val="54227B55"/>
    <w:rsid w:val="54272AF7"/>
    <w:rsid w:val="54295BFA"/>
    <w:rsid w:val="542B254D"/>
    <w:rsid w:val="542C0A30"/>
    <w:rsid w:val="542E1509"/>
    <w:rsid w:val="54322407"/>
    <w:rsid w:val="54354F30"/>
    <w:rsid w:val="5438309B"/>
    <w:rsid w:val="543A0540"/>
    <w:rsid w:val="543A6D47"/>
    <w:rsid w:val="543B6758"/>
    <w:rsid w:val="544A6D0F"/>
    <w:rsid w:val="54525441"/>
    <w:rsid w:val="545270E1"/>
    <w:rsid w:val="54546349"/>
    <w:rsid w:val="545509EE"/>
    <w:rsid w:val="545A3F3A"/>
    <w:rsid w:val="545A3FE9"/>
    <w:rsid w:val="545D204E"/>
    <w:rsid w:val="545F291D"/>
    <w:rsid w:val="546457AB"/>
    <w:rsid w:val="54694ABC"/>
    <w:rsid w:val="547232DD"/>
    <w:rsid w:val="547424AC"/>
    <w:rsid w:val="547497B2"/>
    <w:rsid w:val="547B6046"/>
    <w:rsid w:val="548C2F46"/>
    <w:rsid w:val="549045F3"/>
    <w:rsid w:val="5492010C"/>
    <w:rsid w:val="54942AEA"/>
    <w:rsid w:val="549627CC"/>
    <w:rsid w:val="549C486F"/>
    <w:rsid w:val="549D5BA4"/>
    <w:rsid w:val="549D7D94"/>
    <w:rsid w:val="549F7D04"/>
    <w:rsid w:val="54A06064"/>
    <w:rsid w:val="54A117D1"/>
    <w:rsid w:val="54A135BF"/>
    <w:rsid w:val="54AC17E1"/>
    <w:rsid w:val="54B14671"/>
    <w:rsid w:val="54B4761E"/>
    <w:rsid w:val="54B54605"/>
    <w:rsid w:val="54BB662B"/>
    <w:rsid w:val="54BB6AA2"/>
    <w:rsid w:val="54BD0A46"/>
    <w:rsid w:val="54BF2BFE"/>
    <w:rsid w:val="54C12B34"/>
    <w:rsid w:val="54C563C9"/>
    <w:rsid w:val="54D66A0B"/>
    <w:rsid w:val="54DC1CEA"/>
    <w:rsid w:val="54DE10A1"/>
    <w:rsid w:val="54E34124"/>
    <w:rsid w:val="54E35FFA"/>
    <w:rsid w:val="54E71276"/>
    <w:rsid w:val="54E94F8E"/>
    <w:rsid w:val="54EB3100"/>
    <w:rsid w:val="54EC59C0"/>
    <w:rsid w:val="54EF278B"/>
    <w:rsid w:val="54F07C05"/>
    <w:rsid w:val="54F148CD"/>
    <w:rsid w:val="54F41D7D"/>
    <w:rsid w:val="54FD705F"/>
    <w:rsid w:val="55022194"/>
    <w:rsid w:val="550457FD"/>
    <w:rsid w:val="550677C0"/>
    <w:rsid w:val="550B19C7"/>
    <w:rsid w:val="550D2F19"/>
    <w:rsid w:val="551333F6"/>
    <w:rsid w:val="551653C1"/>
    <w:rsid w:val="552161B4"/>
    <w:rsid w:val="55216B22"/>
    <w:rsid w:val="55275F85"/>
    <w:rsid w:val="552D59FA"/>
    <w:rsid w:val="553019B2"/>
    <w:rsid w:val="553032CA"/>
    <w:rsid w:val="55312117"/>
    <w:rsid w:val="55347C73"/>
    <w:rsid w:val="5535394F"/>
    <w:rsid w:val="55355617"/>
    <w:rsid w:val="553C70EC"/>
    <w:rsid w:val="55426E31"/>
    <w:rsid w:val="55454B6C"/>
    <w:rsid w:val="554C3472"/>
    <w:rsid w:val="555D07B9"/>
    <w:rsid w:val="555D1BA4"/>
    <w:rsid w:val="555F5C80"/>
    <w:rsid w:val="55694862"/>
    <w:rsid w:val="556F308C"/>
    <w:rsid w:val="557312AC"/>
    <w:rsid w:val="55734D60"/>
    <w:rsid w:val="55760C1C"/>
    <w:rsid w:val="557F4C2B"/>
    <w:rsid w:val="55871B3B"/>
    <w:rsid w:val="55877C2C"/>
    <w:rsid w:val="558967FA"/>
    <w:rsid w:val="55911EF9"/>
    <w:rsid w:val="55932A63"/>
    <w:rsid w:val="55975C78"/>
    <w:rsid w:val="55995F35"/>
    <w:rsid w:val="559B0357"/>
    <w:rsid w:val="559B043D"/>
    <w:rsid w:val="559C00CB"/>
    <w:rsid w:val="559D41F5"/>
    <w:rsid w:val="559F4ABE"/>
    <w:rsid w:val="55A828CB"/>
    <w:rsid w:val="55A922FE"/>
    <w:rsid w:val="55AB3830"/>
    <w:rsid w:val="55AB444A"/>
    <w:rsid w:val="55AF2089"/>
    <w:rsid w:val="55B27D4F"/>
    <w:rsid w:val="55B50645"/>
    <w:rsid w:val="55C01091"/>
    <w:rsid w:val="55C420F9"/>
    <w:rsid w:val="55C52050"/>
    <w:rsid w:val="55C5755D"/>
    <w:rsid w:val="55C7628E"/>
    <w:rsid w:val="55CA2AF2"/>
    <w:rsid w:val="55CB4D85"/>
    <w:rsid w:val="55CF5F8B"/>
    <w:rsid w:val="55D30D61"/>
    <w:rsid w:val="55D81CB3"/>
    <w:rsid w:val="55DF22B5"/>
    <w:rsid w:val="55E45B8F"/>
    <w:rsid w:val="55E870D5"/>
    <w:rsid w:val="55E93FAA"/>
    <w:rsid w:val="55F8364D"/>
    <w:rsid w:val="55F94A35"/>
    <w:rsid w:val="55FB0BF0"/>
    <w:rsid w:val="55FC4DD5"/>
    <w:rsid w:val="55FD758F"/>
    <w:rsid w:val="55FD9588"/>
    <w:rsid w:val="55FE2192"/>
    <w:rsid w:val="55FF1D1A"/>
    <w:rsid w:val="55FF6FE9"/>
    <w:rsid w:val="56004989"/>
    <w:rsid w:val="56042E6D"/>
    <w:rsid w:val="56063896"/>
    <w:rsid w:val="560A4A93"/>
    <w:rsid w:val="560D1058"/>
    <w:rsid w:val="561014C4"/>
    <w:rsid w:val="56102E1E"/>
    <w:rsid w:val="56193EDA"/>
    <w:rsid w:val="56197D8D"/>
    <w:rsid w:val="56222556"/>
    <w:rsid w:val="56263BD7"/>
    <w:rsid w:val="562F39E6"/>
    <w:rsid w:val="56345417"/>
    <w:rsid w:val="56373C9F"/>
    <w:rsid w:val="56384329"/>
    <w:rsid w:val="56411855"/>
    <w:rsid w:val="56462CE4"/>
    <w:rsid w:val="56472CD7"/>
    <w:rsid w:val="564775D9"/>
    <w:rsid w:val="56490567"/>
    <w:rsid w:val="564C4640"/>
    <w:rsid w:val="564D07E3"/>
    <w:rsid w:val="565114B0"/>
    <w:rsid w:val="56516CCC"/>
    <w:rsid w:val="56590747"/>
    <w:rsid w:val="566118CC"/>
    <w:rsid w:val="56611B7C"/>
    <w:rsid w:val="56660C90"/>
    <w:rsid w:val="566A2D3A"/>
    <w:rsid w:val="566E479D"/>
    <w:rsid w:val="566F2098"/>
    <w:rsid w:val="56731095"/>
    <w:rsid w:val="56753DED"/>
    <w:rsid w:val="56780E2E"/>
    <w:rsid w:val="567A337A"/>
    <w:rsid w:val="567C1DE5"/>
    <w:rsid w:val="567D422C"/>
    <w:rsid w:val="56820927"/>
    <w:rsid w:val="568D0EB4"/>
    <w:rsid w:val="568E744C"/>
    <w:rsid w:val="56903F5F"/>
    <w:rsid w:val="56987431"/>
    <w:rsid w:val="569B4424"/>
    <w:rsid w:val="569B5ECE"/>
    <w:rsid w:val="56A1616C"/>
    <w:rsid w:val="56A3263C"/>
    <w:rsid w:val="56AF5294"/>
    <w:rsid w:val="56B3692F"/>
    <w:rsid w:val="56B76329"/>
    <w:rsid w:val="56B77146"/>
    <w:rsid w:val="56B95E7D"/>
    <w:rsid w:val="56BE69BA"/>
    <w:rsid w:val="56C7374C"/>
    <w:rsid w:val="56CB685C"/>
    <w:rsid w:val="56D16F00"/>
    <w:rsid w:val="56D711E7"/>
    <w:rsid w:val="56D810C0"/>
    <w:rsid w:val="56D874A3"/>
    <w:rsid w:val="56E04FE8"/>
    <w:rsid w:val="56E7067A"/>
    <w:rsid w:val="56E90D08"/>
    <w:rsid w:val="56EC3FEE"/>
    <w:rsid w:val="56EC5C7E"/>
    <w:rsid w:val="56FC0C99"/>
    <w:rsid w:val="57093FEB"/>
    <w:rsid w:val="570D2F15"/>
    <w:rsid w:val="57131F62"/>
    <w:rsid w:val="571611E6"/>
    <w:rsid w:val="57173C7D"/>
    <w:rsid w:val="57235112"/>
    <w:rsid w:val="57280542"/>
    <w:rsid w:val="572C6731"/>
    <w:rsid w:val="5730746D"/>
    <w:rsid w:val="57330863"/>
    <w:rsid w:val="57345AF8"/>
    <w:rsid w:val="5735210C"/>
    <w:rsid w:val="57363979"/>
    <w:rsid w:val="57363EC0"/>
    <w:rsid w:val="57383580"/>
    <w:rsid w:val="573B5A36"/>
    <w:rsid w:val="573D07E4"/>
    <w:rsid w:val="573E008A"/>
    <w:rsid w:val="57496571"/>
    <w:rsid w:val="574C1E82"/>
    <w:rsid w:val="574F4708"/>
    <w:rsid w:val="57501F1F"/>
    <w:rsid w:val="57520270"/>
    <w:rsid w:val="575277B6"/>
    <w:rsid w:val="57555CDA"/>
    <w:rsid w:val="575629D8"/>
    <w:rsid w:val="575F46BA"/>
    <w:rsid w:val="5760022C"/>
    <w:rsid w:val="57635371"/>
    <w:rsid w:val="57637AB8"/>
    <w:rsid w:val="5765539D"/>
    <w:rsid w:val="57661EC5"/>
    <w:rsid w:val="576C50AF"/>
    <w:rsid w:val="57703493"/>
    <w:rsid w:val="577066EE"/>
    <w:rsid w:val="577B689E"/>
    <w:rsid w:val="5789150E"/>
    <w:rsid w:val="578A33B2"/>
    <w:rsid w:val="57942C0A"/>
    <w:rsid w:val="57963EC0"/>
    <w:rsid w:val="57990F3A"/>
    <w:rsid w:val="579B3D99"/>
    <w:rsid w:val="579C3D93"/>
    <w:rsid w:val="57A063E7"/>
    <w:rsid w:val="57A301D1"/>
    <w:rsid w:val="57A71343"/>
    <w:rsid w:val="57B402F4"/>
    <w:rsid w:val="57B40D0C"/>
    <w:rsid w:val="57B8376D"/>
    <w:rsid w:val="57B86AC9"/>
    <w:rsid w:val="57C006BD"/>
    <w:rsid w:val="57C15AD7"/>
    <w:rsid w:val="57C6167F"/>
    <w:rsid w:val="57C739B1"/>
    <w:rsid w:val="57C83943"/>
    <w:rsid w:val="57C85652"/>
    <w:rsid w:val="57C874E4"/>
    <w:rsid w:val="57C907A4"/>
    <w:rsid w:val="57CA2813"/>
    <w:rsid w:val="57CB10AF"/>
    <w:rsid w:val="57CB6107"/>
    <w:rsid w:val="57CC42A4"/>
    <w:rsid w:val="57CE7A1C"/>
    <w:rsid w:val="57CF5A45"/>
    <w:rsid w:val="57D27ECC"/>
    <w:rsid w:val="57D454F4"/>
    <w:rsid w:val="57D70F45"/>
    <w:rsid w:val="57D71AB6"/>
    <w:rsid w:val="57D73856"/>
    <w:rsid w:val="57DB6CA1"/>
    <w:rsid w:val="57DC2119"/>
    <w:rsid w:val="57E00C61"/>
    <w:rsid w:val="57E2744F"/>
    <w:rsid w:val="57E6760F"/>
    <w:rsid w:val="57E93DB0"/>
    <w:rsid w:val="57ED46D9"/>
    <w:rsid w:val="57F05234"/>
    <w:rsid w:val="57F445E6"/>
    <w:rsid w:val="57F4678A"/>
    <w:rsid w:val="57F49564"/>
    <w:rsid w:val="57F606D0"/>
    <w:rsid w:val="57F752EE"/>
    <w:rsid w:val="57F916AD"/>
    <w:rsid w:val="57F93901"/>
    <w:rsid w:val="57FE040C"/>
    <w:rsid w:val="58024438"/>
    <w:rsid w:val="58173B6E"/>
    <w:rsid w:val="581820AB"/>
    <w:rsid w:val="582360EB"/>
    <w:rsid w:val="58241AD7"/>
    <w:rsid w:val="58244442"/>
    <w:rsid w:val="58260CCF"/>
    <w:rsid w:val="582726A1"/>
    <w:rsid w:val="58273759"/>
    <w:rsid w:val="58292007"/>
    <w:rsid w:val="582E5380"/>
    <w:rsid w:val="58342C85"/>
    <w:rsid w:val="58361D25"/>
    <w:rsid w:val="583816AC"/>
    <w:rsid w:val="583921AC"/>
    <w:rsid w:val="583C2B5D"/>
    <w:rsid w:val="583C389F"/>
    <w:rsid w:val="583F0D05"/>
    <w:rsid w:val="583F29F2"/>
    <w:rsid w:val="583F3E8F"/>
    <w:rsid w:val="583FEE28"/>
    <w:rsid w:val="58414653"/>
    <w:rsid w:val="58467F6E"/>
    <w:rsid w:val="58485C1D"/>
    <w:rsid w:val="58497426"/>
    <w:rsid w:val="584D13CD"/>
    <w:rsid w:val="58507E4A"/>
    <w:rsid w:val="585E2B86"/>
    <w:rsid w:val="5860588C"/>
    <w:rsid w:val="58610FF7"/>
    <w:rsid w:val="586260D7"/>
    <w:rsid w:val="5866048E"/>
    <w:rsid w:val="5867518E"/>
    <w:rsid w:val="586B4E13"/>
    <w:rsid w:val="586B6374"/>
    <w:rsid w:val="58704BB9"/>
    <w:rsid w:val="58745BEF"/>
    <w:rsid w:val="587C6977"/>
    <w:rsid w:val="587E0893"/>
    <w:rsid w:val="588C2B3F"/>
    <w:rsid w:val="588F4F50"/>
    <w:rsid w:val="58906E0C"/>
    <w:rsid w:val="58931EAD"/>
    <w:rsid w:val="589D01A3"/>
    <w:rsid w:val="589D4022"/>
    <w:rsid w:val="58A134E3"/>
    <w:rsid w:val="58A208DC"/>
    <w:rsid w:val="58A953B0"/>
    <w:rsid w:val="58AC059F"/>
    <w:rsid w:val="58AE1AD2"/>
    <w:rsid w:val="58AF3F8F"/>
    <w:rsid w:val="58B11395"/>
    <w:rsid w:val="58B35356"/>
    <w:rsid w:val="58B76EF2"/>
    <w:rsid w:val="58C17EC0"/>
    <w:rsid w:val="58C44394"/>
    <w:rsid w:val="58C45D91"/>
    <w:rsid w:val="58C5AAF9"/>
    <w:rsid w:val="58C73702"/>
    <w:rsid w:val="58C73B84"/>
    <w:rsid w:val="58CD4430"/>
    <w:rsid w:val="58CE50FB"/>
    <w:rsid w:val="58D9432A"/>
    <w:rsid w:val="58DC4381"/>
    <w:rsid w:val="58DF11CE"/>
    <w:rsid w:val="58E05009"/>
    <w:rsid w:val="58E25D73"/>
    <w:rsid w:val="58E84477"/>
    <w:rsid w:val="58EB277D"/>
    <w:rsid w:val="58EE3D2E"/>
    <w:rsid w:val="58F21A17"/>
    <w:rsid w:val="58F307D5"/>
    <w:rsid w:val="58F9107C"/>
    <w:rsid w:val="58FA3405"/>
    <w:rsid w:val="58FE3021"/>
    <w:rsid w:val="58FE5ED6"/>
    <w:rsid w:val="58FF0DB6"/>
    <w:rsid w:val="58FF494B"/>
    <w:rsid w:val="59005CAB"/>
    <w:rsid w:val="59070CDC"/>
    <w:rsid w:val="59084A9D"/>
    <w:rsid w:val="59086D46"/>
    <w:rsid w:val="59091198"/>
    <w:rsid w:val="591542A8"/>
    <w:rsid w:val="591547AE"/>
    <w:rsid w:val="591570CF"/>
    <w:rsid w:val="59181FA1"/>
    <w:rsid w:val="5919449B"/>
    <w:rsid w:val="591A66B4"/>
    <w:rsid w:val="591D4AFB"/>
    <w:rsid w:val="592468E0"/>
    <w:rsid w:val="592A60DE"/>
    <w:rsid w:val="592F1819"/>
    <w:rsid w:val="593177D5"/>
    <w:rsid w:val="59322C8C"/>
    <w:rsid w:val="59325150"/>
    <w:rsid w:val="59340B80"/>
    <w:rsid w:val="5935745C"/>
    <w:rsid w:val="59365EA5"/>
    <w:rsid w:val="5937521C"/>
    <w:rsid w:val="59472EEA"/>
    <w:rsid w:val="59480AA8"/>
    <w:rsid w:val="594F2D5D"/>
    <w:rsid w:val="59500C00"/>
    <w:rsid w:val="595474C6"/>
    <w:rsid w:val="59570CB1"/>
    <w:rsid w:val="59593D1C"/>
    <w:rsid w:val="595A3288"/>
    <w:rsid w:val="595C74B2"/>
    <w:rsid w:val="596360E2"/>
    <w:rsid w:val="596436B2"/>
    <w:rsid w:val="596A4E2C"/>
    <w:rsid w:val="596A6479"/>
    <w:rsid w:val="596D3FEA"/>
    <w:rsid w:val="596F393A"/>
    <w:rsid w:val="59714C87"/>
    <w:rsid w:val="59714F59"/>
    <w:rsid w:val="59752374"/>
    <w:rsid w:val="59791C53"/>
    <w:rsid w:val="597951F4"/>
    <w:rsid w:val="597A7528"/>
    <w:rsid w:val="597E1001"/>
    <w:rsid w:val="598002BB"/>
    <w:rsid w:val="598145B8"/>
    <w:rsid w:val="598A47CC"/>
    <w:rsid w:val="598B63E6"/>
    <w:rsid w:val="598F16A8"/>
    <w:rsid w:val="5999017D"/>
    <w:rsid w:val="59993932"/>
    <w:rsid w:val="599D0E80"/>
    <w:rsid w:val="59A815C0"/>
    <w:rsid w:val="59AF1979"/>
    <w:rsid w:val="59B40800"/>
    <w:rsid w:val="59B95721"/>
    <w:rsid w:val="59BE2CB6"/>
    <w:rsid w:val="59BF1937"/>
    <w:rsid w:val="59C15C9F"/>
    <w:rsid w:val="59C306AF"/>
    <w:rsid w:val="59C84185"/>
    <w:rsid w:val="59CB2EAE"/>
    <w:rsid w:val="59CD094A"/>
    <w:rsid w:val="59CE146B"/>
    <w:rsid w:val="59D36CAA"/>
    <w:rsid w:val="59D463CF"/>
    <w:rsid w:val="59D67396"/>
    <w:rsid w:val="59DA3F52"/>
    <w:rsid w:val="59DB0506"/>
    <w:rsid w:val="59DD73DE"/>
    <w:rsid w:val="59E039DC"/>
    <w:rsid w:val="59E17EAA"/>
    <w:rsid w:val="59E2237F"/>
    <w:rsid w:val="59E421B1"/>
    <w:rsid w:val="59EA2A5A"/>
    <w:rsid w:val="59ED4F80"/>
    <w:rsid w:val="59F001F7"/>
    <w:rsid w:val="59F707A3"/>
    <w:rsid w:val="59F77729"/>
    <w:rsid w:val="59FA7B97"/>
    <w:rsid w:val="59FE2B67"/>
    <w:rsid w:val="5A0F6759"/>
    <w:rsid w:val="5A11342E"/>
    <w:rsid w:val="5A1261F8"/>
    <w:rsid w:val="5A141EFC"/>
    <w:rsid w:val="5A150991"/>
    <w:rsid w:val="5A1629B2"/>
    <w:rsid w:val="5A16558D"/>
    <w:rsid w:val="5A213ED1"/>
    <w:rsid w:val="5A2F2B17"/>
    <w:rsid w:val="5A302F21"/>
    <w:rsid w:val="5A316F89"/>
    <w:rsid w:val="5A386461"/>
    <w:rsid w:val="5A387463"/>
    <w:rsid w:val="5A40765B"/>
    <w:rsid w:val="5A45486F"/>
    <w:rsid w:val="5A467371"/>
    <w:rsid w:val="5A487673"/>
    <w:rsid w:val="5A4952F6"/>
    <w:rsid w:val="5A4F3E03"/>
    <w:rsid w:val="5A515E5C"/>
    <w:rsid w:val="5A620C30"/>
    <w:rsid w:val="5A633E2B"/>
    <w:rsid w:val="5A662204"/>
    <w:rsid w:val="5A667A84"/>
    <w:rsid w:val="5A6811FE"/>
    <w:rsid w:val="5A6B3327"/>
    <w:rsid w:val="5A714C6F"/>
    <w:rsid w:val="5A753090"/>
    <w:rsid w:val="5A754A84"/>
    <w:rsid w:val="5A78067C"/>
    <w:rsid w:val="5A794E48"/>
    <w:rsid w:val="5A7C238B"/>
    <w:rsid w:val="5A7D6C3A"/>
    <w:rsid w:val="5A7F1A09"/>
    <w:rsid w:val="5A8262B5"/>
    <w:rsid w:val="5A831669"/>
    <w:rsid w:val="5A832F8F"/>
    <w:rsid w:val="5A883FEA"/>
    <w:rsid w:val="5A8C5872"/>
    <w:rsid w:val="5A997A1E"/>
    <w:rsid w:val="5A9A7359"/>
    <w:rsid w:val="5AA41CCA"/>
    <w:rsid w:val="5AA47DB0"/>
    <w:rsid w:val="5AAB7C55"/>
    <w:rsid w:val="5AB81CD6"/>
    <w:rsid w:val="5ABB96E0"/>
    <w:rsid w:val="5AC80188"/>
    <w:rsid w:val="5AC92CB8"/>
    <w:rsid w:val="5ACB2697"/>
    <w:rsid w:val="5ACC12DE"/>
    <w:rsid w:val="5ACC5E9C"/>
    <w:rsid w:val="5ACF208E"/>
    <w:rsid w:val="5AD14D79"/>
    <w:rsid w:val="5AD21AB5"/>
    <w:rsid w:val="5AD35281"/>
    <w:rsid w:val="5AD56671"/>
    <w:rsid w:val="5ADF5548"/>
    <w:rsid w:val="5AE129CE"/>
    <w:rsid w:val="5AE84CC5"/>
    <w:rsid w:val="5AE9005C"/>
    <w:rsid w:val="5AEB447E"/>
    <w:rsid w:val="5AEC1655"/>
    <w:rsid w:val="5AF0184A"/>
    <w:rsid w:val="5AF33351"/>
    <w:rsid w:val="5AF37A39"/>
    <w:rsid w:val="5AF74E7F"/>
    <w:rsid w:val="5AFC2E6B"/>
    <w:rsid w:val="5B0705E1"/>
    <w:rsid w:val="5B074D9D"/>
    <w:rsid w:val="5B0777CD"/>
    <w:rsid w:val="5B0D4D9B"/>
    <w:rsid w:val="5B0E05FB"/>
    <w:rsid w:val="5B1017DB"/>
    <w:rsid w:val="5B110E3C"/>
    <w:rsid w:val="5B152C85"/>
    <w:rsid w:val="5B172BA5"/>
    <w:rsid w:val="5B191A46"/>
    <w:rsid w:val="5B1E6C74"/>
    <w:rsid w:val="5B1E732F"/>
    <w:rsid w:val="5B21787C"/>
    <w:rsid w:val="5B254146"/>
    <w:rsid w:val="5B2931C5"/>
    <w:rsid w:val="5B2A74FC"/>
    <w:rsid w:val="5B2E537B"/>
    <w:rsid w:val="5B314BD8"/>
    <w:rsid w:val="5B3A7304"/>
    <w:rsid w:val="5B3E7B06"/>
    <w:rsid w:val="5B407BF6"/>
    <w:rsid w:val="5B4403AD"/>
    <w:rsid w:val="5B47406F"/>
    <w:rsid w:val="5B482228"/>
    <w:rsid w:val="5B4F435C"/>
    <w:rsid w:val="5B531C68"/>
    <w:rsid w:val="5B5F2125"/>
    <w:rsid w:val="5B60425C"/>
    <w:rsid w:val="5B60581B"/>
    <w:rsid w:val="5B6065F6"/>
    <w:rsid w:val="5B69A323"/>
    <w:rsid w:val="5B6B430D"/>
    <w:rsid w:val="5B6D2BE9"/>
    <w:rsid w:val="5B707E01"/>
    <w:rsid w:val="5B710F83"/>
    <w:rsid w:val="5B795BC0"/>
    <w:rsid w:val="5B7B5A7F"/>
    <w:rsid w:val="5B8320E5"/>
    <w:rsid w:val="5B8A4C35"/>
    <w:rsid w:val="5B8B2F47"/>
    <w:rsid w:val="5B92561F"/>
    <w:rsid w:val="5B927310"/>
    <w:rsid w:val="5B930243"/>
    <w:rsid w:val="5B9403D9"/>
    <w:rsid w:val="5B953DC6"/>
    <w:rsid w:val="5B9B5D67"/>
    <w:rsid w:val="5B9B83F5"/>
    <w:rsid w:val="5B9D48E8"/>
    <w:rsid w:val="5B9F4B7F"/>
    <w:rsid w:val="5BA01EC8"/>
    <w:rsid w:val="5BB05FBE"/>
    <w:rsid w:val="5BB16A62"/>
    <w:rsid w:val="5BB66C0F"/>
    <w:rsid w:val="5BB80F2E"/>
    <w:rsid w:val="5BBC36A5"/>
    <w:rsid w:val="5BC22CAE"/>
    <w:rsid w:val="5BC6127C"/>
    <w:rsid w:val="5BC70812"/>
    <w:rsid w:val="5BCB32C2"/>
    <w:rsid w:val="5BCB7700"/>
    <w:rsid w:val="5BCC2A7F"/>
    <w:rsid w:val="5BCC7B7A"/>
    <w:rsid w:val="5BD575F3"/>
    <w:rsid w:val="5BDE751B"/>
    <w:rsid w:val="5BDF6A3C"/>
    <w:rsid w:val="5BE361F9"/>
    <w:rsid w:val="5BE4206C"/>
    <w:rsid w:val="5BEC1FCB"/>
    <w:rsid w:val="5BEC46E6"/>
    <w:rsid w:val="5BEC5403"/>
    <w:rsid w:val="5BF11A91"/>
    <w:rsid w:val="5BF16B60"/>
    <w:rsid w:val="5BF47E98"/>
    <w:rsid w:val="5BF5549D"/>
    <w:rsid w:val="5BF94355"/>
    <w:rsid w:val="5BFE23C4"/>
    <w:rsid w:val="5C0E56AA"/>
    <w:rsid w:val="5C124A03"/>
    <w:rsid w:val="5C1347BE"/>
    <w:rsid w:val="5C1E49F1"/>
    <w:rsid w:val="5C200D77"/>
    <w:rsid w:val="5C210A9C"/>
    <w:rsid w:val="5C233497"/>
    <w:rsid w:val="5C254114"/>
    <w:rsid w:val="5C280926"/>
    <w:rsid w:val="5C2A4628"/>
    <w:rsid w:val="5C323A12"/>
    <w:rsid w:val="5C3C0B6A"/>
    <w:rsid w:val="5C3E620A"/>
    <w:rsid w:val="5C433B0E"/>
    <w:rsid w:val="5C441DD8"/>
    <w:rsid w:val="5C481149"/>
    <w:rsid w:val="5C4C6737"/>
    <w:rsid w:val="5C4E764F"/>
    <w:rsid w:val="5C4F5975"/>
    <w:rsid w:val="5C50494A"/>
    <w:rsid w:val="5C5B0D1F"/>
    <w:rsid w:val="5C5D02BF"/>
    <w:rsid w:val="5C6015F6"/>
    <w:rsid w:val="5C6330A9"/>
    <w:rsid w:val="5C684A05"/>
    <w:rsid w:val="5C6B3232"/>
    <w:rsid w:val="5C6C032E"/>
    <w:rsid w:val="5C723412"/>
    <w:rsid w:val="5C750B3A"/>
    <w:rsid w:val="5C7567BF"/>
    <w:rsid w:val="5C77046F"/>
    <w:rsid w:val="5C79677F"/>
    <w:rsid w:val="5C7A525A"/>
    <w:rsid w:val="5C7D5DED"/>
    <w:rsid w:val="5C8258A7"/>
    <w:rsid w:val="5C827503"/>
    <w:rsid w:val="5C8279FE"/>
    <w:rsid w:val="5C8472B8"/>
    <w:rsid w:val="5C8907FA"/>
    <w:rsid w:val="5C8956D2"/>
    <w:rsid w:val="5C8E27B2"/>
    <w:rsid w:val="5C8E3AD6"/>
    <w:rsid w:val="5C9009D1"/>
    <w:rsid w:val="5C9D1880"/>
    <w:rsid w:val="5CA2399E"/>
    <w:rsid w:val="5CA265E1"/>
    <w:rsid w:val="5CA5396B"/>
    <w:rsid w:val="5CA6278E"/>
    <w:rsid w:val="5CA85FBF"/>
    <w:rsid w:val="5CA86004"/>
    <w:rsid w:val="5CAC2755"/>
    <w:rsid w:val="5CB23651"/>
    <w:rsid w:val="5CB777BF"/>
    <w:rsid w:val="5CC31C70"/>
    <w:rsid w:val="5CC5457C"/>
    <w:rsid w:val="5CC76201"/>
    <w:rsid w:val="5CCC7051"/>
    <w:rsid w:val="5CCF1A08"/>
    <w:rsid w:val="5CD041CB"/>
    <w:rsid w:val="5CD222B3"/>
    <w:rsid w:val="5CD96EAA"/>
    <w:rsid w:val="5CDA31D0"/>
    <w:rsid w:val="5CDB4251"/>
    <w:rsid w:val="5CDC3BCA"/>
    <w:rsid w:val="5CDC487B"/>
    <w:rsid w:val="5CDF5D0C"/>
    <w:rsid w:val="5CE44201"/>
    <w:rsid w:val="5CE7CBF9"/>
    <w:rsid w:val="5CE93803"/>
    <w:rsid w:val="5CEA3955"/>
    <w:rsid w:val="5CEE3304"/>
    <w:rsid w:val="5CF77692"/>
    <w:rsid w:val="5CF81CCD"/>
    <w:rsid w:val="5CFA14D8"/>
    <w:rsid w:val="5D001F3A"/>
    <w:rsid w:val="5D052041"/>
    <w:rsid w:val="5D070EE8"/>
    <w:rsid w:val="5D086D5B"/>
    <w:rsid w:val="5D0E525F"/>
    <w:rsid w:val="5D114FCB"/>
    <w:rsid w:val="5D144F38"/>
    <w:rsid w:val="5D184CAE"/>
    <w:rsid w:val="5D1E06AF"/>
    <w:rsid w:val="5D1E4592"/>
    <w:rsid w:val="5D1F618E"/>
    <w:rsid w:val="5D2553DD"/>
    <w:rsid w:val="5D2874DA"/>
    <w:rsid w:val="5D2B65BE"/>
    <w:rsid w:val="5D325D70"/>
    <w:rsid w:val="5D36254B"/>
    <w:rsid w:val="5D3B6A44"/>
    <w:rsid w:val="5D3F4FA2"/>
    <w:rsid w:val="5D3F53CC"/>
    <w:rsid w:val="5D3FF9F4"/>
    <w:rsid w:val="5D41352B"/>
    <w:rsid w:val="5D417D61"/>
    <w:rsid w:val="5D460B06"/>
    <w:rsid w:val="5D463384"/>
    <w:rsid w:val="5D465DBA"/>
    <w:rsid w:val="5D4B0423"/>
    <w:rsid w:val="5D4B1D84"/>
    <w:rsid w:val="5D4E0A0B"/>
    <w:rsid w:val="5D521F6E"/>
    <w:rsid w:val="5D587586"/>
    <w:rsid w:val="5D5C3E9A"/>
    <w:rsid w:val="5D5D1702"/>
    <w:rsid w:val="5D5E4CED"/>
    <w:rsid w:val="5D60014F"/>
    <w:rsid w:val="5D6555FB"/>
    <w:rsid w:val="5D6D5ED9"/>
    <w:rsid w:val="5D7748E5"/>
    <w:rsid w:val="5D8531D6"/>
    <w:rsid w:val="5D8D2FA6"/>
    <w:rsid w:val="5D8F5F30"/>
    <w:rsid w:val="5D904E54"/>
    <w:rsid w:val="5D9370A2"/>
    <w:rsid w:val="5D977524"/>
    <w:rsid w:val="5D983B8F"/>
    <w:rsid w:val="5D9C742C"/>
    <w:rsid w:val="5D9E753D"/>
    <w:rsid w:val="5DA56D51"/>
    <w:rsid w:val="5DA62317"/>
    <w:rsid w:val="5DA64CA3"/>
    <w:rsid w:val="5DA65EE8"/>
    <w:rsid w:val="5DA71D84"/>
    <w:rsid w:val="5DA80A35"/>
    <w:rsid w:val="5DAA4C9F"/>
    <w:rsid w:val="5DB7320D"/>
    <w:rsid w:val="5DB7F6B3"/>
    <w:rsid w:val="5DBE6C08"/>
    <w:rsid w:val="5DC17EDE"/>
    <w:rsid w:val="5DC6023E"/>
    <w:rsid w:val="5DD10F03"/>
    <w:rsid w:val="5DD44D6F"/>
    <w:rsid w:val="5DD7252D"/>
    <w:rsid w:val="5DD86470"/>
    <w:rsid w:val="5DDB4D53"/>
    <w:rsid w:val="5DDE4874"/>
    <w:rsid w:val="5DDE7CA6"/>
    <w:rsid w:val="5DDF0B8D"/>
    <w:rsid w:val="5DE10162"/>
    <w:rsid w:val="5DE1088E"/>
    <w:rsid w:val="5DE66B5A"/>
    <w:rsid w:val="5DE7222C"/>
    <w:rsid w:val="5DE91236"/>
    <w:rsid w:val="5DEA42D9"/>
    <w:rsid w:val="5DEC070D"/>
    <w:rsid w:val="5DF065BD"/>
    <w:rsid w:val="5DF21129"/>
    <w:rsid w:val="5DF55C7E"/>
    <w:rsid w:val="5DF56B28"/>
    <w:rsid w:val="5DF65B76"/>
    <w:rsid w:val="5DF748C4"/>
    <w:rsid w:val="5DF761DA"/>
    <w:rsid w:val="5DF76250"/>
    <w:rsid w:val="5DF848BC"/>
    <w:rsid w:val="5DFD72F0"/>
    <w:rsid w:val="5DFE1552"/>
    <w:rsid w:val="5DFE6292"/>
    <w:rsid w:val="5DFF5A29"/>
    <w:rsid w:val="5DFF69D8"/>
    <w:rsid w:val="5E01491E"/>
    <w:rsid w:val="5E041C46"/>
    <w:rsid w:val="5E140D8B"/>
    <w:rsid w:val="5E177708"/>
    <w:rsid w:val="5E186E6C"/>
    <w:rsid w:val="5E193A6D"/>
    <w:rsid w:val="5E1A2162"/>
    <w:rsid w:val="5E1C257C"/>
    <w:rsid w:val="5E215481"/>
    <w:rsid w:val="5E222068"/>
    <w:rsid w:val="5E294B0D"/>
    <w:rsid w:val="5E2B57AD"/>
    <w:rsid w:val="5E2F4387"/>
    <w:rsid w:val="5E331690"/>
    <w:rsid w:val="5E344B0D"/>
    <w:rsid w:val="5E394EDC"/>
    <w:rsid w:val="5E40270F"/>
    <w:rsid w:val="5E435A0D"/>
    <w:rsid w:val="5E455BEC"/>
    <w:rsid w:val="5E47309A"/>
    <w:rsid w:val="5E494385"/>
    <w:rsid w:val="5E4C2B28"/>
    <w:rsid w:val="5E4C6C47"/>
    <w:rsid w:val="5E4E260D"/>
    <w:rsid w:val="5E545E55"/>
    <w:rsid w:val="5E557B01"/>
    <w:rsid w:val="5E5835B4"/>
    <w:rsid w:val="5E59372F"/>
    <w:rsid w:val="5E5B2C98"/>
    <w:rsid w:val="5E646970"/>
    <w:rsid w:val="5E6A1DF4"/>
    <w:rsid w:val="5E6D57DE"/>
    <w:rsid w:val="5E726156"/>
    <w:rsid w:val="5E7704AA"/>
    <w:rsid w:val="5E793447"/>
    <w:rsid w:val="5E7A57E8"/>
    <w:rsid w:val="5E7F5858"/>
    <w:rsid w:val="5E7F7382"/>
    <w:rsid w:val="5E7F91BD"/>
    <w:rsid w:val="5E837357"/>
    <w:rsid w:val="5E8454F2"/>
    <w:rsid w:val="5E8720EC"/>
    <w:rsid w:val="5E8C3366"/>
    <w:rsid w:val="5E8E1674"/>
    <w:rsid w:val="5E9115C1"/>
    <w:rsid w:val="5E9448AC"/>
    <w:rsid w:val="5E9A0EE9"/>
    <w:rsid w:val="5E9A1907"/>
    <w:rsid w:val="5E9C0EE0"/>
    <w:rsid w:val="5E9F5161"/>
    <w:rsid w:val="5EAA4A28"/>
    <w:rsid w:val="5EB168E1"/>
    <w:rsid w:val="5EB214B6"/>
    <w:rsid w:val="5EB34616"/>
    <w:rsid w:val="5EB34C8F"/>
    <w:rsid w:val="5EB8510D"/>
    <w:rsid w:val="5EBEAAC6"/>
    <w:rsid w:val="5EC013A8"/>
    <w:rsid w:val="5EC26036"/>
    <w:rsid w:val="5ECA4FD6"/>
    <w:rsid w:val="5ECB2A79"/>
    <w:rsid w:val="5ECE1CDB"/>
    <w:rsid w:val="5ED165A4"/>
    <w:rsid w:val="5ED71DF7"/>
    <w:rsid w:val="5ED92D24"/>
    <w:rsid w:val="5EDC50D8"/>
    <w:rsid w:val="5EDD7181"/>
    <w:rsid w:val="5EDE9EE5"/>
    <w:rsid w:val="5EDF355E"/>
    <w:rsid w:val="5EDF56BC"/>
    <w:rsid w:val="5EE103AC"/>
    <w:rsid w:val="5EE26D43"/>
    <w:rsid w:val="5EE4753E"/>
    <w:rsid w:val="5EE639D5"/>
    <w:rsid w:val="5EE8599A"/>
    <w:rsid w:val="5EEB1DCF"/>
    <w:rsid w:val="5EEF1D7A"/>
    <w:rsid w:val="5EF5B8B5"/>
    <w:rsid w:val="5EF6578B"/>
    <w:rsid w:val="5EF68831"/>
    <w:rsid w:val="5EF7099F"/>
    <w:rsid w:val="5EFA28BD"/>
    <w:rsid w:val="5EFC4888"/>
    <w:rsid w:val="5EFC65E4"/>
    <w:rsid w:val="5F0059FA"/>
    <w:rsid w:val="5F066EB6"/>
    <w:rsid w:val="5F1305A8"/>
    <w:rsid w:val="5F133DD7"/>
    <w:rsid w:val="5F135B0B"/>
    <w:rsid w:val="5F13715C"/>
    <w:rsid w:val="5F1823F3"/>
    <w:rsid w:val="5F1B5707"/>
    <w:rsid w:val="5F1C0A86"/>
    <w:rsid w:val="5F1F40D2"/>
    <w:rsid w:val="5F2015ED"/>
    <w:rsid w:val="5F211440"/>
    <w:rsid w:val="5F233867"/>
    <w:rsid w:val="5F24693F"/>
    <w:rsid w:val="5F246B86"/>
    <w:rsid w:val="5F2726A0"/>
    <w:rsid w:val="5F2A356F"/>
    <w:rsid w:val="5F2E233B"/>
    <w:rsid w:val="5F3126E2"/>
    <w:rsid w:val="5F37053A"/>
    <w:rsid w:val="5F3A715E"/>
    <w:rsid w:val="5F3D4C56"/>
    <w:rsid w:val="5F3F5AE8"/>
    <w:rsid w:val="5F3F869F"/>
    <w:rsid w:val="5F400796"/>
    <w:rsid w:val="5F417C87"/>
    <w:rsid w:val="5F460A93"/>
    <w:rsid w:val="5F470B55"/>
    <w:rsid w:val="5F49114F"/>
    <w:rsid w:val="5F4E53A6"/>
    <w:rsid w:val="5F4F3BFF"/>
    <w:rsid w:val="5F574945"/>
    <w:rsid w:val="5F576BF4"/>
    <w:rsid w:val="5F5D318D"/>
    <w:rsid w:val="5F5D5E60"/>
    <w:rsid w:val="5F5E67F5"/>
    <w:rsid w:val="5F5F4E16"/>
    <w:rsid w:val="5F6202E3"/>
    <w:rsid w:val="5F633AC7"/>
    <w:rsid w:val="5F653503"/>
    <w:rsid w:val="5F670380"/>
    <w:rsid w:val="5F68664F"/>
    <w:rsid w:val="5F6DC685"/>
    <w:rsid w:val="5F6F466B"/>
    <w:rsid w:val="5F6FEDAD"/>
    <w:rsid w:val="5F7302E0"/>
    <w:rsid w:val="5F736767"/>
    <w:rsid w:val="5F765672"/>
    <w:rsid w:val="5F772389"/>
    <w:rsid w:val="5F783181"/>
    <w:rsid w:val="5F795ED8"/>
    <w:rsid w:val="5F7A73A7"/>
    <w:rsid w:val="5F7B0871"/>
    <w:rsid w:val="5F7F60A2"/>
    <w:rsid w:val="5F7FDF5C"/>
    <w:rsid w:val="5F80707B"/>
    <w:rsid w:val="5F822124"/>
    <w:rsid w:val="5F87590A"/>
    <w:rsid w:val="5F8B48A1"/>
    <w:rsid w:val="5F942D12"/>
    <w:rsid w:val="5F9B38A9"/>
    <w:rsid w:val="5F9F7506"/>
    <w:rsid w:val="5FA11431"/>
    <w:rsid w:val="5FA64E4A"/>
    <w:rsid w:val="5FA84B5C"/>
    <w:rsid w:val="5FA95A00"/>
    <w:rsid w:val="5FAD78BD"/>
    <w:rsid w:val="5FAF7FBC"/>
    <w:rsid w:val="5FB13141"/>
    <w:rsid w:val="5FB15CE4"/>
    <w:rsid w:val="5FB83E4F"/>
    <w:rsid w:val="5FBA4CBA"/>
    <w:rsid w:val="5FC032D5"/>
    <w:rsid w:val="5FC071EF"/>
    <w:rsid w:val="5FC24704"/>
    <w:rsid w:val="5FC603A6"/>
    <w:rsid w:val="5FC75459"/>
    <w:rsid w:val="5FC8235E"/>
    <w:rsid w:val="5FCD0925"/>
    <w:rsid w:val="5FCD26DE"/>
    <w:rsid w:val="5FCF4C6F"/>
    <w:rsid w:val="5FD45337"/>
    <w:rsid w:val="5FD665E7"/>
    <w:rsid w:val="5FD86982"/>
    <w:rsid w:val="5FDB0C51"/>
    <w:rsid w:val="5FDB5AC2"/>
    <w:rsid w:val="5FDD286D"/>
    <w:rsid w:val="5FDD3E26"/>
    <w:rsid w:val="5FDF2720"/>
    <w:rsid w:val="5FDF47F5"/>
    <w:rsid w:val="5FE13586"/>
    <w:rsid w:val="5FE20828"/>
    <w:rsid w:val="5FE3229D"/>
    <w:rsid w:val="5FE36BAC"/>
    <w:rsid w:val="5FEBF8EB"/>
    <w:rsid w:val="5FEC74F3"/>
    <w:rsid w:val="5FEF582B"/>
    <w:rsid w:val="5FF10809"/>
    <w:rsid w:val="5FF46FEE"/>
    <w:rsid w:val="5FF950F0"/>
    <w:rsid w:val="5FFA66E4"/>
    <w:rsid w:val="5FFB6F08"/>
    <w:rsid w:val="5FFBCC7D"/>
    <w:rsid w:val="5FFD56DE"/>
    <w:rsid w:val="5FFE33EE"/>
    <w:rsid w:val="5FFF0CFD"/>
    <w:rsid w:val="5FFFED03"/>
    <w:rsid w:val="5FFFF1F5"/>
    <w:rsid w:val="60020215"/>
    <w:rsid w:val="60066D3E"/>
    <w:rsid w:val="600915E6"/>
    <w:rsid w:val="6019142E"/>
    <w:rsid w:val="601C4C78"/>
    <w:rsid w:val="602512B8"/>
    <w:rsid w:val="60266958"/>
    <w:rsid w:val="60275006"/>
    <w:rsid w:val="602A25C8"/>
    <w:rsid w:val="60303475"/>
    <w:rsid w:val="60367925"/>
    <w:rsid w:val="60373EDC"/>
    <w:rsid w:val="603D3209"/>
    <w:rsid w:val="603D59DA"/>
    <w:rsid w:val="6043252E"/>
    <w:rsid w:val="604428D1"/>
    <w:rsid w:val="60590DB8"/>
    <w:rsid w:val="60594B7B"/>
    <w:rsid w:val="605E441B"/>
    <w:rsid w:val="60624FAA"/>
    <w:rsid w:val="60652CF3"/>
    <w:rsid w:val="60681F82"/>
    <w:rsid w:val="60682B6F"/>
    <w:rsid w:val="606C5B4D"/>
    <w:rsid w:val="607005F7"/>
    <w:rsid w:val="60703335"/>
    <w:rsid w:val="6071676F"/>
    <w:rsid w:val="6073781A"/>
    <w:rsid w:val="607753E6"/>
    <w:rsid w:val="6077665B"/>
    <w:rsid w:val="60781D03"/>
    <w:rsid w:val="608D4B88"/>
    <w:rsid w:val="608F4357"/>
    <w:rsid w:val="608F7EDF"/>
    <w:rsid w:val="6092035F"/>
    <w:rsid w:val="60940F06"/>
    <w:rsid w:val="60960224"/>
    <w:rsid w:val="60965307"/>
    <w:rsid w:val="60991E06"/>
    <w:rsid w:val="609C5881"/>
    <w:rsid w:val="60A1163F"/>
    <w:rsid w:val="60A12C71"/>
    <w:rsid w:val="60A1598C"/>
    <w:rsid w:val="60A23EC0"/>
    <w:rsid w:val="60A25264"/>
    <w:rsid w:val="60A34F54"/>
    <w:rsid w:val="60A7299F"/>
    <w:rsid w:val="60A84EB3"/>
    <w:rsid w:val="60AC23E0"/>
    <w:rsid w:val="60AE5E7B"/>
    <w:rsid w:val="60B063FA"/>
    <w:rsid w:val="60B12945"/>
    <w:rsid w:val="60BC4730"/>
    <w:rsid w:val="60BD5C4B"/>
    <w:rsid w:val="60C16FF2"/>
    <w:rsid w:val="60C80FE7"/>
    <w:rsid w:val="60CA016E"/>
    <w:rsid w:val="60CC1458"/>
    <w:rsid w:val="60CC6313"/>
    <w:rsid w:val="60CF38D6"/>
    <w:rsid w:val="60CF449D"/>
    <w:rsid w:val="60D030CF"/>
    <w:rsid w:val="60D24580"/>
    <w:rsid w:val="60D57937"/>
    <w:rsid w:val="60D666FA"/>
    <w:rsid w:val="60DB75DA"/>
    <w:rsid w:val="60E1187F"/>
    <w:rsid w:val="60E44D33"/>
    <w:rsid w:val="60E675C0"/>
    <w:rsid w:val="60EB139A"/>
    <w:rsid w:val="60EC4488"/>
    <w:rsid w:val="60ED1F58"/>
    <w:rsid w:val="60ED4C17"/>
    <w:rsid w:val="60F1406D"/>
    <w:rsid w:val="60F863F1"/>
    <w:rsid w:val="60F90953"/>
    <w:rsid w:val="60FB0788"/>
    <w:rsid w:val="60FB3E1A"/>
    <w:rsid w:val="60FD7F4E"/>
    <w:rsid w:val="6102341D"/>
    <w:rsid w:val="610266ED"/>
    <w:rsid w:val="610657A5"/>
    <w:rsid w:val="61096B53"/>
    <w:rsid w:val="610B6E18"/>
    <w:rsid w:val="610F6475"/>
    <w:rsid w:val="61106602"/>
    <w:rsid w:val="61142C90"/>
    <w:rsid w:val="6117182B"/>
    <w:rsid w:val="611908D2"/>
    <w:rsid w:val="611A3323"/>
    <w:rsid w:val="611B08CB"/>
    <w:rsid w:val="611B7B98"/>
    <w:rsid w:val="61244AFB"/>
    <w:rsid w:val="6128259F"/>
    <w:rsid w:val="612C6F7A"/>
    <w:rsid w:val="61304C5C"/>
    <w:rsid w:val="61305DC6"/>
    <w:rsid w:val="61317FA7"/>
    <w:rsid w:val="613340D4"/>
    <w:rsid w:val="61380260"/>
    <w:rsid w:val="61387330"/>
    <w:rsid w:val="613E21F3"/>
    <w:rsid w:val="61401355"/>
    <w:rsid w:val="61407D29"/>
    <w:rsid w:val="6141462A"/>
    <w:rsid w:val="61427C10"/>
    <w:rsid w:val="614579C7"/>
    <w:rsid w:val="614875D1"/>
    <w:rsid w:val="6148780D"/>
    <w:rsid w:val="614961C6"/>
    <w:rsid w:val="614A2486"/>
    <w:rsid w:val="614B787A"/>
    <w:rsid w:val="614D4D02"/>
    <w:rsid w:val="615445C8"/>
    <w:rsid w:val="615849C8"/>
    <w:rsid w:val="615976AC"/>
    <w:rsid w:val="615A5B33"/>
    <w:rsid w:val="615B6294"/>
    <w:rsid w:val="615D1C9A"/>
    <w:rsid w:val="6168520E"/>
    <w:rsid w:val="616E4C02"/>
    <w:rsid w:val="61727AA7"/>
    <w:rsid w:val="61741357"/>
    <w:rsid w:val="617A28E1"/>
    <w:rsid w:val="617F7531"/>
    <w:rsid w:val="6186410E"/>
    <w:rsid w:val="61877ABA"/>
    <w:rsid w:val="618B2300"/>
    <w:rsid w:val="618F062D"/>
    <w:rsid w:val="619204C9"/>
    <w:rsid w:val="619230C3"/>
    <w:rsid w:val="61953F46"/>
    <w:rsid w:val="6198016C"/>
    <w:rsid w:val="6198501D"/>
    <w:rsid w:val="619A46DF"/>
    <w:rsid w:val="619A67BD"/>
    <w:rsid w:val="619D2C00"/>
    <w:rsid w:val="619F3A46"/>
    <w:rsid w:val="61A10221"/>
    <w:rsid w:val="61A2728A"/>
    <w:rsid w:val="61A64D23"/>
    <w:rsid w:val="61A92379"/>
    <w:rsid w:val="61AA2D08"/>
    <w:rsid w:val="61AB4E64"/>
    <w:rsid w:val="61AD1BA1"/>
    <w:rsid w:val="61AE0F4A"/>
    <w:rsid w:val="61AF1492"/>
    <w:rsid w:val="61B01435"/>
    <w:rsid w:val="61B72066"/>
    <w:rsid w:val="61BA4F74"/>
    <w:rsid w:val="61BF01A9"/>
    <w:rsid w:val="61C33EE1"/>
    <w:rsid w:val="61C630A3"/>
    <w:rsid w:val="61CA14E8"/>
    <w:rsid w:val="61CA3D3F"/>
    <w:rsid w:val="61CF4E5D"/>
    <w:rsid w:val="61D20294"/>
    <w:rsid w:val="61D57544"/>
    <w:rsid w:val="61D57BAB"/>
    <w:rsid w:val="61D76EBE"/>
    <w:rsid w:val="61DD5D5D"/>
    <w:rsid w:val="61DE528F"/>
    <w:rsid w:val="61E61030"/>
    <w:rsid w:val="61E75749"/>
    <w:rsid w:val="61ED12E7"/>
    <w:rsid w:val="61F1566E"/>
    <w:rsid w:val="61F17BF2"/>
    <w:rsid w:val="61F57F72"/>
    <w:rsid w:val="61F638A2"/>
    <w:rsid w:val="61F80AE1"/>
    <w:rsid w:val="61FE339F"/>
    <w:rsid w:val="62040BA5"/>
    <w:rsid w:val="620700E7"/>
    <w:rsid w:val="62077939"/>
    <w:rsid w:val="620C7CE1"/>
    <w:rsid w:val="62133CBA"/>
    <w:rsid w:val="62141EE8"/>
    <w:rsid w:val="62144919"/>
    <w:rsid w:val="621F3746"/>
    <w:rsid w:val="622145D2"/>
    <w:rsid w:val="62256EB6"/>
    <w:rsid w:val="622D5102"/>
    <w:rsid w:val="62307EBB"/>
    <w:rsid w:val="6231401F"/>
    <w:rsid w:val="62344AC9"/>
    <w:rsid w:val="62386F34"/>
    <w:rsid w:val="623C5E8E"/>
    <w:rsid w:val="623E79CD"/>
    <w:rsid w:val="62404A8B"/>
    <w:rsid w:val="62426676"/>
    <w:rsid w:val="62460945"/>
    <w:rsid w:val="624713FD"/>
    <w:rsid w:val="6247374C"/>
    <w:rsid w:val="624C45FB"/>
    <w:rsid w:val="625255DA"/>
    <w:rsid w:val="625305DD"/>
    <w:rsid w:val="62531033"/>
    <w:rsid w:val="62590832"/>
    <w:rsid w:val="625C1F2E"/>
    <w:rsid w:val="625C61DF"/>
    <w:rsid w:val="62605AD6"/>
    <w:rsid w:val="626274CE"/>
    <w:rsid w:val="626406E8"/>
    <w:rsid w:val="626F9658"/>
    <w:rsid w:val="62726E2B"/>
    <w:rsid w:val="62741DBC"/>
    <w:rsid w:val="62755137"/>
    <w:rsid w:val="62782477"/>
    <w:rsid w:val="627C6A8D"/>
    <w:rsid w:val="628250A4"/>
    <w:rsid w:val="62887BE2"/>
    <w:rsid w:val="62892226"/>
    <w:rsid w:val="628D0E06"/>
    <w:rsid w:val="62900049"/>
    <w:rsid w:val="629119CA"/>
    <w:rsid w:val="62930B11"/>
    <w:rsid w:val="629D3479"/>
    <w:rsid w:val="62A04FCE"/>
    <w:rsid w:val="62A4275F"/>
    <w:rsid w:val="62A50BB1"/>
    <w:rsid w:val="62A539BF"/>
    <w:rsid w:val="62AB05DC"/>
    <w:rsid w:val="62AC57BF"/>
    <w:rsid w:val="62B334AF"/>
    <w:rsid w:val="62B51D1E"/>
    <w:rsid w:val="62B61F22"/>
    <w:rsid w:val="62B90D93"/>
    <w:rsid w:val="62B923EF"/>
    <w:rsid w:val="62BB737C"/>
    <w:rsid w:val="62BE3C02"/>
    <w:rsid w:val="62BE6C67"/>
    <w:rsid w:val="62C134A9"/>
    <w:rsid w:val="62C27A5D"/>
    <w:rsid w:val="62C42F75"/>
    <w:rsid w:val="62C72D77"/>
    <w:rsid w:val="62CA07F9"/>
    <w:rsid w:val="62D152B8"/>
    <w:rsid w:val="62D85730"/>
    <w:rsid w:val="62D96110"/>
    <w:rsid w:val="62DB43BF"/>
    <w:rsid w:val="62DB4676"/>
    <w:rsid w:val="62E1661F"/>
    <w:rsid w:val="62E4554C"/>
    <w:rsid w:val="62E50A33"/>
    <w:rsid w:val="62E9321B"/>
    <w:rsid w:val="62ED713E"/>
    <w:rsid w:val="62F12B26"/>
    <w:rsid w:val="62F24BD1"/>
    <w:rsid w:val="62F27551"/>
    <w:rsid w:val="62F36140"/>
    <w:rsid w:val="62FA5CB4"/>
    <w:rsid w:val="62FE2BE2"/>
    <w:rsid w:val="62FF1245"/>
    <w:rsid w:val="63031132"/>
    <w:rsid w:val="630452A7"/>
    <w:rsid w:val="63050A78"/>
    <w:rsid w:val="630B1E09"/>
    <w:rsid w:val="630C1B9C"/>
    <w:rsid w:val="630F1AE7"/>
    <w:rsid w:val="631155E0"/>
    <w:rsid w:val="63126CBD"/>
    <w:rsid w:val="63141DE8"/>
    <w:rsid w:val="6314769E"/>
    <w:rsid w:val="631618B3"/>
    <w:rsid w:val="631826EF"/>
    <w:rsid w:val="631D4936"/>
    <w:rsid w:val="632623C3"/>
    <w:rsid w:val="632B5AFB"/>
    <w:rsid w:val="632C2A7F"/>
    <w:rsid w:val="63322563"/>
    <w:rsid w:val="633234E3"/>
    <w:rsid w:val="63393034"/>
    <w:rsid w:val="633A4BC8"/>
    <w:rsid w:val="633B2709"/>
    <w:rsid w:val="634202E3"/>
    <w:rsid w:val="6345161B"/>
    <w:rsid w:val="63457969"/>
    <w:rsid w:val="634C1057"/>
    <w:rsid w:val="634D0393"/>
    <w:rsid w:val="6352079A"/>
    <w:rsid w:val="63527A08"/>
    <w:rsid w:val="635A7DCF"/>
    <w:rsid w:val="635D11FE"/>
    <w:rsid w:val="635D6A9D"/>
    <w:rsid w:val="635E4E17"/>
    <w:rsid w:val="635E785D"/>
    <w:rsid w:val="63640C4D"/>
    <w:rsid w:val="636939E0"/>
    <w:rsid w:val="636C18B0"/>
    <w:rsid w:val="63753B39"/>
    <w:rsid w:val="63754C08"/>
    <w:rsid w:val="63762FF1"/>
    <w:rsid w:val="6376583B"/>
    <w:rsid w:val="63770365"/>
    <w:rsid w:val="637D798E"/>
    <w:rsid w:val="637F4BAB"/>
    <w:rsid w:val="638D65D4"/>
    <w:rsid w:val="638D7FFC"/>
    <w:rsid w:val="638E444D"/>
    <w:rsid w:val="639112D7"/>
    <w:rsid w:val="63924662"/>
    <w:rsid w:val="639643CB"/>
    <w:rsid w:val="63974144"/>
    <w:rsid w:val="639A432D"/>
    <w:rsid w:val="639C0089"/>
    <w:rsid w:val="639E36C0"/>
    <w:rsid w:val="63A03204"/>
    <w:rsid w:val="63A23641"/>
    <w:rsid w:val="63AA54CE"/>
    <w:rsid w:val="63AD55C4"/>
    <w:rsid w:val="63AE2A97"/>
    <w:rsid w:val="63B40499"/>
    <w:rsid w:val="63B52A96"/>
    <w:rsid w:val="63B640DC"/>
    <w:rsid w:val="63BA6ABF"/>
    <w:rsid w:val="63BB742D"/>
    <w:rsid w:val="63BC2BD4"/>
    <w:rsid w:val="63BC75F8"/>
    <w:rsid w:val="63BD4820"/>
    <w:rsid w:val="63BE2122"/>
    <w:rsid w:val="63C35CB5"/>
    <w:rsid w:val="63C86BAF"/>
    <w:rsid w:val="63CC0556"/>
    <w:rsid w:val="63CD227F"/>
    <w:rsid w:val="63D03CD9"/>
    <w:rsid w:val="63D46A06"/>
    <w:rsid w:val="63D57421"/>
    <w:rsid w:val="63DD5D6C"/>
    <w:rsid w:val="63E03BA8"/>
    <w:rsid w:val="63E32CCC"/>
    <w:rsid w:val="63E54760"/>
    <w:rsid w:val="63E96320"/>
    <w:rsid w:val="63EA32E8"/>
    <w:rsid w:val="63EE05A9"/>
    <w:rsid w:val="63F63121"/>
    <w:rsid w:val="63FA6E45"/>
    <w:rsid w:val="63FC6EB7"/>
    <w:rsid w:val="64027B04"/>
    <w:rsid w:val="640717BE"/>
    <w:rsid w:val="640B0A4A"/>
    <w:rsid w:val="640B1FAA"/>
    <w:rsid w:val="64102F3F"/>
    <w:rsid w:val="64103397"/>
    <w:rsid w:val="641107D0"/>
    <w:rsid w:val="641459C4"/>
    <w:rsid w:val="64153CF6"/>
    <w:rsid w:val="64154562"/>
    <w:rsid w:val="64155979"/>
    <w:rsid w:val="64185F50"/>
    <w:rsid w:val="6426211F"/>
    <w:rsid w:val="642C4B41"/>
    <w:rsid w:val="642D7291"/>
    <w:rsid w:val="64304646"/>
    <w:rsid w:val="6431578F"/>
    <w:rsid w:val="6432243B"/>
    <w:rsid w:val="643342CF"/>
    <w:rsid w:val="643575BD"/>
    <w:rsid w:val="6436421A"/>
    <w:rsid w:val="6437319D"/>
    <w:rsid w:val="643F1238"/>
    <w:rsid w:val="644035F3"/>
    <w:rsid w:val="644149F1"/>
    <w:rsid w:val="6447468D"/>
    <w:rsid w:val="644B10FC"/>
    <w:rsid w:val="64523612"/>
    <w:rsid w:val="6454177A"/>
    <w:rsid w:val="6455182C"/>
    <w:rsid w:val="64590086"/>
    <w:rsid w:val="645C5690"/>
    <w:rsid w:val="64600490"/>
    <w:rsid w:val="646274C0"/>
    <w:rsid w:val="64634A61"/>
    <w:rsid w:val="6466696C"/>
    <w:rsid w:val="646709F5"/>
    <w:rsid w:val="646E469A"/>
    <w:rsid w:val="646F1B2C"/>
    <w:rsid w:val="64703312"/>
    <w:rsid w:val="6476335A"/>
    <w:rsid w:val="6477361D"/>
    <w:rsid w:val="648056B2"/>
    <w:rsid w:val="648157D7"/>
    <w:rsid w:val="648319FA"/>
    <w:rsid w:val="64893148"/>
    <w:rsid w:val="649124EB"/>
    <w:rsid w:val="64930F98"/>
    <w:rsid w:val="64947310"/>
    <w:rsid w:val="649623E5"/>
    <w:rsid w:val="649A124A"/>
    <w:rsid w:val="649D3EE1"/>
    <w:rsid w:val="649E018F"/>
    <w:rsid w:val="64A63401"/>
    <w:rsid w:val="64AD4008"/>
    <w:rsid w:val="64AE073A"/>
    <w:rsid w:val="64B11C70"/>
    <w:rsid w:val="64B17C0A"/>
    <w:rsid w:val="64B328CA"/>
    <w:rsid w:val="64B33E00"/>
    <w:rsid w:val="64B52283"/>
    <w:rsid w:val="64C14810"/>
    <w:rsid w:val="64C210E3"/>
    <w:rsid w:val="64C317CF"/>
    <w:rsid w:val="64CA5621"/>
    <w:rsid w:val="64CA6F7C"/>
    <w:rsid w:val="64CC0391"/>
    <w:rsid w:val="64CE2987"/>
    <w:rsid w:val="64D01AF5"/>
    <w:rsid w:val="64D170FB"/>
    <w:rsid w:val="64D20FA0"/>
    <w:rsid w:val="64D24E52"/>
    <w:rsid w:val="64D43BB1"/>
    <w:rsid w:val="64D67395"/>
    <w:rsid w:val="64D71598"/>
    <w:rsid w:val="64D756A5"/>
    <w:rsid w:val="64D765DD"/>
    <w:rsid w:val="64E170A0"/>
    <w:rsid w:val="64F32AD0"/>
    <w:rsid w:val="64F565FE"/>
    <w:rsid w:val="64FA0DBB"/>
    <w:rsid w:val="64FD8B7C"/>
    <w:rsid w:val="65005DBF"/>
    <w:rsid w:val="65187813"/>
    <w:rsid w:val="651B17E0"/>
    <w:rsid w:val="651D4D41"/>
    <w:rsid w:val="651F310D"/>
    <w:rsid w:val="652666A0"/>
    <w:rsid w:val="65271FEA"/>
    <w:rsid w:val="652A37D1"/>
    <w:rsid w:val="65313D88"/>
    <w:rsid w:val="65317763"/>
    <w:rsid w:val="653643B2"/>
    <w:rsid w:val="65385EEE"/>
    <w:rsid w:val="6538691B"/>
    <w:rsid w:val="65393C70"/>
    <w:rsid w:val="6539611F"/>
    <w:rsid w:val="653C6CA7"/>
    <w:rsid w:val="654159D4"/>
    <w:rsid w:val="65435B4F"/>
    <w:rsid w:val="65491EA9"/>
    <w:rsid w:val="6549634D"/>
    <w:rsid w:val="654C1A53"/>
    <w:rsid w:val="65522594"/>
    <w:rsid w:val="655668B9"/>
    <w:rsid w:val="655C0050"/>
    <w:rsid w:val="65623702"/>
    <w:rsid w:val="65651E87"/>
    <w:rsid w:val="6568375C"/>
    <w:rsid w:val="656875E7"/>
    <w:rsid w:val="656949A5"/>
    <w:rsid w:val="656C569E"/>
    <w:rsid w:val="65706115"/>
    <w:rsid w:val="657303CC"/>
    <w:rsid w:val="65763BFF"/>
    <w:rsid w:val="65792330"/>
    <w:rsid w:val="657935B1"/>
    <w:rsid w:val="657C7883"/>
    <w:rsid w:val="658035EB"/>
    <w:rsid w:val="658061BD"/>
    <w:rsid w:val="65903365"/>
    <w:rsid w:val="659A3420"/>
    <w:rsid w:val="65A01607"/>
    <w:rsid w:val="65A37D0A"/>
    <w:rsid w:val="65A610A9"/>
    <w:rsid w:val="65A81824"/>
    <w:rsid w:val="65AF4B85"/>
    <w:rsid w:val="65B030FE"/>
    <w:rsid w:val="65B43D4E"/>
    <w:rsid w:val="65B634D9"/>
    <w:rsid w:val="65B73674"/>
    <w:rsid w:val="65B7457F"/>
    <w:rsid w:val="65BB1A1B"/>
    <w:rsid w:val="65BB69B2"/>
    <w:rsid w:val="65BD2889"/>
    <w:rsid w:val="65BF6E00"/>
    <w:rsid w:val="65C11EDD"/>
    <w:rsid w:val="65C2244A"/>
    <w:rsid w:val="65C2265F"/>
    <w:rsid w:val="65C426F0"/>
    <w:rsid w:val="65C63F24"/>
    <w:rsid w:val="65D26342"/>
    <w:rsid w:val="65D57AC5"/>
    <w:rsid w:val="65DA0D53"/>
    <w:rsid w:val="65E2451E"/>
    <w:rsid w:val="65E35B16"/>
    <w:rsid w:val="65E371A9"/>
    <w:rsid w:val="65ED4CF7"/>
    <w:rsid w:val="65F00198"/>
    <w:rsid w:val="65F67D4C"/>
    <w:rsid w:val="65F7148B"/>
    <w:rsid w:val="65FD389F"/>
    <w:rsid w:val="66006317"/>
    <w:rsid w:val="6604048C"/>
    <w:rsid w:val="660404C6"/>
    <w:rsid w:val="660A14F5"/>
    <w:rsid w:val="660B3506"/>
    <w:rsid w:val="660C00CC"/>
    <w:rsid w:val="660F0449"/>
    <w:rsid w:val="66130A2D"/>
    <w:rsid w:val="66140CFD"/>
    <w:rsid w:val="66153239"/>
    <w:rsid w:val="661640E8"/>
    <w:rsid w:val="661C498E"/>
    <w:rsid w:val="662D19A1"/>
    <w:rsid w:val="662D1B01"/>
    <w:rsid w:val="662D50F7"/>
    <w:rsid w:val="662F4CE6"/>
    <w:rsid w:val="6631591E"/>
    <w:rsid w:val="66330469"/>
    <w:rsid w:val="663A099C"/>
    <w:rsid w:val="663A1337"/>
    <w:rsid w:val="663E26D9"/>
    <w:rsid w:val="66425E40"/>
    <w:rsid w:val="6643704A"/>
    <w:rsid w:val="664663E8"/>
    <w:rsid w:val="66482160"/>
    <w:rsid w:val="66495ED8"/>
    <w:rsid w:val="664E7736"/>
    <w:rsid w:val="66567D66"/>
    <w:rsid w:val="665B6338"/>
    <w:rsid w:val="665D0BE5"/>
    <w:rsid w:val="665F13F4"/>
    <w:rsid w:val="666D7CE0"/>
    <w:rsid w:val="66784E1F"/>
    <w:rsid w:val="667C62AE"/>
    <w:rsid w:val="667D2839"/>
    <w:rsid w:val="66805FC2"/>
    <w:rsid w:val="668828EC"/>
    <w:rsid w:val="66886473"/>
    <w:rsid w:val="668B68F7"/>
    <w:rsid w:val="669366E4"/>
    <w:rsid w:val="6699734E"/>
    <w:rsid w:val="669C7BFB"/>
    <w:rsid w:val="66A0229A"/>
    <w:rsid w:val="66A332D7"/>
    <w:rsid w:val="66A52281"/>
    <w:rsid w:val="66A670D3"/>
    <w:rsid w:val="66AC593F"/>
    <w:rsid w:val="66B21669"/>
    <w:rsid w:val="66C12732"/>
    <w:rsid w:val="66C56F22"/>
    <w:rsid w:val="66C603D9"/>
    <w:rsid w:val="66CB6108"/>
    <w:rsid w:val="66CD08B8"/>
    <w:rsid w:val="66CD7FD5"/>
    <w:rsid w:val="66D25AD6"/>
    <w:rsid w:val="66D41140"/>
    <w:rsid w:val="66D53BBC"/>
    <w:rsid w:val="66D75342"/>
    <w:rsid w:val="66D92C18"/>
    <w:rsid w:val="66D972BB"/>
    <w:rsid w:val="66D97A71"/>
    <w:rsid w:val="66DE294C"/>
    <w:rsid w:val="66DE4B89"/>
    <w:rsid w:val="66DF3711"/>
    <w:rsid w:val="66E00D36"/>
    <w:rsid w:val="66E7139A"/>
    <w:rsid w:val="66E82B61"/>
    <w:rsid w:val="66EE7684"/>
    <w:rsid w:val="66F706EC"/>
    <w:rsid w:val="66F72FE5"/>
    <w:rsid w:val="66FA416F"/>
    <w:rsid w:val="66FF5859"/>
    <w:rsid w:val="67053E02"/>
    <w:rsid w:val="67063735"/>
    <w:rsid w:val="670C13E0"/>
    <w:rsid w:val="670D2966"/>
    <w:rsid w:val="670F2DBC"/>
    <w:rsid w:val="671F1176"/>
    <w:rsid w:val="672756E9"/>
    <w:rsid w:val="6729416E"/>
    <w:rsid w:val="672A5D0A"/>
    <w:rsid w:val="672B002E"/>
    <w:rsid w:val="672F1237"/>
    <w:rsid w:val="673F0D42"/>
    <w:rsid w:val="673F141B"/>
    <w:rsid w:val="673F5B4D"/>
    <w:rsid w:val="67433380"/>
    <w:rsid w:val="674A3855"/>
    <w:rsid w:val="67516A1F"/>
    <w:rsid w:val="67594C2D"/>
    <w:rsid w:val="675A00CC"/>
    <w:rsid w:val="675B3F3D"/>
    <w:rsid w:val="675C4213"/>
    <w:rsid w:val="675F3441"/>
    <w:rsid w:val="676173E2"/>
    <w:rsid w:val="676730EE"/>
    <w:rsid w:val="676C6927"/>
    <w:rsid w:val="67701E93"/>
    <w:rsid w:val="67733807"/>
    <w:rsid w:val="67763865"/>
    <w:rsid w:val="6778336D"/>
    <w:rsid w:val="677C1572"/>
    <w:rsid w:val="677D5A57"/>
    <w:rsid w:val="677F0E59"/>
    <w:rsid w:val="678214E4"/>
    <w:rsid w:val="67844AB1"/>
    <w:rsid w:val="67862527"/>
    <w:rsid w:val="678842B7"/>
    <w:rsid w:val="678E0B61"/>
    <w:rsid w:val="678F0035"/>
    <w:rsid w:val="679333A5"/>
    <w:rsid w:val="67944A8A"/>
    <w:rsid w:val="67957A2A"/>
    <w:rsid w:val="6798558D"/>
    <w:rsid w:val="67993074"/>
    <w:rsid w:val="679D472E"/>
    <w:rsid w:val="67A26921"/>
    <w:rsid w:val="67A76A27"/>
    <w:rsid w:val="67A979FA"/>
    <w:rsid w:val="67AA69D1"/>
    <w:rsid w:val="67AB1F1E"/>
    <w:rsid w:val="67AF3666"/>
    <w:rsid w:val="67AF5108"/>
    <w:rsid w:val="67B54428"/>
    <w:rsid w:val="67B56C38"/>
    <w:rsid w:val="67B77EB4"/>
    <w:rsid w:val="67BB20FB"/>
    <w:rsid w:val="67BC79E2"/>
    <w:rsid w:val="67C108C9"/>
    <w:rsid w:val="67C4475C"/>
    <w:rsid w:val="67CB7D75"/>
    <w:rsid w:val="67CD6FB7"/>
    <w:rsid w:val="67D22E92"/>
    <w:rsid w:val="67D26472"/>
    <w:rsid w:val="67D828FB"/>
    <w:rsid w:val="67D96519"/>
    <w:rsid w:val="67DEA872"/>
    <w:rsid w:val="67DF37B0"/>
    <w:rsid w:val="67E16E91"/>
    <w:rsid w:val="67E55677"/>
    <w:rsid w:val="67E94073"/>
    <w:rsid w:val="67EB0DA4"/>
    <w:rsid w:val="67F122D3"/>
    <w:rsid w:val="67F20989"/>
    <w:rsid w:val="67F51A22"/>
    <w:rsid w:val="67F70579"/>
    <w:rsid w:val="67F70908"/>
    <w:rsid w:val="67FA1CB5"/>
    <w:rsid w:val="67FB7404"/>
    <w:rsid w:val="67FDFD4D"/>
    <w:rsid w:val="67FF939B"/>
    <w:rsid w:val="68050EA5"/>
    <w:rsid w:val="680622D3"/>
    <w:rsid w:val="680953F2"/>
    <w:rsid w:val="680C46A6"/>
    <w:rsid w:val="68106CAE"/>
    <w:rsid w:val="6814295B"/>
    <w:rsid w:val="681E2403"/>
    <w:rsid w:val="68243EEC"/>
    <w:rsid w:val="6824412B"/>
    <w:rsid w:val="682527BB"/>
    <w:rsid w:val="682A00A3"/>
    <w:rsid w:val="682D4035"/>
    <w:rsid w:val="682E2910"/>
    <w:rsid w:val="683776BB"/>
    <w:rsid w:val="683F1095"/>
    <w:rsid w:val="68437711"/>
    <w:rsid w:val="6844677E"/>
    <w:rsid w:val="68454951"/>
    <w:rsid w:val="68472DE3"/>
    <w:rsid w:val="684958FE"/>
    <w:rsid w:val="684C37A9"/>
    <w:rsid w:val="68565530"/>
    <w:rsid w:val="685A4B6F"/>
    <w:rsid w:val="685E6403"/>
    <w:rsid w:val="685F3791"/>
    <w:rsid w:val="68641294"/>
    <w:rsid w:val="68681B9F"/>
    <w:rsid w:val="68695C6B"/>
    <w:rsid w:val="686A1069"/>
    <w:rsid w:val="686A1CB7"/>
    <w:rsid w:val="686C4E29"/>
    <w:rsid w:val="686E4D86"/>
    <w:rsid w:val="686F7EE9"/>
    <w:rsid w:val="6874053E"/>
    <w:rsid w:val="68764AD6"/>
    <w:rsid w:val="68810E0C"/>
    <w:rsid w:val="688D3C35"/>
    <w:rsid w:val="688E1657"/>
    <w:rsid w:val="68926134"/>
    <w:rsid w:val="68AC6A25"/>
    <w:rsid w:val="68AE0CC3"/>
    <w:rsid w:val="68B46AD0"/>
    <w:rsid w:val="68BA4B87"/>
    <w:rsid w:val="68C71B3A"/>
    <w:rsid w:val="68D50D50"/>
    <w:rsid w:val="68D8496E"/>
    <w:rsid w:val="68D9082A"/>
    <w:rsid w:val="68DC7C5F"/>
    <w:rsid w:val="68DD67FE"/>
    <w:rsid w:val="68E34EBF"/>
    <w:rsid w:val="68E62D67"/>
    <w:rsid w:val="68E67ADB"/>
    <w:rsid w:val="68E73CA9"/>
    <w:rsid w:val="68E753A4"/>
    <w:rsid w:val="68E966F6"/>
    <w:rsid w:val="68F0444E"/>
    <w:rsid w:val="68F05770"/>
    <w:rsid w:val="68F66F5A"/>
    <w:rsid w:val="68F804FD"/>
    <w:rsid w:val="68FEDCA5"/>
    <w:rsid w:val="69020ABF"/>
    <w:rsid w:val="6906202B"/>
    <w:rsid w:val="69096F13"/>
    <w:rsid w:val="690B5D3F"/>
    <w:rsid w:val="690F4B0D"/>
    <w:rsid w:val="691250B2"/>
    <w:rsid w:val="69126D56"/>
    <w:rsid w:val="69181C20"/>
    <w:rsid w:val="691D429C"/>
    <w:rsid w:val="691E135F"/>
    <w:rsid w:val="691F318E"/>
    <w:rsid w:val="692652BB"/>
    <w:rsid w:val="6927145E"/>
    <w:rsid w:val="692F05C7"/>
    <w:rsid w:val="692F0EFE"/>
    <w:rsid w:val="692F3092"/>
    <w:rsid w:val="69356F1E"/>
    <w:rsid w:val="694142CD"/>
    <w:rsid w:val="6941548D"/>
    <w:rsid w:val="69426FD0"/>
    <w:rsid w:val="6943249A"/>
    <w:rsid w:val="69462536"/>
    <w:rsid w:val="694A1E24"/>
    <w:rsid w:val="694C00B5"/>
    <w:rsid w:val="69556209"/>
    <w:rsid w:val="695946C9"/>
    <w:rsid w:val="695E2FA2"/>
    <w:rsid w:val="69650A59"/>
    <w:rsid w:val="69661057"/>
    <w:rsid w:val="69662261"/>
    <w:rsid w:val="69674CF7"/>
    <w:rsid w:val="696761B3"/>
    <w:rsid w:val="696E40CD"/>
    <w:rsid w:val="69727B53"/>
    <w:rsid w:val="69735B1F"/>
    <w:rsid w:val="697653BF"/>
    <w:rsid w:val="6978459C"/>
    <w:rsid w:val="697E00F0"/>
    <w:rsid w:val="697F3048"/>
    <w:rsid w:val="69846680"/>
    <w:rsid w:val="69846AA5"/>
    <w:rsid w:val="69847EDF"/>
    <w:rsid w:val="698B4FB6"/>
    <w:rsid w:val="69903DF9"/>
    <w:rsid w:val="69925156"/>
    <w:rsid w:val="69932732"/>
    <w:rsid w:val="69935940"/>
    <w:rsid w:val="699419A3"/>
    <w:rsid w:val="699A56ED"/>
    <w:rsid w:val="699B3B5B"/>
    <w:rsid w:val="699D25CA"/>
    <w:rsid w:val="699F6AC4"/>
    <w:rsid w:val="69A94E16"/>
    <w:rsid w:val="69AA39B3"/>
    <w:rsid w:val="69AE7C4F"/>
    <w:rsid w:val="69B27FA0"/>
    <w:rsid w:val="69BB209A"/>
    <w:rsid w:val="69BB618E"/>
    <w:rsid w:val="69BC01B9"/>
    <w:rsid w:val="69BD11B4"/>
    <w:rsid w:val="69BD2372"/>
    <w:rsid w:val="69CA0080"/>
    <w:rsid w:val="69CC619B"/>
    <w:rsid w:val="69CE4916"/>
    <w:rsid w:val="69D13B42"/>
    <w:rsid w:val="69D63134"/>
    <w:rsid w:val="69DA6B1A"/>
    <w:rsid w:val="69DB42F1"/>
    <w:rsid w:val="69DC3C1D"/>
    <w:rsid w:val="69DD4F59"/>
    <w:rsid w:val="69E27156"/>
    <w:rsid w:val="69E37C0F"/>
    <w:rsid w:val="69E7267E"/>
    <w:rsid w:val="69EB0222"/>
    <w:rsid w:val="69EB75BD"/>
    <w:rsid w:val="69EC5533"/>
    <w:rsid w:val="69ED5B0B"/>
    <w:rsid w:val="69F26F06"/>
    <w:rsid w:val="69F3711F"/>
    <w:rsid w:val="69F44840"/>
    <w:rsid w:val="69F55608"/>
    <w:rsid w:val="69F8036E"/>
    <w:rsid w:val="69FB769E"/>
    <w:rsid w:val="69FD0849"/>
    <w:rsid w:val="6A0067C1"/>
    <w:rsid w:val="6A022067"/>
    <w:rsid w:val="6A022E5D"/>
    <w:rsid w:val="6A0557A2"/>
    <w:rsid w:val="6A0D4364"/>
    <w:rsid w:val="6A0F4D10"/>
    <w:rsid w:val="6A102F95"/>
    <w:rsid w:val="6A1518EC"/>
    <w:rsid w:val="6A181544"/>
    <w:rsid w:val="6A1D56B2"/>
    <w:rsid w:val="6A2175E3"/>
    <w:rsid w:val="6A2C6C4F"/>
    <w:rsid w:val="6A326D5B"/>
    <w:rsid w:val="6A341C5F"/>
    <w:rsid w:val="6A36072F"/>
    <w:rsid w:val="6A3E36B9"/>
    <w:rsid w:val="6A3E7CF4"/>
    <w:rsid w:val="6A402508"/>
    <w:rsid w:val="6A410848"/>
    <w:rsid w:val="6A455A9A"/>
    <w:rsid w:val="6A4F6E54"/>
    <w:rsid w:val="6A501C7B"/>
    <w:rsid w:val="6A526D10"/>
    <w:rsid w:val="6A537B69"/>
    <w:rsid w:val="6A5C7D11"/>
    <w:rsid w:val="6A5D3A1D"/>
    <w:rsid w:val="6A647B6E"/>
    <w:rsid w:val="6A65589B"/>
    <w:rsid w:val="6A663F8D"/>
    <w:rsid w:val="6A663FBF"/>
    <w:rsid w:val="6A721EA2"/>
    <w:rsid w:val="6A73558C"/>
    <w:rsid w:val="6A7504D4"/>
    <w:rsid w:val="6A782BAF"/>
    <w:rsid w:val="6A794319"/>
    <w:rsid w:val="6A7A7139"/>
    <w:rsid w:val="6A7B126F"/>
    <w:rsid w:val="6A7B22C2"/>
    <w:rsid w:val="6A7B6AE3"/>
    <w:rsid w:val="6A7D1CEF"/>
    <w:rsid w:val="6A7E2C4A"/>
    <w:rsid w:val="6A7E5A7C"/>
    <w:rsid w:val="6A7E7929"/>
    <w:rsid w:val="6A8054F4"/>
    <w:rsid w:val="6A81158B"/>
    <w:rsid w:val="6A84482D"/>
    <w:rsid w:val="6A860F81"/>
    <w:rsid w:val="6A897937"/>
    <w:rsid w:val="6A8B7D5C"/>
    <w:rsid w:val="6A8C65E0"/>
    <w:rsid w:val="6A8D57B6"/>
    <w:rsid w:val="6A950123"/>
    <w:rsid w:val="6A966B9D"/>
    <w:rsid w:val="6A9707F0"/>
    <w:rsid w:val="6A9C389C"/>
    <w:rsid w:val="6A9D653A"/>
    <w:rsid w:val="6A9E2703"/>
    <w:rsid w:val="6AA613D7"/>
    <w:rsid w:val="6AB20BE0"/>
    <w:rsid w:val="6AB3046C"/>
    <w:rsid w:val="6AB33E06"/>
    <w:rsid w:val="6AB44B05"/>
    <w:rsid w:val="6AB47AD1"/>
    <w:rsid w:val="6AB861BE"/>
    <w:rsid w:val="6AB9362D"/>
    <w:rsid w:val="6ABD10EA"/>
    <w:rsid w:val="6ABD45BE"/>
    <w:rsid w:val="6ABD590A"/>
    <w:rsid w:val="6ABF3E3B"/>
    <w:rsid w:val="6AC367D8"/>
    <w:rsid w:val="6ACC1D66"/>
    <w:rsid w:val="6AD40467"/>
    <w:rsid w:val="6AD46346"/>
    <w:rsid w:val="6ADA415D"/>
    <w:rsid w:val="6AE131D9"/>
    <w:rsid w:val="6AE211DC"/>
    <w:rsid w:val="6AE272B6"/>
    <w:rsid w:val="6AE5753E"/>
    <w:rsid w:val="6AE70C3E"/>
    <w:rsid w:val="6AF12748"/>
    <w:rsid w:val="6AF17FB5"/>
    <w:rsid w:val="6AF34A44"/>
    <w:rsid w:val="6AF42D89"/>
    <w:rsid w:val="6AF52309"/>
    <w:rsid w:val="6AF86651"/>
    <w:rsid w:val="6AFF6D3C"/>
    <w:rsid w:val="6B0534D3"/>
    <w:rsid w:val="6B055C63"/>
    <w:rsid w:val="6B0845B4"/>
    <w:rsid w:val="6B0B2F45"/>
    <w:rsid w:val="6B0E116B"/>
    <w:rsid w:val="6B0F1CC9"/>
    <w:rsid w:val="6B0F6D0A"/>
    <w:rsid w:val="6B1410CF"/>
    <w:rsid w:val="6B145E58"/>
    <w:rsid w:val="6B160CEC"/>
    <w:rsid w:val="6B1747F7"/>
    <w:rsid w:val="6B1752C7"/>
    <w:rsid w:val="6B1D1DA9"/>
    <w:rsid w:val="6B1E62CF"/>
    <w:rsid w:val="6B2251DB"/>
    <w:rsid w:val="6B253461"/>
    <w:rsid w:val="6B282000"/>
    <w:rsid w:val="6B290FE5"/>
    <w:rsid w:val="6B3027F0"/>
    <w:rsid w:val="6B3416C9"/>
    <w:rsid w:val="6B3A6087"/>
    <w:rsid w:val="6B3C35E8"/>
    <w:rsid w:val="6B3E158A"/>
    <w:rsid w:val="6B3F01B5"/>
    <w:rsid w:val="6B3F2F24"/>
    <w:rsid w:val="6B436977"/>
    <w:rsid w:val="6B43E081"/>
    <w:rsid w:val="6B453643"/>
    <w:rsid w:val="6B4A728E"/>
    <w:rsid w:val="6B4C26F3"/>
    <w:rsid w:val="6B5B216A"/>
    <w:rsid w:val="6B5C216A"/>
    <w:rsid w:val="6B5D2AE8"/>
    <w:rsid w:val="6B650097"/>
    <w:rsid w:val="6B66770E"/>
    <w:rsid w:val="6B67084A"/>
    <w:rsid w:val="6B6948D5"/>
    <w:rsid w:val="6B6C7088"/>
    <w:rsid w:val="6B6E7B14"/>
    <w:rsid w:val="6B772B44"/>
    <w:rsid w:val="6B77A582"/>
    <w:rsid w:val="6B7D28BC"/>
    <w:rsid w:val="6B802FB4"/>
    <w:rsid w:val="6B873416"/>
    <w:rsid w:val="6B8765C4"/>
    <w:rsid w:val="6B895BDF"/>
    <w:rsid w:val="6B8E7606"/>
    <w:rsid w:val="6B930F43"/>
    <w:rsid w:val="6B986EED"/>
    <w:rsid w:val="6BA02A3F"/>
    <w:rsid w:val="6BA05785"/>
    <w:rsid w:val="6BA777A7"/>
    <w:rsid w:val="6BAA060F"/>
    <w:rsid w:val="6BAA7961"/>
    <w:rsid w:val="6BBB250E"/>
    <w:rsid w:val="6BBD936C"/>
    <w:rsid w:val="6BBEFA1A"/>
    <w:rsid w:val="6BBF10E9"/>
    <w:rsid w:val="6BC4672D"/>
    <w:rsid w:val="6BC81298"/>
    <w:rsid w:val="6BCB7208"/>
    <w:rsid w:val="6BCE0893"/>
    <w:rsid w:val="6BDC703F"/>
    <w:rsid w:val="6BDE5961"/>
    <w:rsid w:val="6BDE6A9B"/>
    <w:rsid w:val="6BE10D38"/>
    <w:rsid w:val="6BE128EB"/>
    <w:rsid w:val="6BE1557C"/>
    <w:rsid w:val="6BE3FA4A"/>
    <w:rsid w:val="6BED042E"/>
    <w:rsid w:val="6BED30A2"/>
    <w:rsid w:val="6BEF2C79"/>
    <w:rsid w:val="6BEF63E4"/>
    <w:rsid w:val="6BF37EAF"/>
    <w:rsid w:val="6BF5653E"/>
    <w:rsid w:val="6BF75270"/>
    <w:rsid w:val="6BF77462"/>
    <w:rsid w:val="6BF95CAB"/>
    <w:rsid w:val="6BFA0D18"/>
    <w:rsid w:val="6BFA6115"/>
    <w:rsid w:val="6BFF16B2"/>
    <w:rsid w:val="6BFF2583"/>
    <w:rsid w:val="6C0260AC"/>
    <w:rsid w:val="6C033E2F"/>
    <w:rsid w:val="6C036E74"/>
    <w:rsid w:val="6C043C13"/>
    <w:rsid w:val="6C0965D6"/>
    <w:rsid w:val="6C0D0C8D"/>
    <w:rsid w:val="6C0F09A3"/>
    <w:rsid w:val="6C0F54CE"/>
    <w:rsid w:val="6C131700"/>
    <w:rsid w:val="6C150D37"/>
    <w:rsid w:val="6C1F0BE5"/>
    <w:rsid w:val="6C201479"/>
    <w:rsid w:val="6C20639F"/>
    <w:rsid w:val="6C21632F"/>
    <w:rsid w:val="6C220E04"/>
    <w:rsid w:val="6C237550"/>
    <w:rsid w:val="6C285287"/>
    <w:rsid w:val="6C2A50BB"/>
    <w:rsid w:val="6C2B4B2A"/>
    <w:rsid w:val="6C2E336F"/>
    <w:rsid w:val="6C3874D8"/>
    <w:rsid w:val="6C39349E"/>
    <w:rsid w:val="6C407582"/>
    <w:rsid w:val="6C426C0E"/>
    <w:rsid w:val="6C442FA1"/>
    <w:rsid w:val="6C443929"/>
    <w:rsid w:val="6C4670AF"/>
    <w:rsid w:val="6C486640"/>
    <w:rsid w:val="6C4C0EFC"/>
    <w:rsid w:val="6C4E249B"/>
    <w:rsid w:val="6C500D3A"/>
    <w:rsid w:val="6C512E9B"/>
    <w:rsid w:val="6C564DCC"/>
    <w:rsid w:val="6C5A0C29"/>
    <w:rsid w:val="6C5D623A"/>
    <w:rsid w:val="6C5E12FD"/>
    <w:rsid w:val="6C602B35"/>
    <w:rsid w:val="6C6C0B00"/>
    <w:rsid w:val="6C775A1D"/>
    <w:rsid w:val="6C783074"/>
    <w:rsid w:val="6C7A6DEC"/>
    <w:rsid w:val="6C7C0DB6"/>
    <w:rsid w:val="6C7D3D2C"/>
    <w:rsid w:val="6C7F6839"/>
    <w:rsid w:val="6C811861"/>
    <w:rsid w:val="6C8A3669"/>
    <w:rsid w:val="6C923364"/>
    <w:rsid w:val="6C926D31"/>
    <w:rsid w:val="6C962C14"/>
    <w:rsid w:val="6C9C1E26"/>
    <w:rsid w:val="6C9F7717"/>
    <w:rsid w:val="6CA97DCF"/>
    <w:rsid w:val="6CAA614F"/>
    <w:rsid w:val="6CAD441A"/>
    <w:rsid w:val="6CAD7039"/>
    <w:rsid w:val="6CB02380"/>
    <w:rsid w:val="6CB51715"/>
    <w:rsid w:val="6CB87841"/>
    <w:rsid w:val="6CBD0F78"/>
    <w:rsid w:val="6CC22A02"/>
    <w:rsid w:val="6CC517B5"/>
    <w:rsid w:val="6CC5593B"/>
    <w:rsid w:val="6CCD670A"/>
    <w:rsid w:val="6CD1373B"/>
    <w:rsid w:val="6CD459BB"/>
    <w:rsid w:val="6CD503E0"/>
    <w:rsid w:val="6CD900D4"/>
    <w:rsid w:val="6CD97032"/>
    <w:rsid w:val="6CE21E6E"/>
    <w:rsid w:val="6CEF58F4"/>
    <w:rsid w:val="6CF27B19"/>
    <w:rsid w:val="6CF31A02"/>
    <w:rsid w:val="6CF55A0E"/>
    <w:rsid w:val="6CF7043C"/>
    <w:rsid w:val="6CFA20A6"/>
    <w:rsid w:val="6CFB06A4"/>
    <w:rsid w:val="6CFB5066"/>
    <w:rsid w:val="6CFE2F85"/>
    <w:rsid w:val="6CFF3C6C"/>
    <w:rsid w:val="6D012853"/>
    <w:rsid w:val="6D0359EB"/>
    <w:rsid w:val="6D0819E4"/>
    <w:rsid w:val="6D0A091C"/>
    <w:rsid w:val="6D0C339C"/>
    <w:rsid w:val="6D0F1C2A"/>
    <w:rsid w:val="6D0F790B"/>
    <w:rsid w:val="6D175E23"/>
    <w:rsid w:val="6D1A619E"/>
    <w:rsid w:val="6D1E1E6D"/>
    <w:rsid w:val="6D1E7CDF"/>
    <w:rsid w:val="6D235634"/>
    <w:rsid w:val="6D237483"/>
    <w:rsid w:val="6D254C3D"/>
    <w:rsid w:val="6D267CB6"/>
    <w:rsid w:val="6D282CEC"/>
    <w:rsid w:val="6D2A68EF"/>
    <w:rsid w:val="6D2C4451"/>
    <w:rsid w:val="6D2F7AED"/>
    <w:rsid w:val="6D32393A"/>
    <w:rsid w:val="6D34097A"/>
    <w:rsid w:val="6D3766CC"/>
    <w:rsid w:val="6D3B0C53"/>
    <w:rsid w:val="6D3B3147"/>
    <w:rsid w:val="6D3C363E"/>
    <w:rsid w:val="6D3C3E60"/>
    <w:rsid w:val="6D3D2814"/>
    <w:rsid w:val="6D3F585D"/>
    <w:rsid w:val="6D403DC4"/>
    <w:rsid w:val="6D49610E"/>
    <w:rsid w:val="6D4E7290"/>
    <w:rsid w:val="6D4F3B1F"/>
    <w:rsid w:val="6D544E7B"/>
    <w:rsid w:val="6D5B09CB"/>
    <w:rsid w:val="6D5C3247"/>
    <w:rsid w:val="6D5C4A87"/>
    <w:rsid w:val="6D5F6493"/>
    <w:rsid w:val="6D5FFD75"/>
    <w:rsid w:val="6D6500AC"/>
    <w:rsid w:val="6D657A9C"/>
    <w:rsid w:val="6D6C2F4F"/>
    <w:rsid w:val="6D6D2260"/>
    <w:rsid w:val="6D6DDEE3"/>
    <w:rsid w:val="6D712273"/>
    <w:rsid w:val="6D744462"/>
    <w:rsid w:val="6D7D4CBB"/>
    <w:rsid w:val="6D7D60D4"/>
    <w:rsid w:val="6D7F050C"/>
    <w:rsid w:val="6D840A41"/>
    <w:rsid w:val="6D854B35"/>
    <w:rsid w:val="6D8730F0"/>
    <w:rsid w:val="6D8B5EEA"/>
    <w:rsid w:val="6D916E8F"/>
    <w:rsid w:val="6D940813"/>
    <w:rsid w:val="6D9B5944"/>
    <w:rsid w:val="6D9F4896"/>
    <w:rsid w:val="6D9F60FB"/>
    <w:rsid w:val="6DA7405A"/>
    <w:rsid w:val="6DB5F252"/>
    <w:rsid w:val="6DBB76BC"/>
    <w:rsid w:val="6DBC4CC5"/>
    <w:rsid w:val="6DC122A6"/>
    <w:rsid w:val="6DC84A30"/>
    <w:rsid w:val="6DCC7B55"/>
    <w:rsid w:val="6DD218E2"/>
    <w:rsid w:val="6DD8695E"/>
    <w:rsid w:val="6DDA362C"/>
    <w:rsid w:val="6DDD027F"/>
    <w:rsid w:val="6DDE0E97"/>
    <w:rsid w:val="6DDE3916"/>
    <w:rsid w:val="6DE47A30"/>
    <w:rsid w:val="6DE521F4"/>
    <w:rsid w:val="6DE64BE5"/>
    <w:rsid w:val="6DEC4BE0"/>
    <w:rsid w:val="6DF61157"/>
    <w:rsid w:val="6DFDC6AA"/>
    <w:rsid w:val="6DFE3961"/>
    <w:rsid w:val="6E076DA5"/>
    <w:rsid w:val="6E086886"/>
    <w:rsid w:val="6E16574D"/>
    <w:rsid w:val="6E1C4FCE"/>
    <w:rsid w:val="6E1C6697"/>
    <w:rsid w:val="6E1F1DF2"/>
    <w:rsid w:val="6E284F8E"/>
    <w:rsid w:val="6E2D47CA"/>
    <w:rsid w:val="6E3023E3"/>
    <w:rsid w:val="6E303B88"/>
    <w:rsid w:val="6E3625F8"/>
    <w:rsid w:val="6E3637EA"/>
    <w:rsid w:val="6E372FEA"/>
    <w:rsid w:val="6E384A72"/>
    <w:rsid w:val="6E3A343E"/>
    <w:rsid w:val="6E3D4B1E"/>
    <w:rsid w:val="6E3F064D"/>
    <w:rsid w:val="6E434E6D"/>
    <w:rsid w:val="6E4A0038"/>
    <w:rsid w:val="6E535687"/>
    <w:rsid w:val="6E5B2DCB"/>
    <w:rsid w:val="6E5D4390"/>
    <w:rsid w:val="6E5D610F"/>
    <w:rsid w:val="6E5F7D6F"/>
    <w:rsid w:val="6E615540"/>
    <w:rsid w:val="6E641B01"/>
    <w:rsid w:val="6E6C6C08"/>
    <w:rsid w:val="6E6E708C"/>
    <w:rsid w:val="6E745E25"/>
    <w:rsid w:val="6E753D0F"/>
    <w:rsid w:val="6E765868"/>
    <w:rsid w:val="6E804B4E"/>
    <w:rsid w:val="6E837830"/>
    <w:rsid w:val="6E841E40"/>
    <w:rsid w:val="6E857AE8"/>
    <w:rsid w:val="6E8660BB"/>
    <w:rsid w:val="6E876005"/>
    <w:rsid w:val="6E895388"/>
    <w:rsid w:val="6E8D2E31"/>
    <w:rsid w:val="6E8E35E7"/>
    <w:rsid w:val="6E9048D6"/>
    <w:rsid w:val="6E905735"/>
    <w:rsid w:val="6E926845"/>
    <w:rsid w:val="6E9619BF"/>
    <w:rsid w:val="6E96380C"/>
    <w:rsid w:val="6EA66B17"/>
    <w:rsid w:val="6EAE3711"/>
    <w:rsid w:val="6EB0125E"/>
    <w:rsid w:val="6EB16C49"/>
    <w:rsid w:val="6EB2082D"/>
    <w:rsid w:val="6EB454B5"/>
    <w:rsid w:val="6EBE61B2"/>
    <w:rsid w:val="6EC87848"/>
    <w:rsid w:val="6ECA5152"/>
    <w:rsid w:val="6ECC4A1C"/>
    <w:rsid w:val="6ED32AFA"/>
    <w:rsid w:val="6ED7C96A"/>
    <w:rsid w:val="6ED92063"/>
    <w:rsid w:val="6EDE4AA5"/>
    <w:rsid w:val="6EE00800"/>
    <w:rsid w:val="6EE61B2B"/>
    <w:rsid w:val="6EE7AAD1"/>
    <w:rsid w:val="6EE846E5"/>
    <w:rsid w:val="6EEB0F0D"/>
    <w:rsid w:val="6EEB7E5F"/>
    <w:rsid w:val="6EF50AE4"/>
    <w:rsid w:val="6EF52CFA"/>
    <w:rsid w:val="6EF55F81"/>
    <w:rsid w:val="6EFD3216"/>
    <w:rsid w:val="6EFE0FF3"/>
    <w:rsid w:val="6EFF6196"/>
    <w:rsid w:val="6F094378"/>
    <w:rsid w:val="6F0C4586"/>
    <w:rsid w:val="6F132684"/>
    <w:rsid w:val="6F13770B"/>
    <w:rsid w:val="6F15269E"/>
    <w:rsid w:val="6F1603C5"/>
    <w:rsid w:val="6F240E85"/>
    <w:rsid w:val="6F280D81"/>
    <w:rsid w:val="6F2AD804"/>
    <w:rsid w:val="6F2B4205"/>
    <w:rsid w:val="6F2C1028"/>
    <w:rsid w:val="6F321E0B"/>
    <w:rsid w:val="6F36347A"/>
    <w:rsid w:val="6F37550C"/>
    <w:rsid w:val="6F377216"/>
    <w:rsid w:val="6F39016C"/>
    <w:rsid w:val="6F3A0AB4"/>
    <w:rsid w:val="6F3D363B"/>
    <w:rsid w:val="6F3F28A3"/>
    <w:rsid w:val="6F3F6C7A"/>
    <w:rsid w:val="6F407022"/>
    <w:rsid w:val="6F4436E1"/>
    <w:rsid w:val="6F4A4704"/>
    <w:rsid w:val="6F4BD19F"/>
    <w:rsid w:val="6F4C3256"/>
    <w:rsid w:val="6F5445F7"/>
    <w:rsid w:val="6F5558EE"/>
    <w:rsid w:val="6F577F24"/>
    <w:rsid w:val="6F5D22E5"/>
    <w:rsid w:val="6F5F26B3"/>
    <w:rsid w:val="6F6821AD"/>
    <w:rsid w:val="6F690706"/>
    <w:rsid w:val="6F6B2DC0"/>
    <w:rsid w:val="6F6C023A"/>
    <w:rsid w:val="6F6D18E8"/>
    <w:rsid w:val="6F712728"/>
    <w:rsid w:val="6F79904C"/>
    <w:rsid w:val="6F7C38FF"/>
    <w:rsid w:val="6F7C86DB"/>
    <w:rsid w:val="6F7FAE94"/>
    <w:rsid w:val="6F800AF8"/>
    <w:rsid w:val="6F814B2F"/>
    <w:rsid w:val="6F827000"/>
    <w:rsid w:val="6F881E3D"/>
    <w:rsid w:val="6F8B2652"/>
    <w:rsid w:val="6F8F165E"/>
    <w:rsid w:val="6F8F5BC2"/>
    <w:rsid w:val="6F90747D"/>
    <w:rsid w:val="6F9353A4"/>
    <w:rsid w:val="6F9B6944"/>
    <w:rsid w:val="6F9E54E7"/>
    <w:rsid w:val="6F9F2C45"/>
    <w:rsid w:val="6F9FB307"/>
    <w:rsid w:val="6FA33919"/>
    <w:rsid w:val="6FA74D2F"/>
    <w:rsid w:val="6FA92375"/>
    <w:rsid w:val="6FAD5DF9"/>
    <w:rsid w:val="6FAF6FC1"/>
    <w:rsid w:val="6FB2057C"/>
    <w:rsid w:val="6FB61310"/>
    <w:rsid w:val="6FB939E0"/>
    <w:rsid w:val="6FB948FB"/>
    <w:rsid w:val="6FB96496"/>
    <w:rsid w:val="6FBE7C8A"/>
    <w:rsid w:val="6FBF272D"/>
    <w:rsid w:val="6FC018E9"/>
    <w:rsid w:val="6FC172E8"/>
    <w:rsid w:val="6FC22C08"/>
    <w:rsid w:val="6FC27D30"/>
    <w:rsid w:val="6FC4755E"/>
    <w:rsid w:val="6FCF5432"/>
    <w:rsid w:val="6FCF6FD2"/>
    <w:rsid w:val="6FD34300"/>
    <w:rsid w:val="6FD46146"/>
    <w:rsid w:val="6FDA2EE7"/>
    <w:rsid w:val="6FDC323D"/>
    <w:rsid w:val="6FE158E1"/>
    <w:rsid w:val="6FE242B7"/>
    <w:rsid w:val="6FE51FD7"/>
    <w:rsid w:val="6FE7212A"/>
    <w:rsid w:val="6FE83385"/>
    <w:rsid w:val="6FEBF64A"/>
    <w:rsid w:val="6FEE72E9"/>
    <w:rsid w:val="6FEE7F34"/>
    <w:rsid w:val="6FF12818"/>
    <w:rsid w:val="6FF3138F"/>
    <w:rsid w:val="6FF315EE"/>
    <w:rsid w:val="6FF5A97D"/>
    <w:rsid w:val="6FF670D1"/>
    <w:rsid w:val="6FF679E8"/>
    <w:rsid w:val="6FF83861"/>
    <w:rsid w:val="6FFA85CB"/>
    <w:rsid w:val="6FFB46E7"/>
    <w:rsid w:val="6FFD137E"/>
    <w:rsid w:val="6FFD220E"/>
    <w:rsid w:val="6FFD2652"/>
    <w:rsid w:val="6FFE576E"/>
    <w:rsid w:val="6FFEDC8E"/>
    <w:rsid w:val="6FFF5527"/>
    <w:rsid w:val="6FFF8E7F"/>
    <w:rsid w:val="70025A76"/>
    <w:rsid w:val="700736BA"/>
    <w:rsid w:val="700A0B9E"/>
    <w:rsid w:val="700B0A01"/>
    <w:rsid w:val="700D164D"/>
    <w:rsid w:val="701035ED"/>
    <w:rsid w:val="7010576F"/>
    <w:rsid w:val="70105815"/>
    <w:rsid w:val="701277C8"/>
    <w:rsid w:val="7017087A"/>
    <w:rsid w:val="701B3E6D"/>
    <w:rsid w:val="70214F3F"/>
    <w:rsid w:val="70266EB7"/>
    <w:rsid w:val="7027528D"/>
    <w:rsid w:val="70285DAC"/>
    <w:rsid w:val="70311E93"/>
    <w:rsid w:val="70342583"/>
    <w:rsid w:val="70353DC2"/>
    <w:rsid w:val="703A6FBE"/>
    <w:rsid w:val="70443CB9"/>
    <w:rsid w:val="70504F17"/>
    <w:rsid w:val="70555861"/>
    <w:rsid w:val="70560101"/>
    <w:rsid w:val="705608D2"/>
    <w:rsid w:val="70580226"/>
    <w:rsid w:val="705838E8"/>
    <w:rsid w:val="70587962"/>
    <w:rsid w:val="70594756"/>
    <w:rsid w:val="705A140E"/>
    <w:rsid w:val="705D0EFE"/>
    <w:rsid w:val="7067276F"/>
    <w:rsid w:val="706908AD"/>
    <w:rsid w:val="706951AC"/>
    <w:rsid w:val="706A2146"/>
    <w:rsid w:val="706E04DF"/>
    <w:rsid w:val="70704628"/>
    <w:rsid w:val="70764210"/>
    <w:rsid w:val="70766FE1"/>
    <w:rsid w:val="707A1F92"/>
    <w:rsid w:val="707B3132"/>
    <w:rsid w:val="707D17CC"/>
    <w:rsid w:val="707F017C"/>
    <w:rsid w:val="708020F1"/>
    <w:rsid w:val="708022E8"/>
    <w:rsid w:val="70834AD3"/>
    <w:rsid w:val="70844691"/>
    <w:rsid w:val="70856C85"/>
    <w:rsid w:val="708974E9"/>
    <w:rsid w:val="70925D49"/>
    <w:rsid w:val="709415B1"/>
    <w:rsid w:val="70975E5E"/>
    <w:rsid w:val="70A42DDF"/>
    <w:rsid w:val="70A4794C"/>
    <w:rsid w:val="70A628A5"/>
    <w:rsid w:val="70AE60B7"/>
    <w:rsid w:val="70B16288"/>
    <w:rsid w:val="70B64BA4"/>
    <w:rsid w:val="70BA2A35"/>
    <w:rsid w:val="70C07CF3"/>
    <w:rsid w:val="70C82164"/>
    <w:rsid w:val="70C825B6"/>
    <w:rsid w:val="70C96F17"/>
    <w:rsid w:val="70D652C9"/>
    <w:rsid w:val="70DA2BFF"/>
    <w:rsid w:val="70DA3656"/>
    <w:rsid w:val="70DC4ED7"/>
    <w:rsid w:val="70DC7CE2"/>
    <w:rsid w:val="70DE2DF3"/>
    <w:rsid w:val="70DF3E6A"/>
    <w:rsid w:val="70E01188"/>
    <w:rsid w:val="70E459C9"/>
    <w:rsid w:val="70E62CA2"/>
    <w:rsid w:val="70E7028B"/>
    <w:rsid w:val="70E816A8"/>
    <w:rsid w:val="70EA77A3"/>
    <w:rsid w:val="70EF7FDD"/>
    <w:rsid w:val="70F310CF"/>
    <w:rsid w:val="70F549BD"/>
    <w:rsid w:val="70FA1CBD"/>
    <w:rsid w:val="70FB6953"/>
    <w:rsid w:val="71026B9A"/>
    <w:rsid w:val="71034A3B"/>
    <w:rsid w:val="710D2ECF"/>
    <w:rsid w:val="710D6A13"/>
    <w:rsid w:val="71122766"/>
    <w:rsid w:val="71161F68"/>
    <w:rsid w:val="711649BA"/>
    <w:rsid w:val="711A5B5C"/>
    <w:rsid w:val="711D1032"/>
    <w:rsid w:val="711E3D09"/>
    <w:rsid w:val="71274589"/>
    <w:rsid w:val="71291950"/>
    <w:rsid w:val="712F289B"/>
    <w:rsid w:val="71327440"/>
    <w:rsid w:val="71390E46"/>
    <w:rsid w:val="713960F1"/>
    <w:rsid w:val="713C0B14"/>
    <w:rsid w:val="713F6000"/>
    <w:rsid w:val="714277F5"/>
    <w:rsid w:val="714C475D"/>
    <w:rsid w:val="71507B32"/>
    <w:rsid w:val="71556AAA"/>
    <w:rsid w:val="715A2717"/>
    <w:rsid w:val="715A52AD"/>
    <w:rsid w:val="715E3AC1"/>
    <w:rsid w:val="715F24F3"/>
    <w:rsid w:val="716156F9"/>
    <w:rsid w:val="71635B5A"/>
    <w:rsid w:val="71645330"/>
    <w:rsid w:val="71675636"/>
    <w:rsid w:val="71683A6F"/>
    <w:rsid w:val="716934BE"/>
    <w:rsid w:val="716E1186"/>
    <w:rsid w:val="71783004"/>
    <w:rsid w:val="717B2F20"/>
    <w:rsid w:val="717B335E"/>
    <w:rsid w:val="7184444A"/>
    <w:rsid w:val="7185137B"/>
    <w:rsid w:val="718F6E95"/>
    <w:rsid w:val="718F7FB6"/>
    <w:rsid w:val="719011C5"/>
    <w:rsid w:val="71924106"/>
    <w:rsid w:val="719C012D"/>
    <w:rsid w:val="719E0603"/>
    <w:rsid w:val="719F3D82"/>
    <w:rsid w:val="71A26000"/>
    <w:rsid w:val="71A30A3B"/>
    <w:rsid w:val="71A543FA"/>
    <w:rsid w:val="71AB5825"/>
    <w:rsid w:val="71AF52FD"/>
    <w:rsid w:val="71B333DB"/>
    <w:rsid w:val="71B34598"/>
    <w:rsid w:val="71B37F57"/>
    <w:rsid w:val="71B53FD9"/>
    <w:rsid w:val="71B54A20"/>
    <w:rsid w:val="71BF4801"/>
    <w:rsid w:val="71C134EF"/>
    <w:rsid w:val="71C50C47"/>
    <w:rsid w:val="71C56D5B"/>
    <w:rsid w:val="71C93A3C"/>
    <w:rsid w:val="71CA4794"/>
    <w:rsid w:val="71CF7BDA"/>
    <w:rsid w:val="71D21505"/>
    <w:rsid w:val="71D31F45"/>
    <w:rsid w:val="71D65471"/>
    <w:rsid w:val="71D66B12"/>
    <w:rsid w:val="71D90CBB"/>
    <w:rsid w:val="71DB2EA4"/>
    <w:rsid w:val="71DC78FE"/>
    <w:rsid w:val="71E86DC8"/>
    <w:rsid w:val="71EBB4E1"/>
    <w:rsid w:val="71EF5082"/>
    <w:rsid w:val="71F02F14"/>
    <w:rsid w:val="71F164E0"/>
    <w:rsid w:val="71F52B0D"/>
    <w:rsid w:val="71F7110F"/>
    <w:rsid w:val="71F74934"/>
    <w:rsid w:val="71FBE285"/>
    <w:rsid w:val="71FE04BF"/>
    <w:rsid w:val="71FF0EBA"/>
    <w:rsid w:val="71FF4284"/>
    <w:rsid w:val="71FFA074"/>
    <w:rsid w:val="71FFB24C"/>
    <w:rsid w:val="72031F18"/>
    <w:rsid w:val="7208268C"/>
    <w:rsid w:val="720F236E"/>
    <w:rsid w:val="720F23A1"/>
    <w:rsid w:val="72151328"/>
    <w:rsid w:val="7216788A"/>
    <w:rsid w:val="721E0B34"/>
    <w:rsid w:val="721E6DFF"/>
    <w:rsid w:val="721E7DD2"/>
    <w:rsid w:val="721F3F0D"/>
    <w:rsid w:val="72242C88"/>
    <w:rsid w:val="72257E7F"/>
    <w:rsid w:val="72272D58"/>
    <w:rsid w:val="722D7AB5"/>
    <w:rsid w:val="722E45DE"/>
    <w:rsid w:val="722E588D"/>
    <w:rsid w:val="72345EA8"/>
    <w:rsid w:val="72347A3D"/>
    <w:rsid w:val="72350169"/>
    <w:rsid w:val="723E5043"/>
    <w:rsid w:val="7249141A"/>
    <w:rsid w:val="724E2761"/>
    <w:rsid w:val="72504F9E"/>
    <w:rsid w:val="7251239D"/>
    <w:rsid w:val="72533AB0"/>
    <w:rsid w:val="725531BF"/>
    <w:rsid w:val="72587D87"/>
    <w:rsid w:val="725A7FCC"/>
    <w:rsid w:val="725C4EDE"/>
    <w:rsid w:val="72612792"/>
    <w:rsid w:val="72627989"/>
    <w:rsid w:val="72633E42"/>
    <w:rsid w:val="7269322E"/>
    <w:rsid w:val="72693B8A"/>
    <w:rsid w:val="726966F3"/>
    <w:rsid w:val="72715EBC"/>
    <w:rsid w:val="727E2045"/>
    <w:rsid w:val="72804717"/>
    <w:rsid w:val="72857ED4"/>
    <w:rsid w:val="728B145E"/>
    <w:rsid w:val="728B2DF0"/>
    <w:rsid w:val="728E1843"/>
    <w:rsid w:val="7291187B"/>
    <w:rsid w:val="72942F1B"/>
    <w:rsid w:val="72961B9C"/>
    <w:rsid w:val="72990D89"/>
    <w:rsid w:val="72991F03"/>
    <w:rsid w:val="729A3432"/>
    <w:rsid w:val="729A6B6A"/>
    <w:rsid w:val="729D0923"/>
    <w:rsid w:val="729F1108"/>
    <w:rsid w:val="72A42DEF"/>
    <w:rsid w:val="72AA46C0"/>
    <w:rsid w:val="72AC15B5"/>
    <w:rsid w:val="72AD1129"/>
    <w:rsid w:val="72AD16AE"/>
    <w:rsid w:val="72AE2AD6"/>
    <w:rsid w:val="72B16259"/>
    <w:rsid w:val="72B97440"/>
    <w:rsid w:val="72BA233B"/>
    <w:rsid w:val="72BB62CD"/>
    <w:rsid w:val="72BB7A9A"/>
    <w:rsid w:val="72BF50B5"/>
    <w:rsid w:val="72C1766B"/>
    <w:rsid w:val="72C664D9"/>
    <w:rsid w:val="72C67C1D"/>
    <w:rsid w:val="72C87ADF"/>
    <w:rsid w:val="72DC269A"/>
    <w:rsid w:val="72DF394F"/>
    <w:rsid w:val="72DF447A"/>
    <w:rsid w:val="72DF5BFA"/>
    <w:rsid w:val="72DF5ED6"/>
    <w:rsid w:val="72E1710F"/>
    <w:rsid w:val="72E36B3B"/>
    <w:rsid w:val="72E37F56"/>
    <w:rsid w:val="72E90454"/>
    <w:rsid w:val="72E971A5"/>
    <w:rsid w:val="72EB0A43"/>
    <w:rsid w:val="72F47008"/>
    <w:rsid w:val="72F605F1"/>
    <w:rsid w:val="72F96F0A"/>
    <w:rsid w:val="72FF3D65"/>
    <w:rsid w:val="73014878"/>
    <w:rsid w:val="730B5C55"/>
    <w:rsid w:val="730D74BD"/>
    <w:rsid w:val="730D77F1"/>
    <w:rsid w:val="731512FC"/>
    <w:rsid w:val="73170FBE"/>
    <w:rsid w:val="73187AC8"/>
    <w:rsid w:val="731959F2"/>
    <w:rsid w:val="731C7CD9"/>
    <w:rsid w:val="731F2571"/>
    <w:rsid w:val="73200566"/>
    <w:rsid w:val="73204204"/>
    <w:rsid w:val="73214687"/>
    <w:rsid w:val="73244F01"/>
    <w:rsid w:val="7329786F"/>
    <w:rsid w:val="732A3D4A"/>
    <w:rsid w:val="732E39B2"/>
    <w:rsid w:val="732F5849"/>
    <w:rsid w:val="73313E4B"/>
    <w:rsid w:val="733C4580"/>
    <w:rsid w:val="733C5732"/>
    <w:rsid w:val="733C7E94"/>
    <w:rsid w:val="733E0F06"/>
    <w:rsid w:val="733E36F8"/>
    <w:rsid w:val="733F807F"/>
    <w:rsid w:val="73400DAE"/>
    <w:rsid w:val="73422129"/>
    <w:rsid w:val="73431A94"/>
    <w:rsid w:val="734343DB"/>
    <w:rsid w:val="73444455"/>
    <w:rsid w:val="73474E5C"/>
    <w:rsid w:val="734F6372"/>
    <w:rsid w:val="73515624"/>
    <w:rsid w:val="735220A7"/>
    <w:rsid w:val="7353455F"/>
    <w:rsid w:val="73544030"/>
    <w:rsid w:val="73557806"/>
    <w:rsid w:val="735C460B"/>
    <w:rsid w:val="735C6113"/>
    <w:rsid w:val="73666AE5"/>
    <w:rsid w:val="7368235B"/>
    <w:rsid w:val="7368733D"/>
    <w:rsid w:val="73707097"/>
    <w:rsid w:val="7375030D"/>
    <w:rsid w:val="737765F1"/>
    <w:rsid w:val="737B2E27"/>
    <w:rsid w:val="73810745"/>
    <w:rsid w:val="738471B5"/>
    <w:rsid w:val="73850295"/>
    <w:rsid w:val="738B2227"/>
    <w:rsid w:val="738F5872"/>
    <w:rsid w:val="73953D91"/>
    <w:rsid w:val="73A278B1"/>
    <w:rsid w:val="73A749BE"/>
    <w:rsid w:val="73A92386"/>
    <w:rsid w:val="73AA6208"/>
    <w:rsid w:val="73AC4AF1"/>
    <w:rsid w:val="73B21128"/>
    <w:rsid w:val="73B252E4"/>
    <w:rsid w:val="73B3789A"/>
    <w:rsid w:val="73BA3C02"/>
    <w:rsid w:val="73C62CDD"/>
    <w:rsid w:val="73C63FAE"/>
    <w:rsid w:val="73C9336F"/>
    <w:rsid w:val="73CF79B7"/>
    <w:rsid w:val="73D064E8"/>
    <w:rsid w:val="73D0784A"/>
    <w:rsid w:val="73D45163"/>
    <w:rsid w:val="73D660E1"/>
    <w:rsid w:val="73D7FA6E"/>
    <w:rsid w:val="73D83B6D"/>
    <w:rsid w:val="73D93B2F"/>
    <w:rsid w:val="73DD0D20"/>
    <w:rsid w:val="73DF2F7A"/>
    <w:rsid w:val="73E72A63"/>
    <w:rsid w:val="73E81257"/>
    <w:rsid w:val="73EA414D"/>
    <w:rsid w:val="73EF23B0"/>
    <w:rsid w:val="73F5FE68"/>
    <w:rsid w:val="73F7F370"/>
    <w:rsid w:val="73FA4FBC"/>
    <w:rsid w:val="73FC1562"/>
    <w:rsid w:val="73FC16B3"/>
    <w:rsid w:val="73FC27DC"/>
    <w:rsid w:val="73FC7D55"/>
    <w:rsid w:val="73FE1E36"/>
    <w:rsid w:val="74036C3C"/>
    <w:rsid w:val="7409167B"/>
    <w:rsid w:val="740A78E7"/>
    <w:rsid w:val="740E7416"/>
    <w:rsid w:val="74131FAF"/>
    <w:rsid w:val="741D3A0B"/>
    <w:rsid w:val="741D56BB"/>
    <w:rsid w:val="741F4AE8"/>
    <w:rsid w:val="742076D8"/>
    <w:rsid w:val="74216BF0"/>
    <w:rsid w:val="742A1B6F"/>
    <w:rsid w:val="742E66F0"/>
    <w:rsid w:val="743C27CD"/>
    <w:rsid w:val="743C729A"/>
    <w:rsid w:val="743F6301"/>
    <w:rsid w:val="74432B76"/>
    <w:rsid w:val="7445EB5A"/>
    <w:rsid w:val="74473F44"/>
    <w:rsid w:val="744F6354"/>
    <w:rsid w:val="74512B28"/>
    <w:rsid w:val="74531ABD"/>
    <w:rsid w:val="74537BE2"/>
    <w:rsid w:val="745C5F06"/>
    <w:rsid w:val="74685CAD"/>
    <w:rsid w:val="746B3289"/>
    <w:rsid w:val="746B61E3"/>
    <w:rsid w:val="74710F49"/>
    <w:rsid w:val="74712001"/>
    <w:rsid w:val="74721103"/>
    <w:rsid w:val="74734B9B"/>
    <w:rsid w:val="747478EE"/>
    <w:rsid w:val="7476630A"/>
    <w:rsid w:val="7477434D"/>
    <w:rsid w:val="747B63B4"/>
    <w:rsid w:val="74833F10"/>
    <w:rsid w:val="74835D13"/>
    <w:rsid w:val="748E4D4E"/>
    <w:rsid w:val="74913A78"/>
    <w:rsid w:val="74934188"/>
    <w:rsid w:val="7497185D"/>
    <w:rsid w:val="749942A5"/>
    <w:rsid w:val="7499579B"/>
    <w:rsid w:val="74996FAA"/>
    <w:rsid w:val="749D54F5"/>
    <w:rsid w:val="749E5FE7"/>
    <w:rsid w:val="74A1550A"/>
    <w:rsid w:val="74A76BEC"/>
    <w:rsid w:val="74A85E20"/>
    <w:rsid w:val="74AD4181"/>
    <w:rsid w:val="74AE7D72"/>
    <w:rsid w:val="74B84955"/>
    <w:rsid w:val="74BB1B07"/>
    <w:rsid w:val="74BC7FBD"/>
    <w:rsid w:val="74C2093C"/>
    <w:rsid w:val="74C22D46"/>
    <w:rsid w:val="74C3457B"/>
    <w:rsid w:val="74CB28DA"/>
    <w:rsid w:val="74CB55FC"/>
    <w:rsid w:val="74CB6639"/>
    <w:rsid w:val="74D11309"/>
    <w:rsid w:val="74D35D20"/>
    <w:rsid w:val="74D772CC"/>
    <w:rsid w:val="74D80CC2"/>
    <w:rsid w:val="74DD3560"/>
    <w:rsid w:val="74E82EAB"/>
    <w:rsid w:val="74ED523A"/>
    <w:rsid w:val="74F832F8"/>
    <w:rsid w:val="74F9390B"/>
    <w:rsid w:val="74FB5AA1"/>
    <w:rsid w:val="750006BC"/>
    <w:rsid w:val="75000856"/>
    <w:rsid w:val="75045DEC"/>
    <w:rsid w:val="75051498"/>
    <w:rsid w:val="7508030C"/>
    <w:rsid w:val="75084760"/>
    <w:rsid w:val="750865C5"/>
    <w:rsid w:val="75097481"/>
    <w:rsid w:val="750A09B8"/>
    <w:rsid w:val="750B1303"/>
    <w:rsid w:val="750C156C"/>
    <w:rsid w:val="750C26A3"/>
    <w:rsid w:val="75144C46"/>
    <w:rsid w:val="751A114E"/>
    <w:rsid w:val="751D1A9A"/>
    <w:rsid w:val="751D5059"/>
    <w:rsid w:val="751E53C5"/>
    <w:rsid w:val="751E6CE1"/>
    <w:rsid w:val="752268C6"/>
    <w:rsid w:val="752536BF"/>
    <w:rsid w:val="7529312F"/>
    <w:rsid w:val="752A037E"/>
    <w:rsid w:val="752E3CFC"/>
    <w:rsid w:val="752E52B1"/>
    <w:rsid w:val="75355E57"/>
    <w:rsid w:val="75355FA6"/>
    <w:rsid w:val="753632C3"/>
    <w:rsid w:val="753E7CC3"/>
    <w:rsid w:val="753F192E"/>
    <w:rsid w:val="754619A4"/>
    <w:rsid w:val="75466877"/>
    <w:rsid w:val="754A6BC5"/>
    <w:rsid w:val="754A7416"/>
    <w:rsid w:val="754C1F34"/>
    <w:rsid w:val="754D7793"/>
    <w:rsid w:val="75502882"/>
    <w:rsid w:val="755469EE"/>
    <w:rsid w:val="755A2E4C"/>
    <w:rsid w:val="755B558C"/>
    <w:rsid w:val="755C38CB"/>
    <w:rsid w:val="755FC2CC"/>
    <w:rsid w:val="7560125B"/>
    <w:rsid w:val="756166FB"/>
    <w:rsid w:val="75654933"/>
    <w:rsid w:val="756809F8"/>
    <w:rsid w:val="756C65B8"/>
    <w:rsid w:val="75705433"/>
    <w:rsid w:val="7573587F"/>
    <w:rsid w:val="757C0495"/>
    <w:rsid w:val="757E3560"/>
    <w:rsid w:val="758161A7"/>
    <w:rsid w:val="7582639B"/>
    <w:rsid w:val="75846EE5"/>
    <w:rsid w:val="75852C5D"/>
    <w:rsid w:val="758F0BBC"/>
    <w:rsid w:val="759B2445"/>
    <w:rsid w:val="759B2AB4"/>
    <w:rsid w:val="759D3E92"/>
    <w:rsid w:val="759E41EA"/>
    <w:rsid w:val="75A34C07"/>
    <w:rsid w:val="75B1689A"/>
    <w:rsid w:val="75B50420"/>
    <w:rsid w:val="75BA4F29"/>
    <w:rsid w:val="75BA596E"/>
    <w:rsid w:val="75C972CD"/>
    <w:rsid w:val="75CA2B39"/>
    <w:rsid w:val="75D4338B"/>
    <w:rsid w:val="75D7705D"/>
    <w:rsid w:val="75D87F4D"/>
    <w:rsid w:val="75D943DF"/>
    <w:rsid w:val="75DC4724"/>
    <w:rsid w:val="75DF55CF"/>
    <w:rsid w:val="75E666E4"/>
    <w:rsid w:val="75E8126A"/>
    <w:rsid w:val="75E97A7D"/>
    <w:rsid w:val="75EC0EC9"/>
    <w:rsid w:val="75ED4C21"/>
    <w:rsid w:val="75EE0EFE"/>
    <w:rsid w:val="75EF1AA2"/>
    <w:rsid w:val="75F01A0E"/>
    <w:rsid w:val="75F6279F"/>
    <w:rsid w:val="75F96563"/>
    <w:rsid w:val="75FD1DF5"/>
    <w:rsid w:val="75FD8CF9"/>
    <w:rsid w:val="75FF7E40"/>
    <w:rsid w:val="76000F5A"/>
    <w:rsid w:val="7601232C"/>
    <w:rsid w:val="76017EFB"/>
    <w:rsid w:val="76064890"/>
    <w:rsid w:val="76077AEE"/>
    <w:rsid w:val="760A4A79"/>
    <w:rsid w:val="761738FD"/>
    <w:rsid w:val="7619422C"/>
    <w:rsid w:val="761C6039"/>
    <w:rsid w:val="76201191"/>
    <w:rsid w:val="762405DC"/>
    <w:rsid w:val="76283729"/>
    <w:rsid w:val="762D3121"/>
    <w:rsid w:val="76300229"/>
    <w:rsid w:val="76313D17"/>
    <w:rsid w:val="76373A9A"/>
    <w:rsid w:val="7639375A"/>
    <w:rsid w:val="763A117F"/>
    <w:rsid w:val="763E2092"/>
    <w:rsid w:val="76420DE0"/>
    <w:rsid w:val="76445B6E"/>
    <w:rsid w:val="764637B9"/>
    <w:rsid w:val="764757DF"/>
    <w:rsid w:val="764E4C8B"/>
    <w:rsid w:val="7652640D"/>
    <w:rsid w:val="765363BC"/>
    <w:rsid w:val="765468FF"/>
    <w:rsid w:val="765622B5"/>
    <w:rsid w:val="765736D9"/>
    <w:rsid w:val="765808B8"/>
    <w:rsid w:val="765B28D9"/>
    <w:rsid w:val="765B499C"/>
    <w:rsid w:val="765B7395"/>
    <w:rsid w:val="766222E0"/>
    <w:rsid w:val="766746FF"/>
    <w:rsid w:val="76685F07"/>
    <w:rsid w:val="766D312B"/>
    <w:rsid w:val="766F3CA6"/>
    <w:rsid w:val="76723D0D"/>
    <w:rsid w:val="76726D86"/>
    <w:rsid w:val="76730CE0"/>
    <w:rsid w:val="76732A71"/>
    <w:rsid w:val="76743ACD"/>
    <w:rsid w:val="7681617B"/>
    <w:rsid w:val="76835CB6"/>
    <w:rsid w:val="76896040"/>
    <w:rsid w:val="76907EF5"/>
    <w:rsid w:val="76907F33"/>
    <w:rsid w:val="76953C9F"/>
    <w:rsid w:val="76955A88"/>
    <w:rsid w:val="76975534"/>
    <w:rsid w:val="76A07F8B"/>
    <w:rsid w:val="76AA3B48"/>
    <w:rsid w:val="76AB030D"/>
    <w:rsid w:val="76AE6010"/>
    <w:rsid w:val="76AECF64"/>
    <w:rsid w:val="76AF1E00"/>
    <w:rsid w:val="76B15D75"/>
    <w:rsid w:val="76B62689"/>
    <w:rsid w:val="76B76C26"/>
    <w:rsid w:val="76B9380F"/>
    <w:rsid w:val="76BBC42C"/>
    <w:rsid w:val="76BF64C6"/>
    <w:rsid w:val="76C11F21"/>
    <w:rsid w:val="76C20DFA"/>
    <w:rsid w:val="76C375E1"/>
    <w:rsid w:val="76C50309"/>
    <w:rsid w:val="76C67F3D"/>
    <w:rsid w:val="76C834D2"/>
    <w:rsid w:val="76C91F28"/>
    <w:rsid w:val="76CB646B"/>
    <w:rsid w:val="76CC2329"/>
    <w:rsid w:val="76CC46E8"/>
    <w:rsid w:val="76CE39C7"/>
    <w:rsid w:val="76CF19BC"/>
    <w:rsid w:val="76CF9236"/>
    <w:rsid w:val="76D21494"/>
    <w:rsid w:val="76E01F41"/>
    <w:rsid w:val="76E21CE1"/>
    <w:rsid w:val="76E24724"/>
    <w:rsid w:val="76E94F39"/>
    <w:rsid w:val="76EA6E9F"/>
    <w:rsid w:val="76F06011"/>
    <w:rsid w:val="76F33445"/>
    <w:rsid w:val="76F5E58B"/>
    <w:rsid w:val="76F7D8D7"/>
    <w:rsid w:val="76FB5FE3"/>
    <w:rsid w:val="76FD7941"/>
    <w:rsid w:val="77006776"/>
    <w:rsid w:val="7706528F"/>
    <w:rsid w:val="770A18C3"/>
    <w:rsid w:val="770B136A"/>
    <w:rsid w:val="770C71DA"/>
    <w:rsid w:val="770D114E"/>
    <w:rsid w:val="77182D3C"/>
    <w:rsid w:val="771957AE"/>
    <w:rsid w:val="77252227"/>
    <w:rsid w:val="772926AF"/>
    <w:rsid w:val="772A0356"/>
    <w:rsid w:val="772A140E"/>
    <w:rsid w:val="772E6166"/>
    <w:rsid w:val="772F5114"/>
    <w:rsid w:val="772F5E90"/>
    <w:rsid w:val="77327E8E"/>
    <w:rsid w:val="773A070E"/>
    <w:rsid w:val="773E9A4D"/>
    <w:rsid w:val="773EEB1F"/>
    <w:rsid w:val="773F8344"/>
    <w:rsid w:val="77434E5B"/>
    <w:rsid w:val="7743BDEE"/>
    <w:rsid w:val="77441F88"/>
    <w:rsid w:val="77456248"/>
    <w:rsid w:val="77460CB0"/>
    <w:rsid w:val="7749761A"/>
    <w:rsid w:val="774B03CC"/>
    <w:rsid w:val="774C40D3"/>
    <w:rsid w:val="774D2E81"/>
    <w:rsid w:val="77594279"/>
    <w:rsid w:val="776024ED"/>
    <w:rsid w:val="77602EDE"/>
    <w:rsid w:val="77656C3E"/>
    <w:rsid w:val="77657597"/>
    <w:rsid w:val="7767574E"/>
    <w:rsid w:val="776963DA"/>
    <w:rsid w:val="77697D0C"/>
    <w:rsid w:val="776B06FA"/>
    <w:rsid w:val="776F7CB7"/>
    <w:rsid w:val="777364D0"/>
    <w:rsid w:val="77755721"/>
    <w:rsid w:val="7779094F"/>
    <w:rsid w:val="777B4746"/>
    <w:rsid w:val="777B6D93"/>
    <w:rsid w:val="777D1F95"/>
    <w:rsid w:val="777EE9F0"/>
    <w:rsid w:val="777F00C2"/>
    <w:rsid w:val="777F1658"/>
    <w:rsid w:val="77827049"/>
    <w:rsid w:val="77827BF4"/>
    <w:rsid w:val="77833255"/>
    <w:rsid w:val="77840E23"/>
    <w:rsid w:val="7785032A"/>
    <w:rsid w:val="778960B8"/>
    <w:rsid w:val="77967701"/>
    <w:rsid w:val="77990388"/>
    <w:rsid w:val="77A4562A"/>
    <w:rsid w:val="77A457A0"/>
    <w:rsid w:val="77A739FB"/>
    <w:rsid w:val="77A74AF9"/>
    <w:rsid w:val="77A7748A"/>
    <w:rsid w:val="77A9439A"/>
    <w:rsid w:val="77A96517"/>
    <w:rsid w:val="77AA4570"/>
    <w:rsid w:val="77AF3361"/>
    <w:rsid w:val="77C0021A"/>
    <w:rsid w:val="77C03A2E"/>
    <w:rsid w:val="77C117B7"/>
    <w:rsid w:val="77C2207E"/>
    <w:rsid w:val="77C44804"/>
    <w:rsid w:val="77C8082B"/>
    <w:rsid w:val="77C862FC"/>
    <w:rsid w:val="77C9142D"/>
    <w:rsid w:val="77C941F2"/>
    <w:rsid w:val="77C97782"/>
    <w:rsid w:val="77CF3612"/>
    <w:rsid w:val="77D21464"/>
    <w:rsid w:val="77D23A26"/>
    <w:rsid w:val="77D4107D"/>
    <w:rsid w:val="77D7392B"/>
    <w:rsid w:val="77D93B6B"/>
    <w:rsid w:val="77DB6BC4"/>
    <w:rsid w:val="77DD7AFE"/>
    <w:rsid w:val="77DE1DD3"/>
    <w:rsid w:val="77DE76FA"/>
    <w:rsid w:val="77DEBFE8"/>
    <w:rsid w:val="77DF5BB7"/>
    <w:rsid w:val="77E50BE4"/>
    <w:rsid w:val="77E544B1"/>
    <w:rsid w:val="77E970D9"/>
    <w:rsid w:val="77F00BED"/>
    <w:rsid w:val="77F1CB92"/>
    <w:rsid w:val="77F34CF2"/>
    <w:rsid w:val="77F59754"/>
    <w:rsid w:val="77F623A8"/>
    <w:rsid w:val="77F7A168"/>
    <w:rsid w:val="77F822AA"/>
    <w:rsid w:val="77FA7033"/>
    <w:rsid w:val="77FB7698"/>
    <w:rsid w:val="77FB89C6"/>
    <w:rsid w:val="77FBDF50"/>
    <w:rsid w:val="77FBFF20"/>
    <w:rsid w:val="77FCB70E"/>
    <w:rsid w:val="77FFB29D"/>
    <w:rsid w:val="781750A0"/>
    <w:rsid w:val="78175E36"/>
    <w:rsid w:val="781959CF"/>
    <w:rsid w:val="781A4C2B"/>
    <w:rsid w:val="781B0607"/>
    <w:rsid w:val="78220AAD"/>
    <w:rsid w:val="7825109A"/>
    <w:rsid w:val="78256D44"/>
    <w:rsid w:val="78264027"/>
    <w:rsid w:val="782F51C7"/>
    <w:rsid w:val="783A0E87"/>
    <w:rsid w:val="78416A50"/>
    <w:rsid w:val="78434E7D"/>
    <w:rsid w:val="78463D8C"/>
    <w:rsid w:val="78482136"/>
    <w:rsid w:val="784D76DA"/>
    <w:rsid w:val="784E7F49"/>
    <w:rsid w:val="78502992"/>
    <w:rsid w:val="78510BC4"/>
    <w:rsid w:val="78533200"/>
    <w:rsid w:val="78573D12"/>
    <w:rsid w:val="785809F2"/>
    <w:rsid w:val="78624D72"/>
    <w:rsid w:val="786654EC"/>
    <w:rsid w:val="7868166F"/>
    <w:rsid w:val="78686B70"/>
    <w:rsid w:val="786B660D"/>
    <w:rsid w:val="78713799"/>
    <w:rsid w:val="78744619"/>
    <w:rsid w:val="787775C2"/>
    <w:rsid w:val="787A1C74"/>
    <w:rsid w:val="787A247B"/>
    <w:rsid w:val="787B0173"/>
    <w:rsid w:val="787B63C5"/>
    <w:rsid w:val="787B91DB"/>
    <w:rsid w:val="787C3EEC"/>
    <w:rsid w:val="787D107A"/>
    <w:rsid w:val="7881521D"/>
    <w:rsid w:val="78826C8B"/>
    <w:rsid w:val="7884558C"/>
    <w:rsid w:val="7887013B"/>
    <w:rsid w:val="78875202"/>
    <w:rsid w:val="788866E9"/>
    <w:rsid w:val="788B40AC"/>
    <w:rsid w:val="788D139B"/>
    <w:rsid w:val="789C3B1C"/>
    <w:rsid w:val="789C5341"/>
    <w:rsid w:val="789F6D9D"/>
    <w:rsid w:val="78AC16EF"/>
    <w:rsid w:val="78AC7457"/>
    <w:rsid w:val="78AF5ECE"/>
    <w:rsid w:val="78B7133E"/>
    <w:rsid w:val="78B73160"/>
    <w:rsid w:val="78B81BA7"/>
    <w:rsid w:val="78B90D3B"/>
    <w:rsid w:val="78C018E9"/>
    <w:rsid w:val="78C15340"/>
    <w:rsid w:val="78C2121B"/>
    <w:rsid w:val="78C257FD"/>
    <w:rsid w:val="78C47625"/>
    <w:rsid w:val="78C67EC5"/>
    <w:rsid w:val="78CA2EA9"/>
    <w:rsid w:val="78D16C76"/>
    <w:rsid w:val="78D408CA"/>
    <w:rsid w:val="78DA7FB9"/>
    <w:rsid w:val="78DC588E"/>
    <w:rsid w:val="78E01199"/>
    <w:rsid w:val="78E444E5"/>
    <w:rsid w:val="78E545DC"/>
    <w:rsid w:val="78E86AF5"/>
    <w:rsid w:val="78EB61FF"/>
    <w:rsid w:val="78EE75B0"/>
    <w:rsid w:val="78EF9BAE"/>
    <w:rsid w:val="78F13B84"/>
    <w:rsid w:val="79041E9D"/>
    <w:rsid w:val="790837A2"/>
    <w:rsid w:val="790944DA"/>
    <w:rsid w:val="790F6205"/>
    <w:rsid w:val="7910288F"/>
    <w:rsid w:val="79123766"/>
    <w:rsid w:val="79124B2E"/>
    <w:rsid w:val="79127859"/>
    <w:rsid w:val="791A58CF"/>
    <w:rsid w:val="791B31D2"/>
    <w:rsid w:val="791D15E8"/>
    <w:rsid w:val="79251057"/>
    <w:rsid w:val="792A115B"/>
    <w:rsid w:val="793C050F"/>
    <w:rsid w:val="793D7A5D"/>
    <w:rsid w:val="79410024"/>
    <w:rsid w:val="79463889"/>
    <w:rsid w:val="794765FA"/>
    <w:rsid w:val="794B7AAA"/>
    <w:rsid w:val="79500FD3"/>
    <w:rsid w:val="79515E80"/>
    <w:rsid w:val="795432FB"/>
    <w:rsid w:val="79567183"/>
    <w:rsid w:val="795D1945"/>
    <w:rsid w:val="7963340D"/>
    <w:rsid w:val="7968317F"/>
    <w:rsid w:val="796C5D0E"/>
    <w:rsid w:val="79777911"/>
    <w:rsid w:val="797825B1"/>
    <w:rsid w:val="797B68AD"/>
    <w:rsid w:val="797F0FA5"/>
    <w:rsid w:val="797F6944"/>
    <w:rsid w:val="79845F6F"/>
    <w:rsid w:val="7988589E"/>
    <w:rsid w:val="79891B11"/>
    <w:rsid w:val="7989645D"/>
    <w:rsid w:val="798B68B9"/>
    <w:rsid w:val="798F628B"/>
    <w:rsid w:val="79936752"/>
    <w:rsid w:val="799472FD"/>
    <w:rsid w:val="7997470E"/>
    <w:rsid w:val="799948AC"/>
    <w:rsid w:val="799A1128"/>
    <w:rsid w:val="799F12C0"/>
    <w:rsid w:val="79AD549A"/>
    <w:rsid w:val="79B23016"/>
    <w:rsid w:val="79B35D8C"/>
    <w:rsid w:val="79B36F65"/>
    <w:rsid w:val="79B5287E"/>
    <w:rsid w:val="79B53221"/>
    <w:rsid w:val="79B53B59"/>
    <w:rsid w:val="79B77127"/>
    <w:rsid w:val="79BB7FC2"/>
    <w:rsid w:val="79BC6C95"/>
    <w:rsid w:val="79CA3C73"/>
    <w:rsid w:val="79CC11AA"/>
    <w:rsid w:val="79CE657A"/>
    <w:rsid w:val="79D34A07"/>
    <w:rsid w:val="79D5263D"/>
    <w:rsid w:val="79D755D3"/>
    <w:rsid w:val="79DB31CC"/>
    <w:rsid w:val="79E03113"/>
    <w:rsid w:val="79E41C6A"/>
    <w:rsid w:val="79E503DA"/>
    <w:rsid w:val="79E66537"/>
    <w:rsid w:val="79E71123"/>
    <w:rsid w:val="79E77C35"/>
    <w:rsid w:val="79E95AA1"/>
    <w:rsid w:val="79EA1412"/>
    <w:rsid w:val="79ED6E92"/>
    <w:rsid w:val="79F53F55"/>
    <w:rsid w:val="79F79AE5"/>
    <w:rsid w:val="79F9124F"/>
    <w:rsid w:val="79F98521"/>
    <w:rsid w:val="79FB3CCC"/>
    <w:rsid w:val="7A002F62"/>
    <w:rsid w:val="7A075904"/>
    <w:rsid w:val="7A1218B7"/>
    <w:rsid w:val="7A1245CA"/>
    <w:rsid w:val="7A164F13"/>
    <w:rsid w:val="7A1849CE"/>
    <w:rsid w:val="7A252750"/>
    <w:rsid w:val="7A2A1FA6"/>
    <w:rsid w:val="7A307EF8"/>
    <w:rsid w:val="7A350D04"/>
    <w:rsid w:val="7A3A671D"/>
    <w:rsid w:val="7A3C73B8"/>
    <w:rsid w:val="7A3E3B4E"/>
    <w:rsid w:val="7A3FE77A"/>
    <w:rsid w:val="7A410F49"/>
    <w:rsid w:val="7A4556E7"/>
    <w:rsid w:val="7A4A3DF9"/>
    <w:rsid w:val="7A4D5FD9"/>
    <w:rsid w:val="7A4F438A"/>
    <w:rsid w:val="7A511EBC"/>
    <w:rsid w:val="7A521AEA"/>
    <w:rsid w:val="7A554674"/>
    <w:rsid w:val="7A567A3F"/>
    <w:rsid w:val="7A5839A4"/>
    <w:rsid w:val="7A5A7A62"/>
    <w:rsid w:val="7A5B4C31"/>
    <w:rsid w:val="7A5F17ED"/>
    <w:rsid w:val="7A600EC7"/>
    <w:rsid w:val="7A617778"/>
    <w:rsid w:val="7A644ABB"/>
    <w:rsid w:val="7A6A212B"/>
    <w:rsid w:val="7A6B24D1"/>
    <w:rsid w:val="7A6C1D80"/>
    <w:rsid w:val="7A6D2D7B"/>
    <w:rsid w:val="7A6F021A"/>
    <w:rsid w:val="7A7255A6"/>
    <w:rsid w:val="7A726FC8"/>
    <w:rsid w:val="7A7637C6"/>
    <w:rsid w:val="7A77392D"/>
    <w:rsid w:val="7A777AC4"/>
    <w:rsid w:val="7A7C5B34"/>
    <w:rsid w:val="7A7E3963"/>
    <w:rsid w:val="7A7F6B4F"/>
    <w:rsid w:val="7A850453"/>
    <w:rsid w:val="7A853027"/>
    <w:rsid w:val="7A856DD3"/>
    <w:rsid w:val="7A89722E"/>
    <w:rsid w:val="7A8B379A"/>
    <w:rsid w:val="7A8B7880"/>
    <w:rsid w:val="7A8B7B79"/>
    <w:rsid w:val="7A8F3116"/>
    <w:rsid w:val="7A921F80"/>
    <w:rsid w:val="7A934578"/>
    <w:rsid w:val="7A9C43C2"/>
    <w:rsid w:val="7A9E28B4"/>
    <w:rsid w:val="7AA36C3C"/>
    <w:rsid w:val="7AB07B71"/>
    <w:rsid w:val="7AB66DAF"/>
    <w:rsid w:val="7AB91427"/>
    <w:rsid w:val="7AB9163A"/>
    <w:rsid w:val="7AB94213"/>
    <w:rsid w:val="7ABA30F8"/>
    <w:rsid w:val="7ABA74C4"/>
    <w:rsid w:val="7ABE0D29"/>
    <w:rsid w:val="7ABE38B6"/>
    <w:rsid w:val="7AC25D89"/>
    <w:rsid w:val="7AC4004E"/>
    <w:rsid w:val="7ACA53E2"/>
    <w:rsid w:val="7ACD365E"/>
    <w:rsid w:val="7ACF3E29"/>
    <w:rsid w:val="7ADC5690"/>
    <w:rsid w:val="7ADC5F7C"/>
    <w:rsid w:val="7ADD5115"/>
    <w:rsid w:val="7AE10ABF"/>
    <w:rsid w:val="7AE20183"/>
    <w:rsid w:val="7AE53F48"/>
    <w:rsid w:val="7AE6130C"/>
    <w:rsid w:val="7AE700CF"/>
    <w:rsid w:val="7AEA5518"/>
    <w:rsid w:val="7AEF4E49"/>
    <w:rsid w:val="7AF10BC1"/>
    <w:rsid w:val="7AF3664D"/>
    <w:rsid w:val="7AF4783F"/>
    <w:rsid w:val="7AF96D58"/>
    <w:rsid w:val="7AFB1279"/>
    <w:rsid w:val="7B000515"/>
    <w:rsid w:val="7B036B14"/>
    <w:rsid w:val="7B0745B5"/>
    <w:rsid w:val="7B081DBC"/>
    <w:rsid w:val="7B173580"/>
    <w:rsid w:val="7B1913A0"/>
    <w:rsid w:val="7B1D32C4"/>
    <w:rsid w:val="7B2A5F2B"/>
    <w:rsid w:val="7B2C257D"/>
    <w:rsid w:val="7B2E555D"/>
    <w:rsid w:val="7B355B95"/>
    <w:rsid w:val="7B3B48B4"/>
    <w:rsid w:val="7B3E329D"/>
    <w:rsid w:val="7B3EAD92"/>
    <w:rsid w:val="7B3F1ECB"/>
    <w:rsid w:val="7B3F2448"/>
    <w:rsid w:val="7B411AB2"/>
    <w:rsid w:val="7B454B23"/>
    <w:rsid w:val="7B493A28"/>
    <w:rsid w:val="7B4F40CF"/>
    <w:rsid w:val="7B51155C"/>
    <w:rsid w:val="7B542F5F"/>
    <w:rsid w:val="7B5618C7"/>
    <w:rsid w:val="7B5A6212"/>
    <w:rsid w:val="7B5B70C3"/>
    <w:rsid w:val="7B67D393"/>
    <w:rsid w:val="7B694BFB"/>
    <w:rsid w:val="7B6E04C7"/>
    <w:rsid w:val="7B70152F"/>
    <w:rsid w:val="7B785195"/>
    <w:rsid w:val="7B79132C"/>
    <w:rsid w:val="7B7B492E"/>
    <w:rsid w:val="7B7BB29B"/>
    <w:rsid w:val="7B7D1CC9"/>
    <w:rsid w:val="7B7D5E1C"/>
    <w:rsid w:val="7B8278F3"/>
    <w:rsid w:val="7B851309"/>
    <w:rsid w:val="7B857CB8"/>
    <w:rsid w:val="7B85C5EC"/>
    <w:rsid w:val="7B8B36E3"/>
    <w:rsid w:val="7B8C61DA"/>
    <w:rsid w:val="7B8F7206"/>
    <w:rsid w:val="7B9174DF"/>
    <w:rsid w:val="7B955268"/>
    <w:rsid w:val="7B9552BD"/>
    <w:rsid w:val="7B9616E3"/>
    <w:rsid w:val="7B992269"/>
    <w:rsid w:val="7B9B254A"/>
    <w:rsid w:val="7B9D0239"/>
    <w:rsid w:val="7B9F09F4"/>
    <w:rsid w:val="7BA3163F"/>
    <w:rsid w:val="7BB135DE"/>
    <w:rsid w:val="7BB16A63"/>
    <w:rsid w:val="7BB17880"/>
    <w:rsid w:val="7BB24E3D"/>
    <w:rsid w:val="7BB36D05"/>
    <w:rsid w:val="7BB5520D"/>
    <w:rsid w:val="7BBAAD42"/>
    <w:rsid w:val="7BBB052C"/>
    <w:rsid w:val="7BBC6DE9"/>
    <w:rsid w:val="7BBD7064"/>
    <w:rsid w:val="7BC106DF"/>
    <w:rsid w:val="7BC243F2"/>
    <w:rsid w:val="7BC52280"/>
    <w:rsid w:val="7BCA2173"/>
    <w:rsid w:val="7BD06C4D"/>
    <w:rsid w:val="7BD42AE9"/>
    <w:rsid w:val="7BD66DBF"/>
    <w:rsid w:val="7BD81D81"/>
    <w:rsid w:val="7BDA5B35"/>
    <w:rsid w:val="7BDB174C"/>
    <w:rsid w:val="7BDD30AF"/>
    <w:rsid w:val="7BDF2EE4"/>
    <w:rsid w:val="7BE114E7"/>
    <w:rsid w:val="7BEB5E27"/>
    <w:rsid w:val="7BEDE25C"/>
    <w:rsid w:val="7BEF877E"/>
    <w:rsid w:val="7BF33D6A"/>
    <w:rsid w:val="7BF4424B"/>
    <w:rsid w:val="7BF7190A"/>
    <w:rsid w:val="7BF771BF"/>
    <w:rsid w:val="7BF79226"/>
    <w:rsid w:val="7BFA0AAB"/>
    <w:rsid w:val="7BFB9CA1"/>
    <w:rsid w:val="7BFEA932"/>
    <w:rsid w:val="7BFF610A"/>
    <w:rsid w:val="7C0A0200"/>
    <w:rsid w:val="7C0B0D2C"/>
    <w:rsid w:val="7C0E0934"/>
    <w:rsid w:val="7C1503E9"/>
    <w:rsid w:val="7C1919DE"/>
    <w:rsid w:val="7C1B250B"/>
    <w:rsid w:val="7C262D37"/>
    <w:rsid w:val="7C2E662B"/>
    <w:rsid w:val="7C2F0AA6"/>
    <w:rsid w:val="7C3005B8"/>
    <w:rsid w:val="7C32545A"/>
    <w:rsid w:val="7C4049A5"/>
    <w:rsid w:val="7C466EE7"/>
    <w:rsid w:val="7C4A6820"/>
    <w:rsid w:val="7C4D444B"/>
    <w:rsid w:val="7C5030F8"/>
    <w:rsid w:val="7C516CE7"/>
    <w:rsid w:val="7C546810"/>
    <w:rsid w:val="7C5536BC"/>
    <w:rsid w:val="7C5C2973"/>
    <w:rsid w:val="7C5E4C04"/>
    <w:rsid w:val="7C6769B9"/>
    <w:rsid w:val="7C6C2CE5"/>
    <w:rsid w:val="7C6D071B"/>
    <w:rsid w:val="7C6E6D24"/>
    <w:rsid w:val="7C6F38AC"/>
    <w:rsid w:val="7C7060E8"/>
    <w:rsid w:val="7C711304"/>
    <w:rsid w:val="7C71357F"/>
    <w:rsid w:val="7C7432A1"/>
    <w:rsid w:val="7C75469D"/>
    <w:rsid w:val="7C767086"/>
    <w:rsid w:val="7C787DE9"/>
    <w:rsid w:val="7C7CB6A3"/>
    <w:rsid w:val="7C7E61F9"/>
    <w:rsid w:val="7C7F58F6"/>
    <w:rsid w:val="7C834A8A"/>
    <w:rsid w:val="7C852FEC"/>
    <w:rsid w:val="7C85383C"/>
    <w:rsid w:val="7C85571F"/>
    <w:rsid w:val="7C8F68E3"/>
    <w:rsid w:val="7C923CDE"/>
    <w:rsid w:val="7CA04403"/>
    <w:rsid w:val="7CA6213A"/>
    <w:rsid w:val="7CB11EF8"/>
    <w:rsid w:val="7CB55D7C"/>
    <w:rsid w:val="7CB7D352"/>
    <w:rsid w:val="7CBD01A8"/>
    <w:rsid w:val="7CBE1D4B"/>
    <w:rsid w:val="7CC7098D"/>
    <w:rsid w:val="7CCA7385"/>
    <w:rsid w:val="7CD27BAA"/>
    <w:rsid w:val="7CD32B3C"/>
    <w:rsid w:val="7CD349F1"/>
    <w:rsid w:val="7CD834CA"/>
    <w:rsid w:val="7CDE33C7"/>
    <w:rsid w:val="7CDF2319"/>
    <w:rsid w:val="7CDF5377"/>
    <w:rsid w:val="7CE2459A"/>
    <w:rsid w:val="7CE25A1E"/>
    <w:rsid w:val="7CE46FB4"/>
    <w:rsid w:val="7CE73095"/>
    <w:rsid w:val="7CED09FF"/>
    <w:rsid w:val="7CED4782"/>
    <w:rsid w:val="7CF01CFE"/>
    <w:rsid w:val="7CF44998"/>
    <w:rsid w:val="7CFB7898"/>
    <w:rsid w:val="7CFF85E4"/>
    <w:rsid w:val="7D013C79"/>
    <w:rsid w:val="7D050FED"/>
    <w:rsid w:val="7D0712C6"/>
    <w:rsid w:val="7D0938C2"/>
    <w:rsid w:val="7D0A41BC"/>
    <w:rsid w:val="7D0C27C2"/>
    <w:rsid w:val="7D0E6A9F"/>
    <w:rsid w:val="7D0F17D2"/>
    <w:rsid w:val="7D1433B1"/>
    <w:rsid w:val="7D173BAF"/>
    <w:rsid w:val="7D1B375F"/>
    <w:rsid w:val="7D1D5DEF"/>
    <w:rsid w:val="7D1F1A79"/>
    <w:rsid w:val="7D21226D"/>
    <w:rsid w:val="7D241C8E"/>
    <w:rsid w:val="7D256900"/>
    <w:rsid w:val="7D25FA17"/>
    <w:rsid w:val="7D2760BF"/>
    <w:rsid w:val="7D27790E"/>
    <w:rsid w:val="7D2E7ED9"/>
    <w:rsid w:val="7D2F33C0"/>
    <w:rsid w:val="7D300827"/>
    <w:rsid w:val="7D307E95"/>
    <w:rsid w:val="7D366D2D"/>
    <w:rsid w:val="7D3726C5"/>
    <w:rsid w:val="7D3F1399"/>
    <w:rsid w:val="7D400F07"/>
    <w:rsid w:val="7D411E5A"/>
    <w:rsid w:val="7D4311BF"/>
    <w:rsid w:val="7D4763C0"/>
    <w:rsid w:val="7D4A280A"/>
    <w:rsid w:val="7D4B2396"/>
    <w:rsid w:val="7D4B7D21"/>
    <w:rsid w:val="7D4D0A90"/>
    <w:rsid w:val="7D5013ED"/>
    <w:rsid w:val="7D5156A5"/>
    <w:rsid w:val="7D5619A8"/>
    <w:rsid w:val="7D5A0570"/>
    <w:rsid w:val="7D5C6503"/>
    <w:rsid w:val="7D5D5750"/>
    <w:rsid w:val="7D600878"/>
    <w:rsid w:val="7D6352F7"/>
    <w:rsid w:val="7D637428"/>
    <w:rsid w:val="7D637F59"/>
    <w:rsid w:val="7D682252"/>
    <w:rsid w:val="7D6F7801"/>
    <w:rsid w:val="7D766613"/>
    <w:rsid w:val="7D773854"/>
    <w:rsid w:val="7D7F677B"/>
    <w:rsid w:val="7D800ECE"/>
    <w:rsid w:val="7D8201F6"/>
    <w:rsid w:val="7D86223E"/>
    <w:rsid w:val="7D8BB15C"/>
    <w:rsid w:val="7D8F3FA2"/>
    <w:rsid w:val="7D921EC4"/>
    <w:rsid w:val="7D935090"/>
    <w:rsid w:val="7D9B14B6"/>
    <w:rsid w:val="7DA574CB"/>
    <w:rsid w:val="7DA60799"/>
    <w:rsid w:val="7DA72338"/>
    <w:rsid w:val="7DA754C3"/>
    <w:rsid w:val="7DA969F1"/>
    <w:rsid w:val="7DAB5234"/>
    <w:rsid w:val="7DAE2977"/>
    <w:rsid w:val="7DB003F5"/>
    <w:rsid w:val="7DB05D4D"/>
    <w:rsid w:val="7DB55ED6"/>
    <w:rsid w:val="7DBA1651"/>
    <w:rsid w:val="7DBAD9D0"/>
    <w:rsid w:val="7DBB89B6"/>
    <w:rsid w:val="7DBC2D61"/>
    <w:rsid w:val="7DBD381A"/>
    <w:rsid w:val="7DBDF23C"/>
    <w:rsid w:val="7DC611BF"/>
    <w:rsid w:val="7DCC178D"/>
    <w:rsid w:val="7DCD566B"/>
    <w:rsid w:val="7DCE6EAE"/>
    <w:rsid w:val="7DCF7005"/>
    <w:rsid w:val="7DD70883"/>
    <w:rsid w:val="7DD76431"/>
    <w:rsid w:val="7DD90FD3"/>
    <w:rsid w:val="7DD979D5"/>
    <w:rsid w:val="7DDB9BA5"/>
    <w:rsid w:val="7DDE03B2"/>
    <w:rsid w:val="7DDF760C"/>
    <w:rsid w:val="7DDF9AD4"/>
    <w:rsid w:val="7DEB1842"/>
    <w:rsid w:val="7DEC60CC"/>
    <w:rsid w:val="7DED9260"/>
    <w:rsid w:val="7DF0289E"/>
    <w:rsid w:val="7DF50A70"/>
    <w:rsid w:val="7DF50CDA"/>
    <w:rsid w:val="7DF64359"/>
    <w:rsid w:val="7DF71C5B"/>
    <w:rsid w:val="7DF77852"/>
    <w:rsid w:val="7DF8A170"/>
    <w:rsid w:val="7DFB6208"/>
    <w:rsid w:val="7DFC537B"/>
    <w:rsid w:val="7DFD5ACF"/>
    <w:rsid w:val="7DFEFA66"/>
    <w:rsid w:val="7DFF53A3"/>
    <w:rsid w:val="7E01111B"/>
    <w:rsid w:val="7E013DEC"/>
    <w:rsid w:val="7E043CB1"/>
    <w:rsid w:val="7E096834"/>
    <w:rsid w:val="7E0F219C"/>
    <w:rsid w:val="7E102BAB"/>
    <w:rsid w:val="7E11285E"/>
    <w:rsid w:val="7E181467"/>
    <w:rsid w:val="7E1B372C"/>
    <w:rsid w:val="7E1E1A3B"/>
    <w:rsid w:val="7E202CD7"/>
    <w:rsid w:val="7E224A48"/>
    <w:rsid w:val="7E2B61FD"/>
    <w:rsid w:val="7E3A1EEB"/>
    <w:rsid w:val="7E3A462D"/>
    <w:rsid w:val="7E3B2125"/>
    <w:rsid w:val="7E3D3343"/>
    <w:rsid w:val="7E3E2AC5"/>
    <w:rsid w:val="7E41411D"/>
    <w:rsid w:val="7E424D0D"/>
    <w:rsid w:val="7E437985"/>
    <w:rsid w:val="7E485485"/>
    <w:rsid w:val="7E4A34C5"/>
    <w:rsid w:val="7E4C2C98"/>
    <w:rsid w:val="7E520EB5"/>
    <w:rsid w:val="7E5B33C0"/>
    <w:rsid w:val="7E5C066E"/>
    <w:rsid w:val="7E5C191B"/>
    <w:rsid w:val="7E5E168B"/>
    <w:rsid w:val="7E643D7D"/>
    <w:rsid w:val="7E652396"/>
    <w:rsid w:val="7E694298"/>
    <w:rsid w:val="7E6E073C"/>
    <w:rsid w:val="7E6F3404"/>
    <w:rsid w:val="7E750BA8"/>
    <w:rsid w:val="7E7A36E6"/>
    <w:rsid w:val="7E7B567C"/>
    <w:rsid w:val="7E7D0824"/>
    <w:rsid w:val="7E7F1A3F"/>
    <w:rsid w:val="7E7F39CA"/>
    <w:rsid w:val="7E8226C5"/>
    <w:rsid w:val="7E8262A2"/>
    <w:rsid w:val="7E88586D"/>
    <w:rsid w:val="7E89416E"/>
    <w:rsid w:val="7E8B4E88"/>
    <w:rsid w:val="7E8B6C36"/>
    <w:rsid w:val="7E8C552E"/>
    <w:rsid w:val="7E8C6A8A"/>
    <w:rsid w:val="7E8D0C00"/>
    <w:rsid w:val="7E9146F0"/>
    <w:rsid w:val="7E9200C1"/>
    <w:rsid w:val="7E9257C9"/>
    <w:rsid w:val="7E9577F1"/>
    <w:rsid w:val="7E9C7D13"/>
    <w:rsid w:val="7E9E40CC"/>
    <w:rsid w:val="7EA102A1"/>
    <w:rsid w:val="7EA33F24"/>
    <w:rsid w:val="7EA56F73"/>
    <w:rsid w:val="7EAFF1E1"/>
    <w:rsid w:val="7EB54D0A"/>
    <w:rsid w:val="7EB90ACE"/>
    <w:rsid w:val="7EBA5642"/>
    <w:rsid w:val="7EBAC0D1"/>
    <w:rsid w:val="7EC52C10"/>
    <w:rsid w:val="7EC908D0"/>
    <w:rsid w:val="7EC9252A"/>
    <w:rsid w:val="7ECC41E0"/>
    <w:rsid w:val="7ECE1AE3"/>
    <w:rsid w:val="7ED66A22"/>
    <w:rsid w:val="7ED66BA2"/>
    <w:rsid w:val="7EDF03A8"/>
    <w:rsid w:val="7EDFCDA0"/>
    <w:rsid w:val="7EEB5B73"/>
    <w:rsid w:val="7EED6AC8"/>
    <w:rsid w:val="7EEE594C"/>
    <w:rsid w:val="7EEF01D5"/>
    <w:rsid w:val="7EEF5417"/>
    <w:rsid w:val="7EF038CC"/>
    <w:rsid w:val="7EF4771E"/>
    <w:rsid w:val="7EF677A2"/>
    <w:rsid w:val="7EFAAAAC"/>
    <w:rsid w:val="7EFD774C"/>
    <w:rsid w:val="7EFE085E"/>
    <w:rsid w:val="7F002CCA"/>
    <w:rsid w:val="7F0751DA"/>
    <w:rsid w:val="7F076C05"/>
    <w:rsid w:val="7F083DE9"/>
    <w:rsid w:val="7F0EEE36"/>
    <w:rsid w:val="7F1006E7"/>
    <w:rsid w:val="7F115709"/>
    <w:rsid w:val="7F1617FD"/>
    <w:rsid w:val="7F1D6138"/>
    <w:rsid w:val="7F1E2F3A"/>
    <w:rsid w:val="7F1E3F4E"/>
    <w:rsid w:val="7F2653BC"/>
    <w:rsid w:val="7F270AA9"/>
    <w:rsid w:val="7F277E1C"/>
    <w:rsid w:val="7F2C3371"/>
    <w:rsid w:val="7F313C82"/>
    <w:rsid w:val="7F33722F"/>
    <w:rsid w:val="7F337DB4"/>
    <w:rsid w:val="7F3C4247"/>
    <w:rsid w:val="7F3D2C9F"/>
    <w:rsid w:val="7F3F0638"/>
    <w:rsid w:val="7F403A26"/>
    <w:rsid w:val="7F413A73"/>
    <w:rsid w:val="7F443117"/>
    <w:rsid w:val="7F454AC0"/>
    <w:rsid w:val="7F4E3A43"/>
    <w:rsid w:val="7F4E9B64"/>
    <w:rsid w:val="7F513E4D"/>
    <w:rsid w:val="7F5160D2"/>
    <w:rsid w:val="7F5779B6"/>
    <w:rsid w:val="7F57EDA5"/>
    <w:rsid w:val="7F5B461C"/>
    <w:rsid w:val="7F5F5DBA"/>
    <w:rsid w:val="7F696F38"/>
    <w:rsid w:val="7F697B5E"/>
    <w:rsid w:val="7F6B667E"/>
    <w:rsid w:val="7F6F2F00"/>
    <w:rsid w:val="7F774578"/>
    <w:rsid w:val="7F7AD29C"/>
    <w:rsid w:val="7F7B1691"/>
    <w:rsid w:val="7F7F5223"/>
    <w:rsid w:val="7F7F54D0"/>
    <w:rsid w:val="7F7F7538"/>
    <w:rsid w:val="7F7FABC2"/>
    <w:rsid w:val="7F855D7C"/>
    <w:rsid w:val="7F87705B"/>
    <w:rsid w:val="7F8B4A19"/>
    <w:rsid w:val="7F8E7DDA"/>
    <w:rsid w:val="7F8F40EB"/>
    <w:rsid w:val="7F9049D5"/>
    <w:rsid w:val="7F92787D"/>
    <w:rsid w:val="7F96C020"/>
    <w:rsid w:val="7F9944B4"/>
    <w:rsid w:val="7F9F03C0"/>
    <w:rsid w:val="7FA06711"/>
    <w:rsid w:val="7FA74F7A"/>
    <w:rsid w:val="7FA82124"/>
    <w:rsid w:val="7FAC38A7"/>
    <w:rsid w:val="7FADF855"/>
    <w:rsid w:val="7FAE3D8B"/>
    <w:rsid w:val="7FAE5D20"/>
    <w:rsid w:val="7FB420A4"/>
    <w:rsid w:val="7FB5CB8A"/>
    <w:rsid w:val="7FB631D3"/>
    <w:rsid w:val="7FB76673"/>
    <w:rsid w:val="7FB79D25"/>
    <w:rsid w:val="7FB8238D"/>
    <w:rsid w:val="7FBA6B22"/>
    <w:rsid w:val="7FBB1A0C"/>
    <w:rsid w:val="7FBD0C65"/>
    <w:rsid w:val="7FBD5B1F"/>
    <w:rsid w:val="7FBF046B"/>
    <w:rsid w:val="7FBF07DD"/>
    <w:rsid w:val="7FBF0864"/>
    <w:rsid w:val="7FBF1F83"/>
    <w:rsid w:val="7FC35853"/>
    <w:rsid w:val="7FC59E06"/>
    <w:rsid w:val="7FCA5D34"/>
    <w:rsid w:val="7FCBC22C"/>
    <w:rsid w:val="7FCE7723"/>
    <w:rsid w:val="7FCF36EE"/>
    <w:rsid w:val="7FCFBE64"/>
    <w:rsid w:val="7FD7F12F"/>
    <w:rsid w:val="7FD832C2"/>
    <w:rsid w:val="7FDB4FCC"/>
    <w:rsid w:val="7FDB6A1A"/>
    <w:rsid w:val="7FDB7EB0"/>
    <w:rsid w:val="7FDD7425"/>
    <w:rsid w:val="7FDE0598"/>
    <w:rsid w:val="7FDE3377"/>
    <w:rsid w:val="7FDF9BA8"/>
    <w:rsid w:val="7FE13330"/>
    <w:rsid w:val="7FE17965"/>
    <w:rsid w:val="7FE28F7B"/>
    <w:rsid w:val="7FE52ED3"/>
    <w:rsid w:val="7FE79503"/>
    <w:rsid w:val="7FE7B6FB"/>
    <w:rsid w:val="7FE7BD26"/>
    <w:rsid w:val="7FE7DB3E"/>
    <w:rsid w:val="7FEA6BD8"/>
    <w:rsid w:val="7FEA73DF"/>
    <w:rsid w:val="7FEB9B1C"/>
    <w:rsid w:val="7FEC5DFB"/>
    <w:rsid w:val="7FECE906"/>
    <w:rsid w:val="7FEDC1E2"/>
    <w:rsid w:val="7FEE8C1C"/>
    <w:rsid w:val="7FF05DF3"/>
    <w:rsid w:val="7FF17159"/>
    <w:rsid w:val="7FF2ED28"/>
    <w:rsid w:val="7FF50309"/>
    <w:rsid w:val="7FF72A4D"/>
    <w:rsid w:val="7FF73A16"/>
    <w:rsid w:val="7FF75000"/>
    <w:rsid w:val="7FF7C4B4"/>
    <w:rsid w:val="7FF95813"/>
    <w:rsid w:val="7FFA0816"/>
    <w:rsid w:val="7FFA4226"/>
    <w:rsid w:val="7FFBC86D"/>
    <w:rsid w:val="7FFCD304"/>
    <w:rsid w:val="7FFD017D"/>
    <w:rsid w:val="7FFD16D5"/>
    <w:rsid w:val="7FFDA851"/>
    <w:rsid w:val="7FFF0017"/>
    <w:rsid w:val="7FFF1B2F"/>
    <w:rsid w:val="7FFF2C1D"/>
    <w:rsid w:val="7FFF69FE"/>
    <w:rsid w:val="7FFF8398"/>
    <w:rsid w:val="8BFF3642"/>
    <w:rsid w:val="8DF39D5C"/>
    <w:rsid w:val="8F3DA474"/>
    <w:rsid w:val="8FABBA5A"/>
    <w:rsid w:val="8FEC2040"/>
    <w:rsid w:val="8FFF37B9"/>
    <w:rsid w:val="93CB05C8"/>
    <w:rsid w:val="957F2D53"/>
    <w:rsid w:val="9625A7F3"/>
    <w:rsid w:val="96E6A120"/>
    <w:rsid w:val="977FB0C6"/>
    <w:rsid w:val="99F77D3F"/>
    <w:rsid w:val="99FFB2A7"/>
    <w:rsid w:val="9A1B185E"/>
    <w:rsid w:val="9DBD5297"/>
    <w:rsid w:val="9EFBAB50"/>
    <w:rsid w:val="9F27E18C"/>
    <w:rsid w:val="9F664038"/>
    <w:rsid w:val="9F773D25"/>
    <w:rsid w:val="9FEF7237"/>
    <w:rsid w:val="9FF65641"/>
    <w:rsid w:val="9FF95518"/>
    <w:rsid w:val="9FFF5382"/>
    <w:rsid w:val="9FFF8D66"/>
    <w:rsid w:val="A6A67B8C"/>
    <w:rsid w:val="A77C7163"/>
    <w:rsid w:val="A7EDC3B7"/>
    <w:rsid w:val="A7F7810F"/>
    <w:rsid w:val="A9A33468"/>
    <w:rsid w:val="AB8B9FE3"/>
    <w:rsid w:val="ABDEE8FF"/>
    <w:rsid w:val="ABDFD4CF"/>
    <w:rsid w:val="ABFC242B"/>
    <w:rsid w:val="AE6F9803"/>
    <w:rsid w:val="AED795C3"/>
    <w:rsid w:val="AEFF16BF"/>
    <w:rsid w:val="AEFFEE2B"/>
    <w:rsid w:val="AF7F9824"/>
    <w:rsid w:val="AFBFFC13"/>
    <w:rsid w:val="AFEB9006"/>
    <w:rsid w:val="AFF23972"/>
    <w:rsid w:val="AFFA5F07"/>
    <w:rsid w:val="B33CDF00"/>
    <w:rsid w:val="B3DD1A2C"/>
    <w:rsid w:val="B3EBB5B3"/>
    <w:rsid w:val="B67EF07F"/>
    <w:rsid w:val="B68E9AC3"/>
    <w:rsid w:val="B69B4249"/>
    <w:rsid w:val="B6BFA700"/>
    <w:rsid w:val="B6BFA75A"/>
    <w:rsid w:val="B6DD1506"/>
    <w:rsid w:val="B6FED323"/>
    <w:rsid w:val="B6FFF962"/>
    <w:rsid w:val="B73DDE4C"/>
    <w:rsid w:val="B76F66B1"/>
    <w:rsid w:val="B77B1363"/>
    <w:rsid w:val="B7EE71BD"/>
    <w:rsid w:val="B7FE8F29"/>
    <w:rsid w:val="B7FFECB7"/>
    <w:rsid w:val="B8DB688B"/>
    <w:rsid w:val="B8EEDAA2"/>
    <w:rsid w:val="B9C7C586"/>
    <w:rsid w:val="B9FFB566"/>
    <w:rsid w:val="BAEB122B"/>
    <w:rsid w:val="BB0AF2D0"/>
    <w:rsid w:val="BB3765F4"/>
    <w:rsid w:val="BB6FC7A0"/>
    <w:rsid w:val="BB967384"/>
    <w:rsid w:val="BBBF5C27"/>
    <w:rsid w:val="BBD7E261"/>
    <w:rsid w:val="BBFFC8A2"/>
    <w:rsid w:val="BBFFEDDA"/>
    <w:rsid w:val="BCCF2289"/>
    <w:rsid w:val="BD7F0ACD"/>
    <w:rsid w:val="BD7F8F83"/>
    <w:rsid w:val="BDBD83C1"/>
    <w:rsid w:val="BDBE6C0D"/>
    <w:rsid w:val="BDE5B4F3"/>
    <w:rsid w:val="BDEBFDEB"/>
    <w:rsid w:val="BE9F433F"/>
    <w:rsid w:val="BEA3C272"/>
    <w:rsid w:val="BEBFBEED"/>
    <w:rsid w:val="BEEF193B"/>
    <w:rsid w:val="BEF3BB65"/>
    <w:rsid w:val="BEFB70F2"/>
    <w:rsid w:val="BEFE20C3"/>
    <w:rsid w:val="BF1EA7B0"/>
    <w:rsid w:val="BF7CB462"/>
    <w:rsid w:val="BF8D58F2"/>
    <w:rsid w:val="BF9F556E"/>
    <w:rsid w:val="BFAFEC43"/>
    <w:rsid w:val="BFBD3F9E"/>
    <w:rsid w:val="BFBF5DE0"/>
    <w:rsid w:val="BFBF64F6"/>
    <w:rsid w:val="BFCD18C9"/>
    <w:rsid w:val="BFD984F8"/>
    <w:rsid w:val="BFDE0E31"/>
    <w:rsid w:val="BFDF5889"/>
    <w:rsid w:val="BFE518DE"/>
    <w:rsid w:val="BFEC584F"/>
    <w:rsid w:val="BFEF67D2"/>
    <w:rsid w:val="BFEF714F"/>
    <w:rsid w:val="BFF52730"/>
    <w:rsid w:val="BFF6360F"/>
    <w:rsid w:val="BFF9D23A"/>
    <w:rsid w:val="BFFA3FDF"/>
    <w:rsid w:val="BFFB16E8"/>
    <w:rsid w:val="BFFB97E0"/>
    <w:rsid w:val="BFFB9DB5"/>
    <w:rsid w:val="BFFBFBBF"/>
    <w:rsid w:val="BFFD3B8C"/>
    <w:rsid w:val="BFFD9E98"/>
    <w:rsid w:val="BFFF15EE"/>
    <w:rsid w:val="BFFF955C"/>
    <w:rsid w:val="BFFFFB25"/>
    <w:rsid w:val="C5F71A86"/>
    <w:rsid w:val="C6DBF769"/>
    <w:rsid w:val="C79FA9DA"/>
    <w:rsid w:val="C7DF5216"/>
    <w:rsid w:val="C7FD936E"/>
    <w:rsid w:val="C95D55BF"/>
    <w:rsid w:val="C97DD98F"/>
    <w:rsid w:val="C9CF191A"/>
    <w:rsid w:val="CA7D4D40"/>
    <w:rsid w:val="CAFD4341"/>
    <w:rsid w:val="CB95079D"/>
    <w:rsid w:val="CBD75CDC"/>
    <w:rsid w:val="CBDD4244"/>
    <w:rsid w:val="CCD76902"/>
    <w:rsid w:val="CCFBC15E"/>
    <w:rsid w:val="CDDE9A6D"/>
    <w:rsid w:val="CDFFC283"/>
    <w:rsid w:val="CEC9ACB4"/>
    <w:rsid w:val="CEEF016B"/>
    <w:rsid w:val="CFB5667B"/>
    <w:rsid w:val="CFFEB2F8"/>
    <w:rsid w:val="CFFFA351"/>
    <w:rsid w:val="D0FF93C5"/>
    <w:rsid w:val="D27F342A"/>
    <w:rsid w:val="D3B70D0D"/>
    <w:rsid w:val="D3D5CC37"/>
    <w:rsid w:val="D3DF2F4A"/>
    <w:rsid w:val="D3DF5441"/>
    <w:rsid w:val="D4FE0E60"/>
    <w:rsid w:val="D5B635CD"/>
    <w:rsid w:val="D5BC37D7"/>
    <w:rsid w:val="D5DF178D"/>
    <w:rsid w:val="D67BF095"/>
    <w:rsid w:val="D69BC7C7"/>
    <w:rsid w:val="D7BAD43E"/>
    <w:rsid w:val="D7DCE803"/>
    <w:rsid w:val="D7FF51DF"/>
    <w:rsid w:val="D83A27B0"/>
    <w:rsid w:val="D9B3C873"/>
    <w:rsid w:val="D9FDA301"/>
    <w:rsid w:val="DA6E9726"/>
    <w:rsid w:val="DAEE75CD"/>
    <w:rsid w:val="DAFE6D15"/>
    <w:rsid w:val="DB610987"/>
    <w:rsid w:val="DB9E20C3"/>
    <w:rsid w:val="DBD7DFC9"/>
    <w:rsid w:val="DBDB87C7"/>
    <w:rsid w:val="DBF5CD1B"/>
    <w:rsid w:val="DC1FB3F5"/>
    <w:rsid w:val="DCF647C2"/>
    <w:rsid w:val="DD5FC309"/>
    <w:rsid w:val="DDA71BBE"/>
    <w:rsid w:val="DDD75522"/>
    <w:rsid w:val="DDD80524"/>
    <w:rsid w:val="DDDA9850"/>
    <w:rsid w:val="DDDB2366"/>
    <w:rsid w:val="DE7162D0"/>
    <w:rsid w:val="DE71BDC9"/>
    <w:rsid w:val="DE79A584"/>
    <w:rsid w:val="DE7D13A3"/>
    <w:rsid w:val="DE93DF74"/>
    <w:rsid w:val="DEBAD504"/>
    <w:rsid w:val="DECF1B47"/>
    <w:rsid w:val="DEDF12FC"/>
    <w:rsid w:val="DEEFFCA1"/>
    <w:rsid w:val="DEF4CC12"/>
    <w:rsid w:val="DEF7C191"/>
    <w:rsid w:val="DEFF068F"/>
    <w:rsid w:val="DF70F4F0"/>
    <w:rsid w:val="DF7E05BE"/>
    <w:rsid w:val="DFB756C9"/>
    <w:rsid w:val="DFCF8F43"/>
    <w:rsid w:val="DFD7F336"/>
    <w:rsid w:val="DFDE8062"/>
    <w:rsid w:val="DFDF0085"/>
    <w:rsid w:val="DFE388A6"/>
    <w:rsid w:val="DFE76343"/>
    <w:rsid w:val="DFE7C556"/>
    <w:rsid w:val="DFF8A887"/>
    <w:rsid w:val="DFFE3D3F"/>
    <w:rsid w:val="DFFF941F"/>
    <w:rsid w:val="E0DB50E3"/>
    <w:rsid w:val="E2DF0750"/>
    <w:rsid w:val="E2FF9CE1"/>
    <w:rsid w:val="E3F7FD51"/>
    <w:rsid w:val="E3FFAE66"/>
    <w:rsid w:val="E575B465"/>
    <w:rsid w:val="E5FF40EF"/>
    <w:rsid w:val="E747EC20"/>
    <w:rsid w:val="E7970ED8"/>
    <w:rsid w:val="E7AB676B"/>
    <w:rsid w:val="E7AF5050"/>
    <w:rsid w:val="E7B2F02F"/>
    <w:rsid w:val="E7EE0F02"/>
    <w:rsid w:val="E99D980D"/>
    <w:rsid w:val="E9EF156F"/>
    <w:rsid w:val="E9FFAFD5"/>
    <w:rsid w:val="EA77A760"/>
    <w:rsid w:val="EA7FF26E"/>
    <w:rsid w:val="EAF61B2D"/>
    <w:rsid w:val="EB3654CD"/>
    <w:rsid w:val="EBE6D94E"/>
    <w:rsid w:val="EBEB8AF3"/>
    <w:rsid w:val="EBFE9EB4"/>
    <w:rsid w:val="EBFF8A79"/>
    <w:rsid w:val="ECEF4324"/>
    <w:rsid w:val="ECF16F98"/>
    <w:rsid w:val="ED5D11EF"/>
    <w:rsid w:val="ED6209C3"/>
    <w:rsid w:val="EDBEE2C5"/>
    <w:rsid w:val="EED44DD2"/>
    <w:rsid w:val="EEDF10C6"/>
    <w:rsid w:val="EEE7FCC5"/>
    <w:rsid w:val="EF3D7552"/>
    <w:rsid w:val="EF4FDBE6"/>
    <w:rsid w:val="EF77DB6C"/>
    <w:rsid w:val="EF9A8D54"/>
    <w:rsid w:val="EF9F74FF"/>
    <w:rsid w:val="EFAD35BB"/>
    <w:rsid w:val="EFD56D9A"/>
    <w:rsid w:val="EFDB69B0"/>
    <w:rsid w:val="EFDEB098"/>
    <w:rsid w:val="EFE536CF"/>
    <w:rsid w:val="EFEF0466"/>
    <w:rsid w:val="EFFBFEF9"/>
    <w:rsid w:val="EFFD4141"/>
    <w:rsid w:val="EFFE0593"/>
    <w:rsid w:val="EFFE6F73"/>
    <w:rsid w:val="EFFF6F14"/>
    <w:rsid w:val="EFFF7A07"/>
    <w:rsid w:val="EFFF9CAA"/>
    <w:rsid w:val="EFFFBFF8"/>
    <w:rsid w:val="F0FF9DC1"/>
    <w:rsid w:val="F2AE119A"/>
    <w:rsid w:val="F3E5DE89"/>
    <w:rsid w:val="F3EB01F3"/>
    <w:rsid w:val="F3F9B61D"/>
    <w:rsid w:val="F3FE8521"/>
    <w:rsid w:val="F3FF4DB0"/>
    <w:rsid w:val="F4776E10"/>
    <w:rsid w:val="F4DFE44E"/>
    <w:rsid w:val="F4F76F23"/>
    <w:rsid w:val="F552FB21"/>
    <w:rsid w:val="F55FF0EA"/>
    <w:rsid w:val="F57B93C0"/>
    <w:rsid w:val="F57ED639"/>
    <w:rsid w:val="F5BF3A40"/>
    <w:rsid w:val="F5BF4920"/>
    <w:rsid w:val="F5BFD806"/>
    <w:rsid w:val="F5BFF6F5"/>
    <w:rsid w:val="F5D467FF"/>
    <w:rsid w:val="F5E97CCA"/>
    <w:rsid w:val="F5F7D5E8"/>
    <w:rsid w:val="F6B5F0C6"/>
    <w:rsid w:val="F6B942B3"/>
    <w:rsid w:val="F6DF3354"/>
    <w:rsid w:val="F6E1D41A"/>
    <w:rsid w:val="F6F77AE9"/>
    <w:rsid w:val="F6FB30FE"/>
    <w:rsid w:val="F6FF62E2"/>
    <w:rsid w:val="F6FF686C"/>
    <w:rsid w:val="F6FF7FBD"/>
    <w:rsid w:val="F73F2527"/>
    <w:rsid w:val="F73FD0C0"/>
    <w:rsid w:val="F74FF31E"/>
    <w:rsid w:val="F7BB083D"/>
    <w:rsid w:val="F7BB71A0"/>
    <w:rsid w:val="F7D779BC"/>
    <w:rsid w:val="F7E3769A"/>
    <w:rsid w:val="F7F4C687"/>
    <w:rsid w:val="F7F714FA"/>
    <w:rsid w:val="F7F762BA"/>
    <w:rsid w:val="F7F9D0F4"/>
    <w:rsid w:val="F7FBF1BA"/>
    <w:rsid w:val="F7FF0A24"/>
    <w:rsid w:val="F7FFEC48"/>
    <w:rsid w:val="F85F28AF"/>
    <w:rsid w:val="F8FBB258"/>
    <w:rsid w:val="F93D793C"/>
    <w:rsid w:val="F9BEA402"/>
    <w:rsid w:val="F9DF5B89"/>
    <w:rsid w:val="F9F96693"/>
    <w:rsid w:val="F9FA0C2D"/>
    <w:rsid w:val="F9FD03FA"/>
    <w:rsid w:val="F9FECE37"/>
    <w:rsid w:val="F9FF51B7"/>
    <w:rsid w:val="FA6D331F"/>
    <w:rsid w:val="FA7ACB06"/>
    <w:rsid w:val="FA7FBAD0"/>
    <w:rsid w:val="FAA9FB8E"/>
    <w:rsid w:val="FAC5F163"/>
    <w:rsid w:val="FADD5422"/>
    <w:rsid w:val="FAF55EFC"/>
    <w:rsid w:val="FAF67676"/>
    <w:rsid w:val="FAFB759D"/>
    <w:rsid w:val="FB3B821E"/>
    <w:rsid w:val="FB3F8FE8"/>
    <w:rsid w:val="FB57ADEE"/>
    <w:rsid w:val="FB66215C"/>
    <w:rsid w:val="FB76547C"/>
    <w:rsid w:val="FB7FCC4D"/>
    <w:rsid w:val="FBB7CB76"/>
    <w:rsid w:val="FBCA8160"/>
    <w:rsid w:val="FBD39A12"/>
    <w:rsid w:val="FBDDCDF4"/>
    <w:rsid w:val="FBEA53C8"/>
    <w:rsid w:val="FBECA283"/>
    <w:rsid w:val="FBEE57D1"/>
    <w:rsid w:val="FBEF571F"/>
    <w:rsid w:val="FBF745E9"/>
    <w:rsid w:val="FBF74F1E"/>
    <w:rsid w:val="FBF7B63B"/>
    <w:rsid w:val="FBF9799E"/>
    <w:rsid w:val="FBFF22C9"/>
    <w:rsid w:val="FC1D9964"/>
    <w:rsid w:val="FC7788CA"/>
    <w:rsid w:val="FC7D5099"/>
    <w:rsid w:val="FCBD3D22"/>
    <w:rsid w:val="FCF5DAD7"/>
    <w:rsid w:val="FCF7ACDB"/>
    <w:rsid w:val="FCFF20D1"/>
    <w:rsid w:val="FCFF9F8D"/>
    <w:rsid w:val="FD3DCA92"/>
    <w:rsid w:val="FD59C6B0"/>
    <w:rsid w:val="FD9F9777"/>
    <w:rsid w:val="FDBB82F2"/>
    <w:rsid w:val="FDDA14D1"/>
    <w:rsid w:val="FDE54D6F"/>
    <w:rsid w:val="FDEE9419"/>
    <w:rsid w:val="FDF5D48C"/>
    <w:rsid w:val="FDF6ED76"/>
    <w:rsid w:val="FDFB7A72"/>
    <w:rsid w:val="FDFF0280"/>
    <w:rsid w:val="FE0E3174"/>
    <w:rsid w:val="FE57CFAB"/>
    <w:rsid w:val="FE6FF887"/>
    <w:rsid w:val="FE75340B"/>
    <w:rsid w:val="FE7F64F1"/>
    <w:rsid w:val="FE84DACB"/>
    <w:rsid w:val="FE928A15"/>
    <w:rsid w:val="FE9632EB"/>
    <w:rsid w:val="FE9F3B48"/>
    <w:rsid w:val="FEADE416"/>
    <w:rsid w:val="FEB4FA27"/>
    <w:rsid w:val="FEBB0FA2"/>
    <w:rsid w:val="FEBF7ABE"/>
    <w:rsid w:val="FECB46FD"/>
    <w:rsid w:val="FECFC23D"/>
    <w:rsid w:val="FED74A76"/>
    <w:rsid w:val="FED79101"/>
    <w:rsid w:val="FEDBB8EA"/>
    <w:rsid w:val="FEDF0895"/>
    <w:rsid w:val="FEDF5F58"/>
    <w:rsid w:val="FEDFFE23"/>
    <w:rsid w:val="FEF523A1"/>
    <w:rsid w:val="FEF72C6A"/>
    <w:rsid w:val="FEFB1BAA"/>
    <w:rsid w:val="FEFB2CE8"/>
    <w:rsid w:val="FEFCF86B"/>
    <w:rsid w:val="FEFD1BB0"/>
    <w:rsid w:val="FEFD79B0"/>
    <w:rsid w:val="FEFF47B5"/>
    <w:rsid w:val="FEFF8F5B"/>
    <w:rsid w:val="FEFF912D"/>
    <w:rsid w:val="FEFFD1DB"/>
    <w:rsid w:val="FF2FC815"/>
    <w:rsid w:val="FF37F5B9"/>
    <w:rsid w:val="FF39BE5D"/>
    <w:rsid w:val="FF3F1909"/>
    <w:rsid w:val="FF52DF7C"/>
    <w:rsid w:val="FF553E00"/>
    <w:rsid w:val="FF59EDAB"/>
    <w:rsid w:val="FF5B71C0"/>
    <w:rsid w:val="FF5DE85C"/>
    <w:rsid w:val="FF5E7FFF"/>
    <w:rsid w:val="FF6B2186"/>
    <w:rsid w:val="FF728C28"/>
    <w:rsid w:val="FF772D45"/>
    <w:rsid w:val="FF77B272"/>
    <w:rsid w:val="FF7F5197"/>
    <w:rsid w:val="FF7F99E0"/>
    <w:rsid w:val="FF7FEF56"/>
    <w:rsid w:val="FFA32D73"/>
    <w:rsid w:val="FFAC08BE"/>
    <w:rsid w:val="FFACE818"/>
    <w:rsid w:val="FFAD567F"/>
    <w:rsid w:val="FFB7C50D"/>
    <w:rsid w:val="FFB7D3AE"/>
    <w:rsid w:val="FFBE1F38"/>
    <w:rsid w:val="FFD4F4C5"/>
    <w:rsid w:val="FFD55F89"/>
    <w:rsid w:val="FFD8E005"/>
    <w:rsid w:val="FFD936F7"/>
    <w:rsid w:val="FFDBD6FB"/>
    <w:rsid w:val="FFDD3AE7"/>
    <w:rsid w:val="FFDDC0D7"/>
    <w:rsid w:val="FFDECC34"/>
    <w:rsid w:val="FFDFCD7F"/>
    <w:rsid w:val="FFE3AA39"/>
    <w:rsid w:val="FFE5845F"/>
    <w:rsid w:val="FFE967C5"/>
    <w:rsid w:val="FFEB8DD7"/>
    <w:rsid w:val="FFEE8F0C"/>
    <w:rsid w:val="FFEECF79"/>
    <w:rsid w:val="FFEF2749"/>
    <w:rsid w:val="FFEFB284"/>
    <w:rsid w:val="FFEFDF1D"/>
    <w:rsid w:val="FFF31D9B"/>
    <w:rsid w:val="FFF3659A"/>
    <w:rsid w:val="FFF43F1D"/>
    <w:rsid w:val="FFF5A7E2"/>
    <w:rsid w:val="FFF6ABAB"/>
    <w:rsid w:val="FFF73F43"/>
    <w:rsid w:val="FFF74258"/>
    <w:rsid w:val="FFF74BF2"/>
    <w:rsid w:val="FFF875E9"/>
    <w:rsid w:val="FFF8B58B"/>
    <w:rsid w:val="FFF9740E"/>
    <w:rsid w:val="FFF9A1FB"/>
    <w:rsid w:val="FFFB9651"/>
    <w:rsid w:val="FFFC4533"/>
    <w:rsid w:val="FFFD4CA2"/>
    <w:rsid w:val="FFFDAAC1"/>
    <w:rsid w:val="FFFEF7F6"/>
    <w:rsid w:val="FFFF0938"/>
    <w:rsid w:val="FFFF3A41"/>
    <w:rsid w:val="FFFF4480"/>
    <w:rsid w:val="FFFF61C6"/>
    <w:rsid w:val="FFFF9679"/>
    <w:rsid w:val="FFFFE6B1"/>
    <w:rsid w:val="FFFFE754"/>
    <w:rsid w:val="FFFFEE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仿宋_GB2312" w:cs="Times New Roman"/>
      <w:kern w:val="2"/>
      <w:sz w:val="32"/>
      <w:szCs w:val="32"/>
      <w:lang w:val="en-US" w:eastAsia="zh-CN" w:bidi="ar-SA"/>
    </w:rPr>
  </w:style>
  <w:style w:type="paragraph" w:styleId="4">
    <w:name w:val="heading 2"/>
    <w:basedOn w:val="1"/>
    <w:next w:val="1"/>
    <w:qFormat/>
    <w:uiPriority w:val="0"/>
    <w:pPr>
      <w:widowControl/>
      <w:spacing w:before="100" w:beforeAutospacing="1" w:after="100" w:afterAutospacing="1"/>
      <w:jc w:val="left"/>
      <w:outlineLvl w:val="1"/>
    </w:pPr>
    <w:rPr>
      <w:rFonts w:eastAsia="宋体" w:cs="宋体"/>
      <w:b/>
      <w:bCs/>
      <w:kern w:val="0"/>
      <w:sz w:val="36"/>
      <w:szCs w:val="36"/>
    </w:rPr>
  </w:style>
  <w:style w:type="paragraph" w:styleId="5">
    <w:name w:val="heading 3"/>
    <w:basedOn w:val="1"/>
    <w:next w:val="1"/>
    <w:qFormat/>
    <w:uiPriority w:val="0"/>
    <w:pPr>
      <w:keepNext/>
      <w:keepLines/>
      <w:spacing w:before="260" w:after="260" w:line="416" w:lineRule="auto"/>
      <w:outlineLvl w:val="2"/>
    </w:pPr>
    <w:rPr>
      <w:b/>
      <w:bCs/>
    </w:rPr>
  </w:style>
  <w:style w:type="character" w:default="1" w:styleId="15">
    <w:name w:val="Default Paragraph Font"/>
    <w:link w:val="16"/>
    <w:semiHidden/>
    <w:qFormat/>
    <w:uiPriority w:val="0"/>
    <w:rPr>
      <w:rFonts w:ascii="宋体" w:hAnsi="宋体" w:eastAsia="宋体"/>
      <w:sz w:val="24"/>
      <w:szCs w:val="24"/>
      <w:lang w:val="en-US" w:eastAsia="zh-CN" w:bidi="ar-SA"/>
    </w:rPr>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0" w:lineRule="atLeast"/>
    </w:pPr>
    <w:rPr>
      <w:rFonts w:eastAsia="小标宋"/>
      <w:sz w:val="44"/>
    </w:rPr>
  </w:style>
  <w:style w:type="paragraph" w:styleId="3">
    <w:name w:val="Body Text First Indent"/>
    <w:basedOn w:val="2"/>
    <w:qFormat/>
    <w:uiPriority w:val="0"/>
    <w:pPr>
      <w:ind w:firstLine="420" w:firstLineChars="100"/>
    </w:pPr>
  </w:style>
  <w:style w:type="paragraph" w:styleId="6">
    <w:name w:val="Body Text Indent"/>
    <w:basedOn w:val="1"/>
    <w:qFormat/>
    <w:uiPriority w:val="0"/>
    <w:pPr>
      <w:spacing w:after="120"/>
      <w:ind w:left="420" w:leftChars="200"/>
    </w:pPr>
  </w:style>
  <w:style w:type="paragraph" w:styleId="7">
    <w:name w:val="Date"/>
    <w:basedOn w:val="1"/>
    <w:next w:val="1"/>
    <w:qFormat/>
    <w:uiPriority w:val="0"/>
    <w:pPr>
      <w:autoSpaceDE w:val="0"/>
      <w:autoSpaceDN w:val="0"/>
      <w:adjustRightInd w:val="0"/>
      <w:jc w:val="right"/>
      <w:textAlignment w:val="baseline"/>
    </w:pPr>
    <w:rPr>
      <w:rFonts w:hAnsi="Times New Roman" w:eastAsia="宋体"/>
      <w:spacing w:val="40"/>
      <w:kern w:val="0"/>
      <w:sz w:val="24"/>
      <w:szCs w:val="20"/>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Normal (Web)"/>
    <w:basedOn w:val="1"/>
    <w:qFormat/>
    <w:uiPriority w:val="0"/>
    <w:pPr>
      <w:widowControl/>
      <w:spacing w:before="100" w:beforeAutospacing="1" w:after="100" w:afterAutospacing="1" w:line="384" w:lineRule="auto"/>
      <w:ind w:firstLine="50" w:firstLineChars="50"/>
      <w:jc w:val="left"/>
    </w:pPr>
    <w:rPr>
      <w:rFonts w:ascii="Arial" w:hAnsi="Arial" w:eastAsia="宋体" w:cs="Arial"/>
      <w:kern w:val="0"/>
      <w:sz w:val="18"/>
      <w:szCs w:val="18"/>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 Char"/>
    <w:basedOn w:val="1"/>
    <w:next w:val="1"/>
    <w:link w:val="15"/>
    <w:semiHidden/>
    <w:qFormat/>
    <w:uiPriority w:val="0"/>
    <w:pPr>
      <w:numPr>
        <w:ilvl w:val="0"/>
        <w:numId w:val="1"/>
      </w:numPr>
      <w:adjustRightInd w:val="0"/>
      <w:snapToGrid w:val="0"/>
      <w:spacing w:before="156" w:beforeLines="50" w:after="312" w:afterLines="100" w:line="360" w:lineRule="auto"/>
      <w:jc w:val="center"/>
    </w:pPr>
    <w:rPr>
      <w:rFonts w:eastAsia="宋体"/>
      <w:kern w:val="0"/>
      <w:sz w:val="24"/>
      <w:szCs w:val="24"/>
    </w:rPr>
  </w:style>
  <w:style w:type="character" w:styleId="17">
    <w:name w:val="page number"/>
    <w:basedOn w:val="15"/>
    <w:qFormat/>
    <w:uiPriority w:val="0"/>
  </w:style>
  <w:style w:type="character" w:styleId="18">
    <w:name w:val="Emphasis"/>
    <w:basedOn w:val="15"/>
    <w:qFormat/>
    <w:uiPriority w:val="0"/>
    <w:rPr>
      <w:i/>
    </w:rPr>
  </w:style>
  <w:style w:type="character" w:styleId="19">
    <w:name w:val="Hyperlink"/>
    <w:basedOn w:val="15"/>
    <w:qFormat/>
    <w:uiPriority w:val="0"/>
    <w:rPr>
      <w:color w:val="0000FF"/>
      <w:u w:val="single"/>
    </w:rPr>
  </w:style>
  <w:style w:type="character" w:customStyle="1" w:styleId="20">
    <w:name w:val="NormalCharacter"/>
    <w:semiHidden/>
    <w:qFormat/>
    <w:uiPriority w:val="0"/>
    <w:rPr>
      <w:rFonts w:ascii="宋体" w:hAnsi="宋体" w:eastAsia="仿宋_GB2312"/>
      <w:kern w:val="2"/>
      <w:sz w:val="32"/>
      <w:szCs w:val="32"/>
      <w:lang w:val="en-US" w:eastAsia="zh-CN" w:bidi="ar-SA"/>
    </w:rPr>
  </w:style>
  <w:style w:type="paragraph" w:customStyle="1" w:styleId="21">
    <w:name w:val="List Paragraph"/>
    <w:basedOn w:val="1"/>
    <w:qFormat/>
    <w:uiPriority w:val="0"/>
    <w:pPr>
      <w:spacing w:line="560" w:lineRule="exact"/>
      <w:ind w:firstLine="200" w:firstLineChars="200"/>
    </w:pPr>
    <w:rPr>
      <w:rFonts w:ascii="Times New Roman" w:hAnsi="Times New Roman" w:eastAsia="宋体"/>
      <w:sz w:val="21"/>
      <w:szCs w:val="21"/>
    </w:rPr>
  </w:style>
  <w:style w:type="paragraph" w:customStyle="1" w:styleId="22">
    <w:name w:val="BodyText"/>
    <w:basedOn w:val="1"/>
    <w:qFormat/>
    <w:uiPriority w:val="0"/>
    <w:pPr>
      <w:widowControl/>
      <w:jc w:val="center"/>
      <w:textAlignment w:val="baseline"/>
    </w:pPr>
    <w:rPr>
      <w:rFonts w:ascii="仿宋_GB2312" w:hAnsi="Times New Roman" w:eastAsia="仿宋_GB2312"/>
      <w:kern w:val="0"/>
      <w:sz w:val="24"/>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gwb12.gwb</Template>
  <Company> </Company>
  <Pages>34</Pages>
  <Words>11877</Words>
  <Characters>12971</Characters>
  <Lines>133</Lines>
  <Paragraphs>37</Paragraphs>
  <TotalTime>2</TotalTime>
  <ScaleCrop>false</ScaleCrop>
  <LinksUpToDate>false</LinksUpToDate>
  <CharactersWithSpaces>13324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2020-12-29T16:39:00Z</dcterms:created>
  <dc:creator>微软用户</dc:creator>
  <cp:lastModifiedBy>greatwall</cp:lastModifiedBy>
  <cp:lastPrinted>2023-09-10T16:23:00Z</cp:lastPrinted>
  <dcterms:modified xsi:type="dcterms:W3CDTF">2024-09-27T14:53:33Z</dcterms:modified>
  <cp:revision>831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D9064ABF73FC4E31BFDB5291F5C547B4</vt:lpwstr>
  </property>
</Properties>
</file>